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509" w:rsidRPr="00CD7B6E" w:rsidRDefault="00C65509" w:rsidP="00B47EE8">
      <w:pPr>
        <w:rPr>
          <w:b/>
          <w:sz w:val="26"/>
          <w:szCs w:val="26"/>
        </w:rPr>
      </w:pPr>
      <w:r>
        <w:rPr>
          <w:sz w:val="28"/>
        </w:rPr>
        <w:t xml:space="preserve">       </w:t>
      </w:r>
    </w:p>
    <w:p w:rsidR="00C65509" w:rsidRPr="00CD7B6E" w:rsidRDefault="00C65509" w:rsidP="00DC7115">
      <w:pPr>
        <w:spacing w:line="276" w:lineRule="auto"/>
        <w:jc w:val="right"/>
        <w:rPr>
          <w:b/>
          <w:sz w:val="26"/>
          <w:szCs w:val="26"/>
        </w:rPr>
      </w:pPr>
    </w:p>
    <w:p w:rsidR="00C65509" w:rsidRPr="00CD7B6E" w:rsidRDefault="00C65509" w:rsidP="00DC7115">
      <w:pPr>
        <w:spacing w:line="276" w:lineRule="auto"/>
        <w:jc w:val="center"/>
        <w:rPr>
          <w:b/>
          <w:sz w:val="26"/>
          <w:szCs w:val="26"/>
        </w:rPr>
      </w:pPr>
      <w:r w:rsidRPr="00CD7B6E">
        <w:rPr>
          <w:b/>
          <w:sz w:val="26"/>
          <w:szCs w:val="26"/>
        </w:rPr>
        <w:t xml:space="preserve">ДУМА </w:t>
      </w:r>
    </w:p>
    <w:p w:rsidR="00C65509" w:rsidRPr="00CD7B6E" w:rsidRDefault="00C65509" w:rsidP="00DC7115">
      <w:pPr>
        <w:spacing w:line="276" w:lineRule="auto"/>
        <w:jc w:val="center"/>
        <w:rPr>
          <w:b/>
          <w:sz w:val="26"/>
          <w:szCs w:val="26"/>
        </w:rPr>
      </w:pPr>
      <w:r w:rsidRPr="00CD7B6E">
        <w:rPr>
          <w:b/>
          <w:sz w:val="26"/>
          <w:szCs w:val="26"/>
        </w:rPr>
        <w:t>ТЕРНЕЙСКОГО МУНИЦИПАЛЬНОГО ОКРУГА</w:t>
      </w:r>
    </w:p>
    <w:p w:rsidR="00C65509" w:rsidRPr="00CD7B6E" w:rsidRDefault="00C65509" w:rsidP="00DC7115">
      <w:pPr>
        <w:spacing w:line="276" w:lineRule="auto"/>
        <w:jc w:val="center"/>
        <w:rPr>
          <w:b/>
          <w:sz w:val="26"/>
          <w:szCs w:val="26"/>
        </w:rPr>
      </w:pPr>
      <w:r w:rsidRPr="00CD7B6E">
        <w:rPr>
          <w:b/>
          <w:sz w:val="26"/>
          <w:szCs w:val="26"/>
        </w:rPr>
        <w:t>ПРИМОРСКОГО КРАЯ</w:t>
      </w:r>
    </w:p>
    <w:p w:rsidR="00C65509" w:rsidRPr="00CD7B6E" w:rsidRDefault="00C65509" w:rsidP="00DC7115">
      <w:pPr>
        <w:spacing w:line="276" w:lineRule="auto"/>
        <w:jc w:val="center"/>
        <w:rPr>
          <w:b/>
          <w:sz w:val="26"/>
          <w:szCs w:val="26"/>
        </w:rPr>
      </w:pPr>
      <w:r w:rsidRPr="00CD7B6E">
        <w:rPr>
          <w:b/>
          <w:sz w:val="26"/>
          <w:szCs w:val="26"/>
        </w:rPr>
        <w:t>(первый созыв)</w:t>
      </w:r>
    </w:p>
    <w:p w:rsidR="00C65509" w:rsidRPr="00CD7B6E" w:rsidRDefault="00C65509" w:rsidP="00DC7115">
      <w:pPr>
        <w:spacing w:line="276" w:lineRule="auto"/>
        <w:jc w:val="both"/>
        <w:rPr>
          <w:b/>
          <w:sz w:val="26"/>
          <w:szCs w:val="26"/>
        </w:rPr>
      </w:pPr>
    </w:p>
    <w:p w:rsidR="00C65509" w:rsidRPr="00CD7B6E" w:rsidRDefault="00C65509" w:rsidP="00DC7115">
      <w:pPr>
        <w:spacing w:line="276" w:lineRule="auto"/>
        <w:jc w:val="center"/>
        <w:rPr>
          <w:b/>
          <w:sz w:val="26"/>
          <w:szCs w:val="26"/>
        </w:rPr>
      </w:pPr>
      <w:r w:rsidRPr="00CD7B6E">
        <w:rPr>
          <w:b/>
          <w:sz w:val="26"/>
          <w:szCs w:val="26"/>
        </w:rPr>
        <w:t xml:space="preserve">РЕШЕНИЕ </w:t>
      </w:r>
    </w:p>
    <w:p w:rsidR="00C65509" w:rsidRPr="00CD7B6E" w:rsidRDefault="00C65509" w:rsidP="00DC7115">
      <w:pPr>
        <w:spacing w:line="276" w:lineRule="auto"/>
        <w:jc w:val="both"/>
        <w:rPr>
          <w:sz w:val="26"/>
          <w:szCs w:val="26"/>
        </w:rPr>
      </w:pPr>
    </w:p>
    <w:p w:rsidR="00C65509" w:rsidRPr="00C80BDC" w:rsidRDefault="00C65509" w:rsidP="005C665B">
      <w:pPr>
        <w:spacing w:line="276" w:lineRule="auto"/>
        <w:jc w:val="both"/>
        <w:rPr>
          <w:b/>
          <w:sz w:val="26"/>
          <w:szCs w:val="26"/>
        </w:rPr>
      </w:pPr>
      <w:bookmarkStart w:id="0" w:name="_GoBack"/>
      <w:r w:rsidRPr="00C80BDC">
        <w:rPr>
          <w:b/>
          <w:sz w:val="26"/>
          <w:szCs w:val="26"/>
        </w:rPr>
        <w:t>29 мая 2025 года                                   пгт. Терней                                          № 63</w:t>
      </w:r>
      <w:r>
        <w:rPr>
          <w:b/>
          <w:sz w:val="26"/>
          <w:szCs w:val="26"/>
        </w:rPr>
        <w:t>6</w:t>
      </w:r>
    </w:p>
    <w:bookmarkEnd w:id="0"/>
    <w:p w:rsidR="00C65509" w:rsidRPr="00CD7B6E" w:rsidRDefault="00C65509" w:rsidP="00DC7115">
      <w:pPr>
        <w:spacing w:line="276" w:lineRule="auto"/>
        <w:jc w:val="both"/>
        <w:rPr>
          <w:sz w:val="26"/>
          <w:szCs w:val="26"/>
        </w:rPr>
      </w:pPr>
    </w:p>
    <w:p w:rsidR="00C65509" w:rsidRPr="00CD7B6E" w:rsidRDefault="00C65509" w:rsidP="00DC7115">
      <w:pPr>
        <w:spacing w:line="276" w:lineRule="auto"/>
        <w:jc w:val="center"/>
        <w:rPr>
          <w:b/>
          <w:sz w:val="26"/>
          <w:szCs w:val="26"/>
        </w:rPr>
      </w:pPr>
      <w:r w:rsidRPr="00CD7B6E">
        <w:rPr>
          <w:b/>
          <w:sz w:val="26"/>
          <w:szCs w:val="26"/>
        </w:rPr>
        <w:t>Об утверждении отчёта об исполнении</w:t>
      </w:r>
    </w:p>
    <w:p w:rsidR="00C65509" w:rsidRPr="00CD7B6E" w:rsidRDefault="00C65509" w:rsidP="00DC7115">
      <w:pPr>
        <w:spacing w:line="276" w:lineRule="auto"/>
        <w:jc w:val="center"/>
        <w:rPr>
          <w:b/>
          <w:sz w:val="26"/>
          <w:szCs w:val="26"/>
        </w:rPr>
      </w:pPr>
      <w:r w:rsidRPr="00CD7B6E">
        <w:rPr>
          <w:b/>
          <w:sz w:val="26"/>
          <w:szCs w:val="26"/>
        </w:rPr>
        <w:t>бюджета Тернейского муниципального округа</w:t>
      </w:r>
    </w:p>
    <w:p w:rsidR="00C65509" w:rsidRPr="00CD7B6E" w:rsidRDefault="00C65509" w:rsidP="00DC7115">
      <w:pPr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 </w:t>
      </w:r>
      <w:r w:rsidRPr="00CD7B6E">
        <w:rPr>
          <w:b/>
          <w:sz w:val="26"/>
          <w:szCs w:val="26"/>
        </w:rPr>
        <w:t xml:space="preserve">2024 год </w:t>
      </w:r>
    </w:p>
    <w:p w:rsidR="00C65509" w:rsidRPr="00CD7B6E" w:rsidRDefault="00C65509" w:rsidP="00DC7115">
      <w:pPr>
        <w:spacing w:line="276" w:lineRule="auto"/>
        <w:jc w:val="both"/>
        <w:rPr>
          <w:sz w:val="26"/>
          <w:szCs w:val="26"/>
        </w:rPr>
      </w:pPr>
    </w:p>
    <w:p w:rsidR="00C65509" w:rsidRPr="00CD7B6E" w:rsidRDefault="00C65509" w:rsidP="00DC7115">
      <w:pPr>
        <w:spacing w:line="276" w:lineRule="auto"/>
        <w:jc w:val="both"/>
        <w:rPr>
          <w:sz w:val="26"/>
          <w:szCs w:val="26"/>
        </w:rPr>
      </w:pPr>
      <w:r w:rsidRPr="00CD7B6E">
        <w:rPr>
          <w:sz w:val="26"/>
          <w:szCs w:val="26"/>
        </w:rPr>
        <w:t xml:space="preserve">                  В соответствии со статьей 264.2 Бюджетного кодекса Российской Федерации, статьей 52 Федерального закона от 06.10.2003 №131-ФЗ "Об общих принципах организации местного самоуправления в Российской Федерации", частью 3 статьи 31 "Положения о бюджетном устройстве и бюджетном процессе в Тернейском муниципальном округе», утверждённого решением Думы Тернейского муниципального округа от 29.09.2021 №257</w:t>
      </w:r>
    </w:p>
    <w:p w:rsidR="00C65509" w:rsidRPr="00CD7B6E" w:rsidRDefault="00C65509" w:rsidP="00DC7115">
      <w:pPr>
        <w:spacing w:line="276" w:lineRule="auto"/>
        <w:jc w:val="both"/>
        <w:rPr>
          <w:sz w:val="26"/>
          <w:szCs w:val="26"/>
        </w:rPr>
      </w:pPr>
    </w:p>
    <w:p w:rsidR="00C65509" w:rsidRPr="00CD7B6E" w:rsidRDefault="00C65509" w:rsidP="00DC7115">
      <w:pPr>
        <w:spacing w:line="276" w:lineRule="auto"/>
        <w:jc w:val="both"/>
        <w:rPr>
          <w:b/>
          <w:sz w:val="26"/>
          <w:szCs w:val="26"/>
        </w:rPr>
      </w:pPr>
      <w:r w:rsidRPr="00CD7B6E">
        <w:rPr>
          <w:b/>
          <w:sz w:val="26"/>
          <w:szCs w:val="26"/>
        </w:rPr>
        <w:t>РЕШИЛА:</w:t>
      </w:r>
    </w:p>
    <w:p w:rsidR="00C65509" w:rsidRPr="00CD7B6E" w:rsidRDefault="00C65509" w:rsidP="00DC7115">
      <w:pPr>
        <w:spacing w:line="276" w:lineRule="auto"/>
        <w:jc w:val="both"/>
        <w:rPr>
          <w:sz w:val="26"/>
          <w:szCs w:val="26"/>
        </w:rPr>
      </w:pPr>
    </w:p>
    <w:p w:rsidR="00C65509" w:rsidRPr="00CD7B6E" w:rsidRDefault="00C65509" w:rsidP="00DC7115">
      <w:pPr>
        <w:spacing w:line="276" w:lineRule="auto"/>
        <w:jc w:val="both"/>
        <w:rPr>
          <w:sz w:val="26"/>
          <w:szCs w:val="26"/>
        </w:rPr>
      </w:pPr>
      <w:r w:rsidRPr="00CD7B6E">
        <w:rPr>
          <w:sz w:val="26"/>
          <w:szCs w:val="26"/>
        </w:rPr>
        <w:t xml:space="preserve">         1. Утвердить отчет об исполнении бюджета Тернейского муниципального округа за 2024 </w:t>
      </w:r>
      <w:r>
        <w:rPr>
          <w:sz w:val="26"/>
          <w:szCs w:val="26"/>
        </w:rPr>
        <w:t xml:space="preserve">год по доходам бюджета в сумме </w:t>
      </w:r>
      <w:r w:rsidRPr="00CD7B6E">
        <w:rPr>
          <w:sz w:val="26"/>
          <w:szCs w:val="26"/>
        </w:rPr>
        <w:t>1 039 335 868,97 руб., по расходам бюджета в сумме 1 026 497 638,16 руб., с превышением доходов над расходами на сумму 12 838 230,81 руб. со следующими показателями:</w:t>
      </w:r>
    </w:p>
    <w:p w:rsidR="00C65509" w:rsidRPr="00CD7B6E" w:rsidRDefault="00C65509" w:rsidP="00DC7115">
      <w:pPr>
        <w:spacing w:line="276" w:lineRule="auto"/>
        <w:jc w:val="both"/>
        <w:rPr>
          <w:sz w:val="26"/>
          <w:szCs w:val="26"/>
        </w:rPr>
      </w:pPr>
    </w:p>
    <w:p w:rsidR="00C65509" w:rsidRPr="00CD7B6E" w:rsidRDefault="00C65509" w:rsidP="00DC7115">
      <w:pPr>
        <w:spacing w:line="276" w:lineRule="auto"/>
        <w:jc w:val="both"/>
        <w:rPr>
          <w:sz w:val="26"/>
          <w:szCs w:val="26"/>
        </w:rPr>
      </w:pPr>
      <w:r w:rsidRPr="00CD7B6E">
        <w:rPr>
          <w:sz w:val="26"/>
          <w:szCs w:val="26"/>
        </w:rPr>
        <w:t>1.1. Объёмы доходов бюджета Тернейского мун</w:t>
      </w:r>
      <w:r>
        <w:rPr>
          <w:sz w:val="26"/>
          <w:szCs w:val="26"/>
        </w:rPr>
        <w:t xml:space="preserve">иципального округа за 2024 год </w:t>
      </w:r>
      <w:r w:rsidRPr="00CD7B6E">
        <w:rPr>
          <w:sz w:val="26"/>
          <w:szCs w:val="26"/>
        </w:rPr>
        <w:t>(приложение №1);</w:t>
      </w:r>
    </w:p>
    <w:p w:rsidR="00C65509" w:rsidRPr="00CD7B6E" w:rsidRDefault="00C65509" w:rsidP="00DC7115">
      <w:pPr>
        <w:spacing w:line="276" w:lineRule="auto"/>
        <w:jc w:val="both"/>
        <w:rPr>
          <w:sz w:val="26"/>
          <w:szCs w:val="26"/>
        </w:rPr>
      </w:pPr>
      <w:r w:rsidRPr="00CD7B6E">
        <w:rPr>
          <w:sz w:val="26"/>
          <w:szCs w:val="26"/>
        </w:rPr>
        <w:t xml:space="preserve">1.2. По расходам бюджета Тернейского муниципального округа по разделам, подразделам, целевым статьям и видам расходов классификации расходов   за 2024 год (приложение №2); </w:t>
      </w:r>
    </w:p>
    <w:p w:rsidR="00C65509" w:rsidRPr="00CD7B6E" w:rsidRDefault="00C65509" w:rsidP="00DC7115">
      <w:pPr>
        <w:spacing w:line="276" w:lineRule="auto"/>
        <w:jc w:val="both"/>
        <w:rPr>
          <w:sz w:val="26"/>
          <w:szCs w:val="26"/>
        </w:rPr>
      </w:pPr>
      <w:r w:rsidRPr="00CD7B6E">
        <w:rPr>
          <w:sz w:val="26"/>
          <w:szCs w:val="26"/>
        </w:rPr>
        <w:t>1.3. По расходам бюджета Тернейского муниципального округа в ведомственной структуре расходов за 2024 год (приложение №3);</w:t>
      </w:r>
    </w:p>
    <w:p w:rsidR="00C65509" w:rsidRPr="00CD7B6E" w:rsidRDefault="00C65509" w:rsidP="00DC7115">
      <w:pPr>
        <w:spacing w:line="276" w:lineRule="auto"/>
        <w:jc w:val="both"/>
        <w:rPr>
          <w:sz w:val="26"/>
          <w:szCs w:val="26"/>
        </w:rPr>
      </w:pPr>
      <w:r w:rsidRPr="00CD7B6E">
        <w:rPr>
          <w:sz w:val="26"/>
          <w:szCs w:val="26"/>
        </w:rPr>
        <w:t>1.4. По источникам внутреннего финансирования дефицита бюджета Тернейского муниципального округа (приложение №4);</w:t>
      </w:r>
    </w:p>
    <w:p w:rsidR="00C65509" w:rsidRPr="00CD7B6E" w:rsidRDefault="00C65509" w:rsidP="00FB468D">
      <w:pPr>
        <w:spacing w:line="276" w:lineRule="auto"/>
        <w:jc w:val="both"/>
        <w:rPr>
          <w:sz w:val="26"/>
          <w:szCs w:val="26"/>
        </w:rPr>
      </w:pPr>
      <w:r w:rsidRPr="00CD7B6E">
        <w:rPr>
          <w:sz w:val="26"/>
          <w:szCs w:val="26"/>
        </w:rPr>
        <w:t>1.5.  Расходы бюджета Тернейского муниципального округа по финансовому обеспечению муниципальных программ Тернейского муниципального округа за 2024 год (приложение № 5);</w:t>
      </w:r>
    </w:p>
    <w:p w:rsidR="00C65509" w:rsidRPr="00CD7B6E" w:rsidRDefault="00C65509" w:rsidP="00FB468D">
      <w:pPr>
        <w:spacing w:line="276" w:lineRule="auto"/>
        <w:jc w:val="both"/>
        <w:rPr>
          <w:sz w:val="26"/>
          <w:szCs w:val="26"/>
        </w:rPr>
      </w:pPr>
      <w:r w:rsidRPr="00CD7B6E">
        <w:rPr>
          <w:sz w:val="26"/>
          <w:szCs w:val="26"/>
        </w:rPr>
        <w:t>1.6. Объем бюджетных ассигнований на исполнение публичных нормативных обязательств за 2024 год (приложение № 6);</w:t>
      </w:r>
    </w:p>
    <w:p w:rsidR="00C65509" w:rsidRPr="00CD7B6E" w:rsidRDefault="00C65509" w:rsidP="000E0FBB">
      <w:pPr>
        <w:spacing w:line="276" w:lineRule="auto"/>
        <w:jc w:val="both"/>
        <w:rPr>
          <w:sz w:val="26"/>
          <w:szCs w:val="26"/>
        </w:rPr>
      </w:pPr>
      <w:r w:rsidRPr="00CD7B6E">
        <w:rPr>
          <w:sz w:val="26"/>
          <w:szCs w:val="26"/>
        </w:rPr>
        <w:t>1.7. Распределение бюджетных ассигнований, направленных на реализацию национальных проектов в Тернейском муниципальном округе за 2024 год (приложение № 7).</w:t>
      </w:r>
    </w:p>
    <w:p w:rsidR="00C65509" w:rsidRPr="00CD7B6E" w:rsidRDefault="00C65509" w:rsidP="00FB468D">
      <w:pPr>
        <w:spacing w:line="276" w:lineRule="auto"/>
        <w:jc w:val="both"/>
        <w:rPr>
          <w:sz w:val="26"/>
          <w:szCs w:val="26"/>
        </w:rPr>
      </w:pPr>
      <w:r w:rsidRPr="00CD7B6E">
        <w:rPr>
          <w:sz w:val="26"/>
          <w:szCs w:val="26"/>
        </w:rPr>
        <w:t xml:space="preserve">         2. Утвердить отчет о расходовании средств резервного фонда администрации Тернейского муниципального округа за 2024 год.</w:t>
      </w:r>
    </w:p>
    <w:p w:rsidR="00C65509" w:rsidRPr="00CD7B6E" w:rsidRDefault="00C65509" w:rsidP="00FB468D">
      <w:pPr>
        <w:spacing w:line="276" w:lineRule="auto"/>
        <w:jc w:val="both"/>
        <w:rPr>
          <w:sz w:val="26"/>
          <w:szCs w:val="26"/>
        </w:rPr>
      </w:pPr>
      <w:r w:rsidRPr="00CD7B6E">
        <w:rPr>
          <w:sz w:val="26"/>
          <w:szCs w:val="26"/>
        </w:rPr>
        <w:t xml:space="preserve">         3. МКУ «Хозяйственное управление Тернейского муниципального округа» (Василенко) направить отчет об исполнении бюджета Тернейского муниципального округа за 2024 год в Думу Тернейского муниципального округа и Контрольно-счётную комиссию Тернейского муниципального округа, разместить на официальном сайте и опубликовать в газете «Вестник Тернея».</w:t>
      </w:r>
    </w:p>
    <w:p w:rsidR="00C65509" w:rsidRPr="00CD7B6E" w:rsidRDefault="00C65509" w:rsidP="00FB468D">
      <w:pPr>
        <w:spacing w:line="276" w:lineRule="auto"/>
        <w:jc w:val="both"/>
        <w:rPr>
          <w:sz w:val="26"/>
          <w:szCs w:val="26"/>
        </w:rPr>
      </w:pPr>
      <w:r w:rsidRPr="00CD7B6E">
        <w:rPr>
          <w:sz w:val="26"/>
          <w:szCs w:val="26"/>
        </w:rPr>
        <w:t xml:space="preserve">         4. Настоящее постановление вступает в силу со дня его официального опубликования.</w:t>
      </w:r>
    </w:p>
    <w:p w:rsidR="00C65509" w:rsidRPr="00CD7B6E" w:rsidRDefault="00C65509" w:rsidP="00FB468D">
      <w:pPr>
        <w:spacing w:line="276" w:lineRule="auto"/>
        <w:jc w:val="both"/>
        <w:rPr>
          <w:sz w:val="26"/>
          <w:szCs w:val="26"/>
        </w:rPr>
      </w:pPr>
    </w:p>
    <w:p w:rsidR="00C65509" w:rsidRPr="00CD7B6E" w:rsidRDefault="00C65509" w:rsidP="00FB468D">
      <w:pPr>
        <w:spacing w:line="276" w:lineRule="auto"/>
        <w:jc w:val="both"/>
        <w:rPr>
          <w:sz w:val="26"/>
          <w:szCs w:val="26"/>
        </w:rPr>
      </w:pPr>
    </w:p>
    <w:p w:rsidR="00C65509" w:rsidRPr="00CD7B6E" w:rsidRDefault="00C65509" w:rsidP="00FB468D">
      <w:pPr>
        <w:jc w:val="both"/>
        <w:rPr>
          <w:sz w:val="26"/>
          <w:szCs w:val="26"/>
        </w:rPr>
      </w:pPr>
    </w:p>
    <w:p w:rsidR="00C65509" w:rsidRPr="00CD7B6E" w:rsidRDefault="00C65509" w:rsidP="00FB468D">
      <w:pPr>
        <w:jc w:val="both"/>
        <w:rPr>
          <w:sz w:val="26"/>
          <w:szCs w:val="26"/>
        </w:rPr>
      </w:pPr>
    </w:p>
    <w:p w:rsidR="00C65509" w:rsidRPr="00CD7B6E" w:rsidRDefault="00C65509" w:rsidP="002510ED">
      <w:pPr>
        <w:jc w:val="both"/>
        <w:rPr>
          <w:sz w:val="26"/>
          <w:szCs w:val="26"/>
        </w:rPr>
      </w:pPr>
      <w:r w:rsidRPr="00CD7B6E">
        <w:rPr>
          <w:sz w:val="26"/>
          <w:szCs w:val="26"/>
        </w:rPr>
        <w:t xml:space="preserve">Глава Тернейского муниципального округа                                 С.Н. Наумкин  </w:t>
      </w:r>
    </w:p>
    <w:p w:rsidR="00C65509" w:rsidRPr="00CD7B6E" w:rsidRDefault="00C65509" w:rsidP="002510ED">
      <w:pPr>
        <w:jc w:val="both"/>
        <w:rPr>
          <w:sz w:val="26"/>
          <w:szCs w:val="26"/>
        </w:rPr>
      </w:pPr>
    </w:p>
    <w:p w:rsidR="00C65509" w:rsidRPr="00CD7B6E" w:rsidRDefault="00C65509" w:rsidP="002510ED">
      <w:pPr>
        <w:jc w:val="both"/>
        <w:rPr>
          <w:sz w:val="26"/>
          <w:szCs w:val="26"/>
        </w:rPr>
      </w:pPr>
    </w:p>
    <w:p w:rsidR="00C65509" w:rsidRPr="00CD7B6E" w:rsidRDefault="00C65509" w:rsidP="002510ED">
      <w:pPr>
        <w:jc w:val="both"/>
        <w:rPr>
          <w:sz w:val="26"/>
          <w:szCs w:val="26"/>
        </w:rPr>
      </w:pPr>
    </w:p>
    <w:p w:rsidR="00C65509" w:rsidRPr="00CD7B6E" w:rsidRDefault="00C65509" w:rsidP="002510ED">
      <w:pPr>
        <w:jc w:val="both"/>
        <w:rPr>
          <w:sz w:val="26"/>
          <w:szCs w:val="26"/>
        </w:rPr>
      </w:pPr>
    </w:p>
    <w:p w:rsidR="00C65509" w:rsidRDefault="00C65509" w:rsidP="002510ED">
      <w:pPr>
        <w:jc w:val="both"/>
        <w:rPr>
          <w:sz w:val="20"/>
          <w:szCs w:val="20"/>
        </w:rPr>
      </w:pPr>
    </w:p>
    <w:p w:rsidR="00C65509" w:rsidRDefault="00C65509" w:rsidP="002510ED">
      <w:pPr>
        <w:jc w:val="both"/>
        <w:rPr>
          <w:sz w:val="20"/>
          <w:szCs w:val="20"/>
        </w:rPr>
      </w:pPr>
    </w:p>
    <w:p w:rsidR="00C65509" w:rsidRDefault="00C65509" w:rsidP="002510ED">
      <w:pPr>
        <w:jc w:val="both"/>
        <w:rPr>
          <w:sz w:val="20"/>
          <w:szCs w:val="20"/>
        </w:rPr>
      </w:pPr>
    </w:p>
    <w:p w:rsidR="00C65509" w:rsidRDefault="00C65509" w:rsidP="002510ED">
      <w:pPr>
        <w:jc w:val="both"/>
        <w:rPr>
          <w:sz w:val="20"/>
          <w:szCs w:val="20"/>
        </w:rPr>
      </w:pPr>
    </w:p>
    <w:p w:rsidR="00C65509" w:rsidRDefault="00C65509" w:rsidP="002510ED">
      <w:pPr>
        <w:jc w:val="both"/>
        <w:rPr>
          <w:sz w:val="20"/>
          <w:szCs w:val="20"/>
        </w:rPr>
      </w:pPr>
    </w:p>
    <w:p w:rsidR="00C65509" w:rsidRDefault="00C65509" w:rsidP="002510ED">
      <w:pPr>
        <w:jc w:val="both"/>
        <w:rPr>
          <w:sz w:val="20"/>
          <w:szCs w:val="20"/>
        </w:rPr>
      </w:pPr>
    </w:p>
    <w:p w:rsidR="00C65509" w:rsidRDefault="00C65509" w:rsidP="002510ED">
      <w:pPr>
        <w:jc w:val="both"/>
        <w:rPr>
          <w:sz w:val="20"/>
          <w:szCs w:val="20"/>
        </w:rPr>
      </w:pPr>
    </w:p>
    <w:p w:rsidR="00C65509" w:rsidRDefault="00C65509" w:rsidP="002510ED">
      <w:pPr>
        <w:jc w:val="both"/>
        <w:rPr>
          <w:sz w:val="20"/>
          <w:szCs w:val="20"/>
        </w:rPr>
      </w:pPr>
    </w:p>
    <w:p w:rsidR="00C65509" w:rsidRDefault="00C65509" w:rsidP="002510ED">
      <w:pPr>
        <w:jc w:val="both"/>
        <w:rPr>
          <w:sz w:val="20"/>
          <w:szCs w:val="20"/>
        </w:rPr>
      </w:pPr>
    </w:p>
    <w:p w:rsidR="00C65509" w:rsidRDefault="00C65509" w:rsidP="002510ED">
      <w:pPr>
        <w:jc w:val="both"/>
        <w:rPr>
          <w:sz w:val="20"/>
          <w:szCs w:val="20"/>
        </w:rPr>
      </w:pPr>
    </w:p>
    <w:p w:rsidR="00C65509" w:rsidRDefault="00C65509" w:rsidP="002510ED">
      <w:pPr>
        <w:jc w:val="both"/>
        <w:rPr>
          <w:sz w:val="20"/>
          <w:szCs w:val="20"/>
        </w:rPr>
      </w:pPr>
    </w:p>
    <w:p w:rsidR="00C65509" w:rsidRDefault="00C65509" w:rsidP="002510ED">
      <w:pPr>
        <w:jc w:val="both"/>
        <w:rPr>
          <w:sz w:val="20"/>
          <w:szCs w:val="20"/>
        </w:rPr>
      </w:pPr>
    </w:p>
    <w:p w:rsidR="00C65509" w:rsidRDefault="00C65509" w:rsidP="002510ED">
      <w:pPr>
        <w:jc w:val="both"/>
        <w:rPr>
          <w:sz w:val="20"/>
          <w:szCs w:val="20"/>
        </w:rPr>
      </w:pPr>
    </w:p>
    <w:p w:rsidR="00C65509" w:rsidRPr="001D38F8" w:rsidRDefault="00C65509" w:rsidP="002510ED">
      <w:pPr>
        <w:jc w:val="both"/>
      </w:pPr>
    </w:p>
    <w:p w:rsidR="00C65509" w:rsidRPr="001D38F8" w:rsidRDefault="00C65509" w:rsidP="002510ED">
      <w:pPr>
        <w:jc w:val="both"/>
      </w:pPr>
    </w:p>
    <w:sectPr w:rsidR="00C65509" w:rsidRPr="001D38F8" w:rsidSect="0094514C">
      <w:pgSz w:w="11906" w:h="16838"/>
      <w:pgMar w:top="425" w:right="849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509" w:rsidRDefault="00C65509" w:rsidP="004D2F8C">
      <w:r>
        <w:separator/>
      </w:r>
    </w:p>
  </w:endnote>
  <w:endnote w:type="continuationSeparator" w:id="0">
    <w:p w:rsidR="00C65509" w:rsidRDefault="00C65509" w:rsidP="004D2F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509" w:rsidRDefault="00C65509" w:rsidP="004D2F8C">
      <w:r>
        <w:separator/>
      </w:r>
    </w:p>
  </w:footnote>
  <w:footnote w:type="continuationSeparator" w:id="0">
    <w:p w:rsidR="00C65509" w:rsidRDefault="00C65509" w:rsidP="004D2F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F5FB5"/>
    <w:multiLevelType w:val="hybridMultilevel"/>
    <w:tmpl w:val="FBC2F0DC"/>
    <w:lvl w:ilvl="0" w:tplc="E650250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2D8F73AA"/>
    <w:multiLevelType w:val="hybridMultilevel"/>
    <w:tmpl w:val="F1E8FA48"/>
    <w:lvl w:ilvl="0" w:tplc="6850668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99749024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2" w:tplc="1C2657EA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3" w:tplc="28A23D80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4" w:tplc="D31A391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5" w:tplc="9FF4C18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6" w:tplc="4EC403C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7" w:tplc="4B74F91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8" w:tplc="C83407E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2">
    <w:nsid w:val="31F553AF"/>
    <w:multiLevelType w:val="hybridMultilevel"/>
    <w:tmpl w:val="04F0DC46"/>
    <w:lvl w:ilvl="0" w:tplc="8440EA6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633776CB"/>
    <w:multiLevelType w:val="hybridMultilevel"/>
    <w:tmpl w:val="89DE81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5199"/>
    <w:rsid w:val="0000072B"/>
    <w:rsid w:val="0000096F"/>
    <w:rsid w:val="0000299A"/>
    <w:rsid w:val="0000449E"/>
    <w:rsid w:val="000045F3"/>
    <w:rsid w:val="00005D0D"/>
    <w:rsid w:val="00006D98"/>
    <w:rsid w:val="000078EE"/>
    <w:rsid w:val="000102F0"/>
    <w:rsid w:val="00014E1A"/>
    <w:rsid w:val="00017A7B"/>
    <w:rsid w:val="00020AC3"/>
    <w:rsid w:val="00021F30"/>
    <w:rsid w:val="0002330B"/>
    <w:rsid w:val="00023372"/>
    <w:rsid w:val="00023390"/>
    <w:rsid w:val="0003127A"/>
    <w:rsid w:val="000322A9"/>
    <w:rsid w:val="0003273F"/>
    <w:rsid w:val="00032D71"/>
    <w:rsid w:val="000338D8"/>
    <w:rsid w:val="00034FCE"/>
    <w:rsid w:val="00041C7F"/>
    <w:rsid w:val="0004380D"/>
    <w:rsid w:val="00044B36"/>
    <w:rsid w:val="00044E7D"/>
    <w:rsid w:val="0005011C"/>
    <w:rsid w:val="00050CB0"/>
    <w:rsid w:val="00052524"/>
    <w:rsid w:val="000533A3"/>
    <w:rsid w:val="000534ED"/>
    <w:rsid w:val="000536F1"/>
    <w:rsid w:val="0006200F"/>
    <w:rsid w:val="00062D8D"/>
    <w:rsid w:val="000649AD"/>
    <w:rsid w:val="000650B3"/>
    <w:rsid w:val="00065A3E"/>
    <w:rsid w:val="000675EB"/>
    <w:rsid w:val="00070F6D"/>
    <w:rsid w:val="0007104F"/>
    <w:rsid w:val="00071E20"/>
    <w:rsid w:val="00071E44"/>
    <w:rsid w:val="00072C66"/>
    <w:rsid w:val="00075328"/>
    <w:rsid w:val="000754B6"/>
    <w:rsid w:val="00076DE1"/>
    <w:rsid w:val="00077FE6"/>
    <w:rsid w:val="000801FF"/>
    <w:rsid w:val="0008060E"/>
    <w:rsid w:val="000808D4"/>
    <w:rsid w:val="00081D34"/>
    <w:rsid w:val="000824A2"/>
    <w:rsid w:val="0008442B"/>
    <w:rsid w:val="00084E92"/>
    <w:rsid w:val="00086FD9"/>
    <w:rsid w:val="00092580"/>
    <w:rsid w:val="00093AD9"/>
    <w:rsid w:val="00094033"/>
    <w:rsid w:val="00097A06"/>
    <w:rsid w:val="000A0AFE"/>
    <w:rsid w:val="000A0C06"/>
    <w:rsid w:val="000A2581"/>
    <w:rsid w:val="000A3034"/>
    <w:rsid w:val="000A3CE8"/>
    <w:rsid w:val="000A4215"/>
    <w:rsid w:val="000A5BB8"/>
    <w:rsid w:val="000A70B6"/>
    <w:rsid w:val="000B2692"/>
    <w:rsid w:val="000B2C83"/>
    <w:rsid w:val="000B3249"/>
    <w:rsid w:val="000B347C"/>
    <w:rsid w:val="000B358F"/>
    <w:rsid w:val="000B361D"/>
    <w:rsid w:val="000B5032"/>
    <w:rsid w:val="000B56AE"/>
    <w:rsid w:val="000B7996"/>
    <w:rsid w:val="000C0F02"/>
    <w:rsid w:val="000C109D"/>
    <w:rsid w:val="000C1FBA"/>
    <w:rsid w:val="000C216E"/>
    <w:rsid w:val="000C3F2E"/>
    <w:rsid w:val="000C426E"/>
    <w:rsid w:val="000C5D75"/>
    <w:rsid w:val="000C6B34"/>
    <w:rsid w:val="000C6B3F"/>
    <w:rsid w:val="000D0351"/>
    <w:rsid w:val="000D09A6"/>
    <w:rsid w:val="000D0E84"/>
    <w:rsid w:val="000D0E92"/>
    <w:rsid w:val="000D1F7E"/>
    <w:rsid w:val="000D275B"/>
    <w:rsid w:val="000D3546"/>
    <w:rsid w:val="000D3A7D"/>
    <w:rsid w:val="000D4A48"/>
    <w:rsid w:val="000D5D43"/>
    <w:rsid w:val="000D6B1C"/>
    <w:rsid w:val="000E083D"/>
    <w:rsid w:val="000E0FBB"/>
    <w:rsid w:val="000E236D"/>
    <w:rsid w:val="000E3199"/>
    <w:rsid w:val="000E45ED"/>
    <w:rsid w:val="000E4906"/>
    <w:rsid w:val="000E6808"/>
    <w:rsid w:val="000F1BD8"/>
    <w:rsid w:val="000F3216"/>
    <w:rsid w:val="000F59A8"/>
    <w:rsid w:val="0010058C"/>
    <w:rsid w:val="00103038"/>
    <w:rsid w:val="00106FBD"/>
    <w:rsid w:val="00111605"/>
    <w:rsid w:val="00112B9F"/>
    <w:rsid w:val="00115A6B"/>
    <w:rsid w:val="00115F80"/>
    <w:rsid w:val="001161C9"/>
    <w:rsid w:val="001214FB"/>
    <w:rsid w:val="001222FD"/>
    <w:rsid w:val="00124271"/>
    <w:rsid w:val="00125A75"/>
    <w:rsid w:val="001278B4"/>
    <w:rsid w:val="00130243"/>
    <w:rsid w:val="001305F8"/>
    <w:rsid w:val="0013061F"/>
    <w:rsid w:val="00132B68"/>
    <w:rsid w:val="00133811"/>
    <w:rsid w:val="00134B15"/>
    <w:rsid w:val="00134C61"/>
    <w:rsid w:val="001375AF"/>
    <w:rsid w:val="0013772F"/>
    <w:rsid w:val="00140A17"/>
    <w:rsid w:val="00140BF8"/>
    <w:rsid w:val="00140DE0"/>
    <w:rsid w:val="00143825"/>
    <w:rsid w:val="001466D2"/>
    <w:rsid w:val="00146733"/>
    <w:rsid w:val="00146CEB"/>
    <w:rsid w:val="00146E3B"/>
    <w:rsid w:val="001476AF"/>
    <w:rsid w:val="00147D0F"/>
    <w:rsid w:val="00147E55"/>
    <w:rsid w:val="001512C9"/>
    <w:rsid w:val="001514A0"/>
    <w:rsid w:val="00151725"/>
    <w:rsid w:val="00152F71"/>
    <w:rsid w:val="00153041"/>
    <w:rsid w:val="00154E6A"/>
    <w:rsid w:val="00157EE4"/>
    <w:rsid w:val="00164E94"/>
    <w:rsid w:val="00171192"/>
    <w:rsid w:val="00171D9F"/>
    <w:rsid w:val="00172006"/>
    <w:rsid w:val="001723AB"/>
    <w:rsid w:val="0017482B"/>
    <w:rsid w:val="001752E7"/>
    <w:rsid w:val="00177640"/>
    <w:rsid w:val="001824B6"/>
    <w:rsid w:val="00184407"/>
    <w:rsid w:val="00186CE4"/>
    <w:rsid w:val="00187826"/>
    <w:rsid w:val="00191000"/>
    <w:rsid w:val="0019332C"/>
    <w:rsid w:val="001938F6"/>
    <w:rsid w:val="00193DA6"/>
    <w:rsid w:val="001955EC"/>
    <w:rsid w:val="001960AB"/>
    <w:rsid w:val="001A045D"/>
    <w:rsid w:val="001A097D"/>
    <w:rsid w:val="001A1EB4"/>
    <w:rsid w:val="001B0534"/>
    <w:rsid w:val="001B0E00"/>
    <w:rsid w:val="001B1D9D"/>
    <w:rsid w:val="001B1DA2"/>
    <w:rsid w:val="001B268E"/>
    <w:rsid w:val="001B2696"/>
    <w:rsid w:val="001B2734"/>
    <w:rsid w:val="001B41DC"/>
    <w:rsid w:val="001B428D"/>
    <w:rsid w:val="001B4C08"/>
    <w:rsid w:val="001B6229"/>
    <w:rsid w:val="001B6235"/>
    <w:rsid w:val="001C0C1B"/>
    <w:rsid w:val="001C2C0B"/>
    <w:rsid w:val="001C6EF6"/>
    <w:rsid w:val="001C7013"/>
    <w:rsid w:val="001D13B3"/>
    <w:rsid w:val="001D2397"/>
    <w:rsid w:val="001D2FF2"/>
    <w:rsid w:val="001D32A1"/>
    <w:rsid w:val="001D38F8"/>
    <w:rsid w:val="001D4558"/>
    <w:rsid w:val="001D572D"/>
    <w:rsid w:val="001D66A9"/>
    <w:rsid w:val="001D74CF"/>
    <w:rsid w:val="001D7532"/>
    <w:rsid w:val="001D7811"/>
    <w:rsid w:val="001E2465"/>
    <w:rsid w:val="001E2839"/>
    <w:rsid w:val="001E6B1D"/>
    <w:rsid w:val="001F0FD5"/>
    <w:rsid w:val="001F16DC"/>
    <w:rsid w:val="001F1F6D"/>
    <w:rsid w:val="001F39A3"/>
    <w:rsid w:val="001F45D9"/>
    <w:rsid w:val="001F5007"/>
    <w:rsid w:val="001F5EA2"/>
    <w:rsid w:val="001F65C4"/>
    <w:rsid w:val="001F7375"/>
    <w:rsid w:val="001F7F56"/>
    <w:rsid w:val="0020039E"/>
    <w:rsid w:val="00201354"/>
    <w:rsid w:val="00201E66"/>
    <w:rsid w:val="00203063"/>
    <w:rsid w:val="00203CB8"/>
    <w:rsid w:val="00204BFF"/>
    <w:rsid w:val="00205B26"/>
    <w:rsid w:val="002072F7"/>
    <w:rsid w:val="00207B1C"/>
    <w:rsid w:val="002108A7"/>
    <w:rsid w:val="002117BA"/>
    <w:rsid w:val="00211EC6"/>
    <w:rsid w:val="0021205E"/>
    <w:rsid w:val="00212804"/>
    <w:rsid w:val="00212D32"/>
    <w:rsid w:val="00212F45"/>
    <w:rsid w:val="002149CB"/>
    <w:rsid w:val="00214D6F"/>
    <w:rsid w:val="00214F62"/>
    <w:rsid w:val="0021749F"/>
    <w:rsid w:val="00217DA2"/>
    <w:rsid w:val="002211B2"/>
    <w:rsid w:val="00222151"/>
    <w:rsid w:val="00222178"/>
    <w:rsid w:val="00222ADE"/>
    <w:rsid w:val="00222B40"/>
    <w:rsid w:val="0022531E"/>
    <w:rsid w:val="002264A8"/>
    <w:rsid w:val="002267C1"/>
    <w:rsid w:val="00227D72"/>
    <w:rsid w:val="00230D05"/>
    <w:rsid w:val="0023252F"/>
    <w:rsid w:val="002368BD"/>
    <w:rsid w:val="00237B9C"/>
    <w:rsid w:val="0024030D"/>
    <w:rsid w:val="0024073C"/>
    <w:rsid w:val="0024148D"/>
    <w:rsid w:val="00243691"/>
    <w:rsid w:val="00245FFB"/>
    <w:rsid w:val="0024632E"/>
    <w:rsid w:val="00246667"/>
    <w:rsid w:val="0024780B"/>
    <w:rsid w:val="00247F30"/>
    <w:rsid w:val="002509F4"/>
    <w:rsid w:val="002510ED"/>
    <w:rsid w:val="00251580"/>
    <w:rsid w:val="00252784"/>
    <w:rsid w:val="0025484F"/>
    <w:rsid w:val="00256FAA"/>
    <w:rsid w:val="002605D3"/>
    <w:rsid w:val="002616F3"/>
    <w:rsid w:val="0026290E"/>
    <w:rsid w:val="002641FB"/>
    <w:rsid w:val="0026667D"/>
    <w:rsid w:val="002728AE"/>
    <w:rsid w:val="00274364"/>
    <w:rsid w:val="00277555"/>
    <w:rsid w:val="002813AA"/>
    <w:rsid w:val="00281D4F"/>
    <w:rsid w:val="00282459"/>
    <w:rsid w:val="00282D41"/>
    <w:rsid w:val="00283915"/>
    <w:rsid w:val="00283D69"/>
    <w:rsid w:val="00284F2C"/>
    <w:rsid w:val="0028774B"/>
    <w:rsid w:val="00291D21"/>
    <w:rsid w:val="002937C2"/>
    <w:rsid w:val="00295055"/>
    <w:rsid w:val="00295AB5"/>
    <w:rsid w:val="0029665C"/>
    <w:rsid w:val="00296DDD"/>
    <w:rsid w:val="002A1D54"/>
    <w:rsid w:val="002A2A30"/>
    <w:rsid w:val="002A33A6"/>
    <w:rsid w:val="002A5263"/>
    <w:rsid w:val="002B12FC"/>
    <w:rsid w:val="002B1DD3"/>
    <w:rsid w:val="002B1E9F"/>
    <w:rsid w:val="002B392D"/>
    <w:rsid w:val="002B4034"/>
    <w:rsid w:val="002B48BF"/>
    <w:rsid w:val="002B6279"/>
    <w:rsid w:val="002B7379"/>
    <w:rsid w:val="002B7852"/>
    <w:rsid w:val="002C0FD4"/>
    <w:rsid w:val="002C1121"/>
    <w:rsid w:val="002C3BCF"/>
    <w:rsid w:val="002C516E"/>
    <w:rsid w:val="002C538A"/>
    <w:rsid w:val="002C764C"/>
    <w:rsid w:val="002C7721"/>
    <w:rsid w:val="002D2612"/>
    <w:rsid w:val="002D34CB"/>
    <w:rsid w:val="002D38BB"/>
    <w:rsid w:val="002D456A"/>
    <w:rsid w:val="002D5270"/>
    <w:rsid w:val="002D5875"/>
    <w:rsid w:val="002D61F3"/>
    <w:rsid w:val="002D73E9"/>
    <w:rsid w:val="002D74AB"/>
    <w:rsid w:val="002E1C4E"/>
    <w:rsid w:val="002E30CD"/>
    <w:rsid w:val="002E3A33"/>
    <w:rsid w:val="002E5307"/>
    <w:rsid w:val="002E5613"/>
    <w:rsid w:val="002E5E38"/>
    <w:rsid w:val="002E7D94"/>
    <w:rsid w:val="002F0FBF"/>
    <w:rsid w:val="002F2CE2"/>
    <w:rsid w:val="002F3B07"/>
    <w:rsid w:val="002F3C13"/>
    <w:rsid w:val="002F5405"/>
    <w:rsid w:val="002F57F2"/>
    <w:rsid w:val="002F5C6D"/>
    <w:rsid w:val="002F5D19"/>
    <w:rsid w:val="002F669E"/>
    <w:rsid w:val="002F6E02"/>
    <w:rsid w:val="00300520"/>
    <w:rsid w:val="003028C1"/>
    <w:rsid w:val="00302C0B"/>
    <w:rsid w:val="003038B1"/>
    <w:rsid w:val="00303B2F"/>
    <w:rsid w:val="00304981"/>
    <w:rsid w:val="00304B3D"/>
    <w:rsid w:val="00306686"/>
    <w:rsid w:val="00311DD8"/>
    <w:rsid w:val="00313020"/>
    <w:rsid w:val="00314131"/>
    <w:rsid w:val="003149B2"/>
    <w:rsid w:val="003158B1"/>
    <w:rsid w:val="00316F6F"/>
    <w:rsid w:val="00320671"/>
    <w:rsid w:val="00321A9B"/>
    <w:rsid w:val="00321FD1"/>
    <w:rsid w:val="00322625"/>
    <w:rsid w:val="003236FE"/>
    <w:rsid w:val="0032518C"/>
    <w:rsid w:val="00330B54"/>
    <w:rsid w:val="003327D2"/>
    <w:rsid w:val="00334178"/>
    <w:rsid w:val="0033509D"/>
    <w:rsid w:val="00335B48"/>
    <w:rsid w:val="003360EB"/>
    <w:rsid w:val="003361FD"/>
    <w:rsid w:val="0033682F"/>
    <w:rsid w:val="00337A58"/>
    <w:rsid w:val="00345199"/>
    <w:rsid w:val="00346625"/>
    <w:rsid w:val="00346BD8"/>
    <w:rsid w:val="00347781"/>
    <w:rsid w:val="00350382"/>
    <w:rsid w:val="0035448B"/>
    <w:rsid w:val="003566D4"/>
    <w:rsid w:val="00356B82"/>
    <w:rsid w:val="00362083"/>
    <w:rsid w:val="00371D8C"/>
    <w:rsid w:val="00374488"/>
    <w:rsid w:val="003753D4"/>
    <w:rsid w:val="00375AFF"/>
    <w:rsid w:val="00376131"/>
    <w:rsid w:val="0037780C"/>
    <w:rsid w:val="00380E7F"/>
    <w:rsid w:val="00381E7D"/>
    <w:rsid w:val="00382DFB"/>
    <w:rsid w:val="00382E97"/>
    <w:rsid w:val="00385661"/>
    <w:rsid w:val="00386A9A"/>
    <w:rsid w:val="003872E1"/>
    <w:rsid w:val="00390D2D"/>
    <w:rsid w:val="00390F42"/>
    <w:rsid w:val="00392D07"/>
    <w:rsid w:val="00392FF7"/>
    <w:rsid w:val="0039446E"/>
    <w:rsid w:val="00394BEC"/>
    <w:rsid w:val="003963F6"/>
    <w:rsid w:val="00396574"/>
    <w:rsid w:val="003A017A"/>
    <w:rsid w:val="003A1421"/>
    <w:rsid w:val="003A1EB0"/>
    <w:rsid w:val="003A20AF"/>
    <w:rsid w:val="003A23D8"/>
    <w:rsid w:val="003A2E72"/>
    <w:rsid w:val="003A5E77"/>
    <w:rsid w:val="003A79DB"/>
    <w:rsid w:val="003B011E"/>
    <w:rsid w:val="003B03BD"/>
    <w:rsid w:val="003B1858"/>
    <w:rsid w:val="003B1B95"/>
    <w:rsid w:val="003B1E1E"/>
    <w:rsid w:val="003B48E1"/>
    <w:rsid w:val="003B59DE"/>
    <w:rsid w:val="003B6D10"/>
    <w:rsid w:val="003B729A"/>
    <w:rsid w:val="003B7643"/>
    <w:rsid w:val="003C6358"/>
    <w:rsid w:val="003C669E"/>
    <w:rsid w:val="003C7173"/>
    <w:rsid w:val="003C7A9A"/>
    <w:rsid w:val="003D19C3"/>
    <w:rsid w:val="003D3516"/>
    <w:rsid w:val="003D4892"/>
    <w:rsid w:val="003D58A2"/>
    <w:rsid w:val="003D5BCA"/>
    <w:rsid w:val="003D6112"/>
    <w:rsid w:val="003D7950"/>
    <w:rsid w:val="003E3B3C"/>
    <w:rsid w:val="003E7AA4"/>
    <w:rsid w:val="003E7F47"/>
    <w:rsid w:val="003F0218"/>
    <w:rsid w:val="003F0248"/>
    <w:rsid w:val="003F0666"/>
    <w:rsid w:val="003F0C02"/>
    <w:rsid w:val="003F3CF2"/>
    <w:rsid w:val="003F4C30"/>
    <w:rsid w:val="00400AEF"/>
    <w:rsid w:val="00400DEB"/>
    <w:rsid w:val="0040189B"/>
    <w:rsid w:val="00401FB4"/>
    <w:rsid w:val="00401FFA"/>
    <w:rsid w:val="00404109"/>
    <w:rsid w:val="00404825"/>
    <w:rsid w:val="00404950"/>
    <w:rsid w:val="00405E66"/>
    <w:rsid w:val="00406E23"/>
    <w:rsid w:val="00407D9F"/>
    <w:rsid w:val="00410EF0"/>
    <w:rsid w:val="00411CDE"/>
    <w:rsid w:val="00412EB9"/>
    <w:rsid w:val="00413CD4"/>
    <w:rsid w:val="0041583E"/>
    <w:rsid w:val="00415C85"/>
    <w:rsid w:val="00416649"/>
    <w:rsid w:val="00417155"/>
    <w:rsid w:val="00420319"/>
    <w:rsid w:val="00420594"/>
    <w:rsid w:val="00421E2F"/>
    <w:rsid w:val="00422372"/>
    <w:rsid w:val="00425528"/>
    <w:rsid w:val="00426B55"/>
    <w:rsid w:val="00426C84"/>
    <w:rsid w:val="00427462"/>
    <w:rsid w:val="0042748E"/>
    <w:rsid w:val="00431798"/>
    <w:rsid w:val="00431CD3"/>
    <w:rsid w:val="004333A2"/>
    <w:rsid w:val="0043414E"/>
    <w:rsid w:val="00434F37"/>
    <w:rsid w:val="004356CC"/>
    <w:rsid w:val="00435B2C"/>
    <w:rsid w:val="00436EBE"/>
    <w:rsid w:val="0043791F"/>
    <w:rsid w:val="00441186"/>
    <w:rsid w:val="00442CF7"/>
    <w:rsid w:val="004460FB"/>
    <w:rsid w:val="00446387"/>
    <w:rsid w:val="004477D4"/>
    <w:rsid w:val="00453C79"/>
    <w:rsid w:val="004540C4"/>
    <w:rsid w:val="00455CF3"/>
    <w:rsid w:val="00457B2A"/>
    <w:rsid w:val="0046038B"/>
    <w:rsid w:val="00460F91"/>
    <w:rsid w:val="0046250B"/>
    <w:rsid w:val="00462CAC"/>
    <w:rsid w:val="00464406"/>
    <w:rsid w:val="00473B1F"/>
    <w:rsid w:val="00473D30"/>
    <w:rsid w:val="00474BC9"/>
    <w:rsid w:val="00474E9A"/>
    <w:rsid w:val="00476641"/>
    <w:rsid w:val="0047683D"/>
    <w:rsid w:val="00476C90"/>
    <w:rsid w:val="00481133"/>
    <w:rsid w:val="00481AC7"/>
    <w:rsid w:val="00482977"/>
    <w:rsid w:val="00482BB3"/>
    <w:rsid w:val="00483BE8"/>
    <w:rsid w:val="00484C0F"/>
    <w:rsid w:val="00485C85"/>
    <w:rsid w:val="00486129"/>
    <w:rsid w:val="004875C4"/>
    <w:rsid w:val="004876F1"/>
    <w:rsid w:val="00487AD4"/>
    <w:rsid w:val="00491769"/>
    <w:rsid w:val="00491D31"/>
    <w:rsid w:val="004921BB"/>
    <w:rsid w:val="00496844"/>
    <w:rsid w:val="004A254A"/>
    <w:rsid w:val="004A398E"/>
    <w:rsid w:val="004A3FC9"/>
    <w:rsid w:val="004A55B9"/>
    <w:rsid w:val="004A5D2F"/>
    <w:rsid w:val="004A601E"/>
    <w:rsid w:val="004A7639"/>
    <w:rsid w:val="004B04EA"/>
    <w:rsid w:val="004B30E3"/>
    <w:rsid w:val="004B582A"/>
    <w:rsid w:val="004B648C"/>
    <w:rsid w:val="004B662D"/>
    <w:rsid w:val="004B71BF"/>
    <w:rsid w:val="004B7381"/>
    <w:rsid w:val="004C1640"/>
    <w:rsid w:val="004C3F24"/>
    <w:rsid w:val="004C46FA"/>
    <w:rsid w:val="004C528F"/>
    <w:rsid w:val="004C69E8"/>
    <w:rsid w:val="004D0350"/>
    <w:rsid w:val="004D2F8C"/>
    <w:rsid w:val="004D3997"/>
    <w:rsid w:val="004D4038"/>
    <w:rsid w:val="004D46A3"/>
    <w:rsid w:val="004D56C6"/>
    <w:rsid w:val="004E15FB"/>
    <w:rsid w:val="004E2AD8"/>
    <w:rsid w:val="004E359E"/>
    <w:rsid w:val="004E3ECE"/>
    <w:rsid w:val="004E4170"/>
    <w:rsid w:val="004E4CDC"/>
    <w:rsid w:val="004E5265"/>
    <w:rsid w:val="004E6486"/>
    <w:rsid w:val="004E64A6"/>
    <w:rsid w:val="004E6BF9"/>
    <w:rsid w:val="004E73E0"/>
    <w:rsid w:val="004E7BED"/>
    <w:rsid w:val="004F0AF9"/>
    <w:rsid w:val="004F1061"/>
    <w:rsid w:val="004F12D4"/>
    <w:rsid w:val="004F3D35"/>
    <w:rsid w:val="004F6D06"/>
    <w:rsid w:val="004F6FD9"/>
    <w:rsid w:val="00500441"/>
    <w:rsid w:val="005032B3"/>
    <w:rsid w:val="00505233"/>
    <w:rsid w:val="00505A70"/>
    <w:rsid w:val="00511A74"/>
    <w:rsid w:val="005126A4"/>
    <w:rsid w:val="00512AFC"/>
    <w:rsid w:val="005134CF"/>
    <w:rsid w:val="00516AF3"/>
    <w:rsid w:val="00517B71"/>
    <w:rsid w:val="00517BD8"/>
    <w:rsid w:val="00521BD0"/>
    <w:rsid w:val="00522388"/>
    <w:rsid w:val="005270A4"/>
    <w:rsid w:val="00530128"/>
    <w:rsid w:val="00534248"/>
    <w:rsid w:val="00542114"/>
    <w:rsid w:val="00543991"/>
    <w:rsid w:val="00543B05"/>
    <w:rsid w:val="00544BE5"/>
    <w:rsid w:val="00547849"/>
    <w:rsid w:val="00547FC5"/>
    <w:rsid w:val="00551FD5"/>
    <w:rsid w:val="00553031"/>
    <w:rsid w:val="005532D8"/>
    <w:rsid w:val="00553B8C"/>
    <w:rsid w:val="00554517"/>
    <w:rsid w:val="0055579C"/>
    <w:rsid w:val="0055640C"/>
    <w:rsid w:val="00557852"/>
    <w:rsid w:val="00561DDA"/>
    <w:rsid w:val="00562A2D"/>
    <w:rsid w:val="00563580"/>
    <w:rsid w:val="00563F99"/>
    <w:rsid w:val="005647DB"/>
    <w:rsid w:val="005661B0"/>
    <w:rsid w:val="00567488"/>
    <w:rsid w:val="005675CC"/>
    <w:rsid w:val="00570A5B"/>
    <w:rsid w:val="0057182D"/>
    <w:rsid w:val="00572B84"/>
    <w:rsid w:val="00573292"/>
    <w:rsid w:val="005735EE"/>
    <w:rsid w:val="00575C5E"/>
    <w:rsid w:val="0057605A"/>
    <w:rsid w:val="00576843"/>
    <w:rsid w:val="005776BD"/>
    <w:rsid w:val="00577FB4"/>
    <w:rsid w:val="00580069"/>
    <w:rsid w:val="005800B3"/>
    <w:rsid w:val="00581A18"/>
    <w:rsid w:val="00584295"/>
    <w:rsid w:val="00586509"/>
    <w:rsid w:val="00586B82"/>
    <w:rsid w:val="00587453"/>
    <w:rsid w:val="0058769C"/>
    <w:rsid w:val="00587E2A"/>
    <w:rsid w:val="00593A58"/>
    <w:rsid w:val="00595BEE"/>
    <w:rsid w:val="005A0B8E"/>
    <w:rsid w:val="005A1FC9"/>
    <w:rsid w:val="005A2363"/>
    <w:rsid w:val="005A29F0"/>
    <w:rsid w:val="005A4A96"/>
    <w:rsid w:val="005B1226"/>
    <w:rsid w:val="005B1B36"/>
    <w:rsid w:val="005B2275"/>
    <w:rsid w:val="005B3BC4"/>
    <w:rsid w:val="005B5923"/>
    <w:rsid w:val="005B609C"/>
    <w:rsid w:val="005B6426"/>
    <w:rsid w:val="005B72D7"/>
    <w:rsid w:val="005C2C3C"/>
    <w:rsid w:val="005C4341"/>
    <w:rsid w:val="005C4F17"/>
    <w:rsid w:val="005C54BB"/>
    <w:rsid w:val="005C6101"/>
    <w:rsid w:val="005C665B"/>
    <w:rsid w:val="005D2D17"/>
    <w:rsid w:val="005D4721"/>
    <w:rsid w:val="005E12E2"/>
    <w:rsid w:val="005E1BA0"/>
    <w:rsid w:val="005E6E52"/>
    <w:rsid w:val="005E7098"/>
    <w:rsid w:val="005E7A45"/>
    <w:rsid w:val="005E7A84"/>
    <w:rsid w:val="005F03EE"/>
    <w:rsid w:val="005F08C1"/>
    <w:rsid w:val="005F0F62"/>
    <w:rsid w:val="005F298F"/>
    <w:rsid w:val="005F334A"/>
    <w:rsid w:val="005F4C8D"/>
    <w:rsid w:val="005F719B"/>
    <w:rsid w:val="006009E2"/>
    <w:rsid w:val="00600FCE"/>
    <w:rsid w:val="006018BE"/>
    <w:rsid w:val="006024E6"/>
    <w:rsid w:val="00602D85"/>
    <w:rsid w:val="00603CBC"/>
    <w:rsid w:val="006121D9"/>
    <w:rsid w:val="00612682"/>
    <w:rsid w:val="00613792"/>
    <w:rsid w:val="006218A2"/>
    <w:rsid w:val="006237E0"/>
    <w:rsid w:val="00624C0B"/>
    <w:rsid w:val="00625BA6"/>
    <w:rsid w:val="0062615F"/>
    <w:rsid w:val="006275C8"/>
    <w:rsid w:val="00627FC9"/>
    <w:rsid w:val="0063030A"/>
    <w:rsid w:val="006309DB"/>
    <w:rsid w:val="00634304"/>
    <w:rsid w:val="00634725"/>
    <w:rsid w:val="00634CDE"/>
    <w:rsid w:val="00636026"/>
    <w:rsid w:val="0063637F"/>
    <w:rsid w:val="00636C61"/>
    <w:rsid w:val="006400E7"/>
    <w:rsid w:val="006406A7"/>
    <w:rsid w:val="00640A66"/>
    <w:rsid w:val="0064107C"/>
    <w:rsid w:val="00641544"/>
    <w:rsid w:val="00641F05"/>
    <w:rsid w:val="00642BE4"/>
    <w:rsid w:val="00642D33"/>
    <w:rsid w:val="006437B1"/>
    <w:rsid w:val="0064395D"/>
    <w:rsid w:val="00644C05"/>
    <w:rsid w:val="00644D11"/>
    <w:rsid w:val="00646689"/>
    <w:rsid w:val="00646765"/>
    <w:rsid w:val="00651A5D"/>
    <w:rsid w:val="00651F51"/>
    <w:rsid w:val="00653C39"/>
    <w:rsid w:val="00655168"/>
    <w:rsid w:val="00656081"/>
    <w:rsid w:val="006569E0"/>
    <w:rsid w:val="006573F1"/>
    <w:rsid w:val="006607BB"/>
    <w:rsid w:val="00664FB6"/>
    <w:rsid w:val="006658C5"/>
    <w:rsid w:val="00666701"/>
    <w:rsid w:val="00666EC5"/>
    <w:rsid w:val="00670573"/>
    <w:rsid w:val="00670A7E"/>
    <w:rsid w:val="006719B7"/>
    <w:rsid w:val="00671E62"/>
    <w:rsid w:val="00672BA2"/>
    <w:rsid w:val="00675304"/>
    <w:rsid w:val="006809F6"/>
    <w:rsid w:val="00680C11"/>
    <w:rsid w:val="0068213F"/>
    <w:rsid w:val="00684038"/>
    <w:rsid w:val="0069006D"/>
    <w:rsid w:val="0069015F"/>
    <w:rsid w:val="006925F4"/>
    <w:rsid w:val="00694EF7"/>
    <w:rsid w:val="00697250"/>
    <w:rsid w:val="00697958"/>
    <w:rsid w:val="006A2F2E"/>
    <w:rsid w:val="006A4626"/>
    <w:rsid w:val="006A6130"/>
    <w:rsid w:val="006A6D73"/>
    <w:rsid w:val="006A6F43"/>
    <w:rsid w:val="006B1FC5"/>
    <w:rsid w:val="006C08BD"/>
    <w:rsid w:val="006C188B"/>
    <w:rsid w:val="006C1D2E"/>
    <w:rsid w:val="006C2397"/>
    <w:rsid w:val="006C272A"/>
    <w:rsid w:val="006C7CF7"/>
    <w:rsid w:val="006D09D7"/>
    <w:rsid w:val="006D0FC1"/>
    <w:rsid w:val="006D1032"/>
    <w:rsid w:val="006D14FA"/>
    <w:rsid w:val="006D2EDE"/>
    <w:rsid w:val="006D4E87"/>
    <w:rsid w:val="006D71B5"/>
    <w:rsid w:val="006D74FA"/>
    <w:rsid w:val="006E0D79"/>
    <w:rsid w:val="006E0D8E"/>
    <w:rsid w:val="006E1D1A"/>
    <w:rsid w:val="006E23DF"/>
    <w:rsid w:val="006E37BF"/>
    <w:rsid w:val="006E3976"/>
    <w:rsid w:val="006E5593"/>
    <w:rsid w:val="006E6D03"/>
    <w:rsid w:val="006F03DA"/>
    <w:rsid w:val="006F0F70"/>
    <w:rsid w:val="006F466E"/>
    <w:rsid w:val="006F5B08"/>
    <w:rsid w:val="006F636C"/>
    <w:rsid w:val="00700282"/>
    <w:rsid w:val="007007B2"/>
    <w:rsid w:val="00700B3C"/>
    <w:rsid w:val="0070205B"/>
    <w:rsid w:val="00702075"/>
    <w:rsid w:val="00702582"/>
    <w:rsid w:val="00702C69"/>
    <w:rsid w:val="00703457"/>
    <w:rsid w:val="00704E29"/>
    <w:rsid w:val="00705075"/>
    <w:rsid w:val="00705256"/>
    <w:rsid w:val="00705E84"/>
    <w:rsid w:val="007067E2"/>
    <w:rsid w:val="00711454"/>
    <w:rsid w:val="007114C1"/>
    <w:rsid w:val="00711874"/>
    <w:rsid w:val="00713792"/>
    <w:rsid w:val="007163F1"/>
    <w:rsid w:val="00720269"/>
    <w:rsid w:val="00720B57"/>
    <w:rsid w:val="007215E2"/>
    <w:rsid w:val="00722D0E"/>
    <w:rsid w:val="00723E07"/>
    <w:rsid w:val="00724059"/>
    <w:rsid w:val="00725F3C"/>
    <w:rsid w:val="00727F89"/>
    <w:rsid w:val="00730A14"/>
    <w:rsid w:val="00731E29"/>
    <w:rsid w:val="007361BC"/>
    <w:rsid w:val="00740732"/>
    <w:rsid w:val="007415E5"/>
    <w:rsid w:val="00742184"/>
    <w:rsid w:val="0074367B"/>
    <w:rsid w:val="00743FFC"/>
    <w:rsid w:val="00744F38"/>
    <w:rsid w:val="00745C80"/>
    <w:rsid w:val="007460DC"/>
    <w:rsid w:val="00751FF4"/>
    <w:rsid w:val="007520C3"/>
    <w:rsid w:val="00752BA2"/>
    <w:rsid w:val="00753E76"/>
    <w:rsid w:val="00753F66"/>
    <w:rsid w:val="007612C5"/>
    <w:rsid w:val="00764159"/>
    <w:rsid w:val="0076629A"/>
    <w:rsid w:val="007662F0"/>
    <w:rsid w:val="00767764"/>
    <w:rsid w:val="00770366"/>
    <w:rsid w:val="00770E22"/>
    <w:rsid w:val="007730FB"/>
    <w:rsid w:val="007741AB"/>
    <w:rsid w:val="00774E57"/>
    <w:rsid w:val="00775314"/>
    <w:rsid w:val="007766E9"/>
    <w:rsid w:val="00776A73"/>
    <w:rsid w:val="00780547"/>
    <w:rsid w:val="00781909"/>
    <w:rsid w:val="00781B4A"/>
    <w:rsid w:val="00781EEB"/>
    <w:rsid w:val="00786DAA"/>
    <w:rsid w:val="00796A82"/>
    <w:rsid w:val="007A08E8"/>
    <w:rsid w:val="007A145F"/>
    <w:rsid w:val="007A2C56"/>
    <w:rsid w:val="007A5316"/>
    <w:rsid w:val="007A5F13"/>
    <w:rsid w:val="007A7709"/>
    <w:rsid w:val="007B0435"/>
    <w:rsid w:val="007B2A97"/>
    <w:rsid w:val="007B4241"/>
    <w:rsid w:val="007B447B"/>
    <w:rsid w:val="007B487E"/>
    <w:rsid w:val="007B67ED"/>
    <w:rsid w:val="007B7A8E"/>
    <w:rsid w:val="007B7C1C"/>
    <w:rsid w:val="007C1B53"/>
    <w:rsid w:val="007C2A27"/>
    <w:rsid w:val="007C34C9"/>
    <w:rsid w:val="007C3E0B"/>
    <w:rsid w:val="007C469E"/>
    <w:rsid w:val="007D0F61"/>
    <w:rsid w:val="007D2B80"/>
    <w:rsid w:val="007D30E8"/>
    <w:rsid w:val="007D4331"/>
    <w:rsid w:val="007D4FF0"/>
    <w:rsid w:val="007D53FB"/>
    <w:rsid w:val="007D553C"/>
    <w:rsid w:val="007D5D8E"/>
    <w:rsid w:val="007D6058"/>
    <w:rsid w:val="007D65E1"/>
    <w:rsid w:val="007D6B0D"/>
    <w:rsid w:val="007D6CA8"/>
    <w:rsid w:val="007E0F92"/>
    <w:rsid w:val="007E1351"/>
    <w:rsid w:val="007E1B88"/>
    <w:rsid w:val="007E3B03"/>
    <w:rsid w:val="007E6139"/>
    <w:rsid w:val="007E7956"/>
    <w:rsid w:val="007E7E35"/>
    <w:rsid w:val="007F1409"/>
    <w:rsid w:val="007F2CB3"/>
    <w:rsid w:val="007F5798"/>
    <w:rsid w:val="008009CE"/>
    <w:rsid w:val="008041EE"/>
    <w:rsid w:val="00805312"/>
    <w:rsid w:val="0080757A"/>
    <w:rsid w:val="00807C73"/>
    <w:rsid w:val="0081024E"/>
    <w:rsid w:val="0081303C"/>
    <w:rsid w:val="00813096"/>
    <w:rsid w:val="00813CFD"/>
    <w:rsid w:val="0081438A"/>
    <w:rsid w:val="00814F84"/>
    <w:rsid w:val="008175AA"/>
    <w:rsid w:val="00820466"/>
    <w:rsid w:val="00825A73"/>
    <w:rsid w:val="00826E0F"/>
    <w:rsid w:val="00827890"/>
    <w:rsid w:val="008330B6"/>
    <w:rsid w:val="008343D9"/>
    <w:rsid w:val="008346CA"/>
    <w:rsid w:val="00834C6E"/>
    <w:rsid w:val="008356EF"/>
    <w:rsid w:val="008357B9"/>
    <w:rsid w:val="008361C3"/>
    <w:rsid w:val="00837FAE"/>
    <w:rsid w:val="00840269"/>
    <w:rsid w:val="00840379"/>
    <w:rsid w:val="00841655"/>
    <w:rsid w:val="0084269A"/>
    <w:rsid w:val="008433A0"/>
    <w:rsid w:val="00847E7C"/>
    <w:rsid w:val="008500E6"/>
    <w:rsid w:val="008528E3"/>
    <w:rsid w:val="008536C8"/>
    <w:rsid w:val="0085678C"/>
    <w:rsid w:val="00861680"/>
    <w:rsid w:val="0086218E"/>
    <w:rsid w:val="008640BD"/>
    <w:rsid w:val="00865D6F"/>
    <w:rsid w:val="0086681E"/>
    <w:rsid w:val="008673C0"/>
    <w:rsid w:val="008678EA"/>
    <w:rsid w:val="00870DDC"/>
    <w:rsid w:val="00870E16"/>
    <w:rsid w:val="008739DF"/>
    <w:rsid w:val="00874888"/>
    <w:rsid w:val="008756E9"/>
    <w:rsid w:val="00877D4F"/>
    <w:rsid w:val="00877D64"/>
    <w:rsid w:val="008806F6"/>
    <w:rsid w:val="00883481"/>
    <w:rsid w:val="0088359F"/>
    <w:rsid w:val="00883C0C"/>
    <w:rsid w:val="0088514B"/>
    <w:rsid w:val="0089109C"/>
    <w:rsid w:val="0089672A"/>
    <w:rsid w:val="0089703C"/>
    <w:rsid w:val="0089727B"/>
    <w:rsid w:val="00897A17"/>
    <w:rsid w:val="008A03CF"/>
    <w:rsid w:val="008A0B40"/>
    <w:rsid w:val="008A28F9"/>
    <w:rsid w:val="008A3286"/>
    <w:rsid w:val="008A418C"/>
    <w:rsid w:val="008A7052"/>
    <w:rsid w:val="008A7CF6"/>
    <w:rsid w:val="008A7DA7"/>
    <w:rsid w:val="008B1864"/>
    <w:rsid w:val="008B18D5"/>
    <w:rsid w:val="008B199D"/>
    <w:rsid w:val="008B3268"/>
    <w:rsid w:val="008B5FBF"/>
    <w:rsid w:val="008C053E"/>
    <w:rsid w:val="008C05C3"/>
    <w:rsid w:val="008C13C3"/>
    <w:rsid w:val="008C1F1D"/>
    <w:rsid w:val="008C4937"/>
    <w:rsid w:val="008C5ADC"/>
    <w:rsid w:val="008C6144"/>
    <w:rsid w:val="008C633D"/>
    <w:rsid w:val="008C662E"/>
    <w:rsid w:val="008C7002"/>
    <w:rsid w:val="008C7393"/>
    <w:rsid w:val="008C7DD5"/>
    <w:rsid w:val="008D0870"/>
    <w:rsid w:val="008D2463"/>
    <w:rsid w:val="008D34F4"/>
    <w:rsid w:val="008D37C1"/>
    <w:rsid w:val="008E125C"/>
    <w:rsid w:val="008E1D9D"/>
    <w:rsid w:val="008E2AD9"/>
    <w:rsid w:val="008E3A42"/>
    <w:rsid w:val="008E4479"/>
    <w:rsid w:val="008E4577"/>
    <w:rsid w:val="008E4752"/>
    <w:rsid w:val="008E6025"/>
    <w:rsid w:val="008E7DEF"/>
    <w:rsid w:val="008F4A5E"/>
    <w:rsid w:val="008F51F0"/>
    <w:rsid w:val="008F61F4"/>
    <w:rsid w:val="008F7B65"/>
    <w:rsid w:val="008F7E0D"/>
    <w:rsid w:val="009006A2"/>
    <w:rsid w:val="00903678"/>
    <w:rsid w:val="00903D48"/>
    <w:rsid w:val="009043AB"/>
    <w:rsid w:val="00904C21"/>
    <w:rsid w:val="00905147"/>
    <w:rsid w:val="00905A4B"/>
    <w:rsid w:val="0090786F"/>
    <w:rsid w:val="00910E02"/>
    <w:rsid w:val="00911305"/>
    <w:rsid w:val="0091514D"/>
    <w:rsid w:val="00916EEC"/>
    <w:rsid w:val="00917385"/>
    <w:rsid w:val="0092057F"/>
    <w:rsid w:val="00921B5C"/>
    <w:rsid w:val="00922B0A"/>
    <w:rsid w:val="0092387B"/>
    <w:rsid w:val="009253DD"/>
    <w:rsid w:val="00925A0B"/>
    <w:rsid w:val="00930551"/>
    <w:rsid w:val="00933274"/>
    <w:rsid w:val="009358C9"/>
    <w:rsid w:val="009362E5"/>
    <w:rsid w:val="009366CE"/>
    <w:rsid w:val="009376D3"/>
    <w:rsid w:val="00940424"/>
    <w:rsid w:val="00941244"/>
    <w:rsid w:val="00941F38"/>
    <w:rsid w:val="00942874"/>
    <w:rsid w:val="00944012"/>
    <w:rsid w:val="0094514C"/>
    <w:rsid w:val="0094624B"/>
    <w:rsid w:val="00950D3B"/>
    <w:rsid w:val="0095244A"/>
    <w:rsid w:val="009546FE"/>
    <w:rsid w:val="009616EC"/>
    <w:rsid w:val="00962C9E"/>
    <w:rsid w:val="00963284"/>
    <w:rsid w:val="009645D8"/>
    <w:rsid w:val="0096672F"/>
    <w:rsid w:val="00966C9D"/>
    <w:rsid w:val="00967B01"/>
    <w:rsid w:val="00967E1D"/>
    <w:rsid w:val="009700B5"/>
    <w:rsid w:val="009704C0"/>
    <w:rsid w:val="00971EBE"/>
    <w:rsid w:val="00972006"/>
    <w:rsid w:val="00972322"/>
    <w:rsid w:val="00973474"/>
    <w:rsid w:val="00974678"/>
    <w:rsid w:val="00974B61"/>
    <w:rsid w:val="00976221"/>
    <w:rsid w:val="00976DB4"/>
    <w:rsid w:val="0097760D"/>
    <w:rsid w:val="009807BF"/>
    <w:rsid w:val="0098080F"/>
    <w:rsid w:val="00982F35"/>
    <w:rsid w:val="009855A0"/>
    <w:rsid w:val="00990A3E"/>
    <w:rsid w:val="00992677"/>
    <w:rsid w:val="00992F49"/>
    <w:rsid w:val="0099400E"/>
    <w:rsid w:val="0099757A"/>
    <w:rsid w:val="009A01B3"/>
    <w:rsid w:val="009A1B1C"/>
    <w:rsid w:val="009A2C86"/>
    <w:rsid w:val="009A6D62"/>
    <w:rsid w:val="009A7097"/>
    <w:rsid w:val="009A7BF0"/>
    <w:rsid w:val="009B06A4"/>
    <w:rsid w:val="009B4925"/>
    <w:rsid w:val="009C15B3"/>
    <w:rsid w:val="009C387F"/>
    <w:rsid w:val="009C61DF"/>
    <w:rsid w:val="009C6D7A"/>
    <w:rsid w:val="009C75D8"/>
    <w:rsid w:val="009C7ADB"/>
    <w:rsid w:val="009D189C"/>
    <w:rsid w:val="009D1FA1"/>
    <w:rsid w:val="009D589F"/>
    <w:rsid w:val="009D7C8F"/>
    <w:rsid w:val="009E389A"/>
    <w:rsid w:val="009E5823"/>
    <w:rsid w:val="009E661C"/>
    <w:rsid w:val="009E6980"/>
    <w:rsid w:val="009E760B"/>
    <w:rsid w:val="009F32B7"/>
    <w:rsid w:val="009F409D"/>
    <w:rsid w:val="009F4E21"/>
    <w:rsid w:val="009F5559"/>
    <w:rsid w:val="009F64BA"/>
    <w:rsid w:val="009F68B7"/>
    <w:rsid w:val="009F74F1"/>
    <w:rsid w:val="00A00BAC"/>
    <w:rsid w:val="00A0267F"/>
    <w:rsid w:val="00A0282E"/>
    <w:rsid w:val="00A03C81"/>
    <w:rsid w:val="00A0620A"/>
    <w:rsid w:val="00A1044A"/>
    <w:rsid w:val="00A1189C"/>
    <w:rsid w:val="00A12700"/>
    <w:rsid w:val="00A13009"/>
    <w:rsid w:val="00A13143"/>
    <w:rsid w:val="00A13F2D"/>
    <w:rsid w:val="00A15AC5"/>
    <w:rsid w:val="00A16729"/>
    <w:rsid w:val="00A17441"/>
    <w:rsid w:val="00A21E69"/>
    <w:rsid w:val="00A21F67"/>
    <w:rsid w:val="00A23D80"/>
    <w:rsid w:val="00A258A2"/>
    <w:rsid w:val="00A25A75"/>
    <w:rsid w:val="00A26AF2"/>
    <w:rsid w:val="00A30540"/>
    <w:rsid w:val="00A3242E"/>
    <w:rsid w:val="00A33251"/>
    <w:rsid w:val="00A3483B"/>
    <w:rsid w:val="00A35AF9"/>
    <w:rsid w:val="00A36C15"/>
    <w:rsid w:val="00A36C70"/>
    <w:rsid w:val="00A36E9A"/>
    <w:rsid w:val="00A41415"/>
    <w:rsid w:val="00A41459"/>
    <w:rsid w:val="00A42A0E"/>
    <w:rsid w:val="00A43A75"/>
    <w:rsid w:val="00A452A5"/>
    <w:rsid w:val="00A452E5"/>
    <w:rsid w:val="00A45468"/>
    <w:rsid w:val="00A4616A"/>
    <w:rsid w:val="00A463E4"/>
    <w:rsid w:val="00A516D6"/>
    <w:rsid w:val="00A51937"/>
    <w:rsid w:val="00A5370F"/>
    <w:rsid w:val="00A54AE7"/>
    <w:rsid w:val="00A556B4"/>
    <w:rsid w:val="00A560E4"/>
    <w:rsid w:val="00A562AB"/>
    <w:rsid w:val="00A61116"/>
    <w:rsid w:val="00A619D3"/>
    <w:rsid w:val="00A62478"/>
    <w:rsid w:val="00A63961"/>
    <w:rsid w:val="00A65B62"/>
    <w:rsid w:val="00A65C1C"/>
    <w:rsid w:val="00A67F5C"/>
    <w:rsid w:val="00A705E9"/>
    <w:rsid w:val="00A72970"/>
    <w:rsid w:val="00A72EF0"/>
    <w:rsid w:val="00A73B7F"/>
    <w:rsid w:val="00A76A3C"/>
    <w:rsid w:val="00A76EBE"/>
    <w:rsid w:val="00A81B13"/>
    <w:rsid w:val="00A8271E"/>
    <w:rsid w:val="00A82E58"/>
    <w:rsid w:val="00A833D9"/>
    <w:rsid w:val="00A861CA"/>
    <w:rsid w:val="00A86CFC"/>
    <w:rsid w:val="00A87DF0"/>
    <w:rsid w:val="00A87E94"/>
    <w:rsid w:val="00A91662"/>
    <w:rsid w:val="00A94EAC"/>
    <w:rsid w:val="00A965D4"/>
    <w:rsid w:val="00A9799E"/>
    <w:rsid w:val="00AA0B8E"/>
    <w:rsid w:val="00AA106A"/>
    <w:rsid w:val="00AA1682"/>
    <w:rsid w:val="00AA1DB0"/>
    <w:rsid w:val="00AA30D9"/>
    <w:rsid w:val="00AA3FC6"/>
    <w:rsid w:val="00AA5C25"/>
    <w:rsid w:val="00AA72F4"/>
    <w:rsid w:val="00AB1904"/>
    <w:rsid w:val="00AB1CD6"/>
    <w:rsid w:val="00AB2B22"/>
    <w:rsid w:val="00AB3213"/>
    <w:rsid w:val="00AB3F25"/>
    <w:rsid w:val="00AB4682"/>
    <w:rsid w:val="00AC0159"/>
    <w:rsid w:val="00AC1C22"/>
    <w:rsid w:val="00AC2412"/>
    <w:rsid w:val="00AC2CFD"/>
    <w:rsid w:val="00AC2F84"/>
    <w:rsid w:val="00AC52E7"/>
    <w:rsid w:val="00AD52FC"/>
    <w:rsid w:val="00AD535E"/>
    <w:rsid w:val="00AD5D57"/>
    <w:rsid w:val="00AD6609"/>
    <w:rsid w:val="00AD6A3B"/>
    <w:rsid w:val="00AD70CD"/>
    <w:rsid w:val="00AE0491"/>
    <w:rsid w:val="00AE107B"/>
    <w:rsid w:val="00AE12FF"/>
    <w:rsid w:val="00AE1712"/>
    <w:rsid w:val="00AE47AB"/>
    <w:rsid w:val="00AF3D1C"/>
    <w:rsid w:val="00AF536D"/>
    <w:rsid w:val="00B0283A"/>
    <w:rsid w:val="00B02927"/>
    <w:rsid w:val="00B03916"/>
    <w:rsid w:val="00B0394B"/>
    <w:rsid w:val="00B06674"/>
    <w:rsid w:val="00B0743D"/>
    <w:rsid w:val="00B10BD3"/>
    <w:rsid w:val="00B11BD6"/>
    <w:rsid w:val="00B1357D"/>
    <w:rsid w:val="00B160EF"/>
    <w:rsid w:val="00B205D8"/>
    <w:rsid w:val="00B229D4"/>
    <w:rsid w:val="00B238ED"/>
    <w:rsid w:val="00B23A48"/>
    <w:rsid w:val="00B24230"/>
    <w:rsid w:val="00B248FA"/>
    <w:rsid w:val="00B251E4"/>
    <w:rsid w:val="00B25C02"/>
    <w:rsid w:val="00B260CA"/>
    <w:rsid w:val="00B270D7"/>
    <w:rsid w:val="00B27C6A"/>
    <w:rsid w:val="00B3128C"/>
    <w:rsid w:val="00B34984"/>
    <w:rsid w:val="00B35D9B"/>
    <w:rsid w:val="00B377D9"/>
    <w:rsid w:val="00B40CA6"/>
    <w:rsid w:val="00B41A61"/>
    <w:rsid w:val="00B41DA1"/>
    <w:rsid w:val="00B42BA4"/>
    <w:rsid w:val="00B43924"/>
    <w:rsid w:val="00B43B47"/>
    <w:rsid w:val="00B44A81"/>
    <w:rsid w:val="00B44B17"/>
    <w:rsid w:val="00B45F88"/>
    <w:rsid w:val="00B47A92"/>
    <w:rsid w:val="00B47EE8"/>
    <w:rsid w:val="00B51743"/>
    <w:rsid w:val="00B52004"/>
    <w:rsid w:val="00B522D3"/>
    <w:rsid w:val="00B5285F"/>
    <w:rsid w:val="00B53667"/>
    <w:rsid w:val="00B54537"/>
    <w:rsid w:val="00B54B82"/>
    <w:rsid w:val="00B572FC"/>
    <w:rsid w:val="00B576AB"/>
    <w:rsid w:val="00B60B9C"/>
    <w:rsid w:val="00B6165E"/>
    <w:rsid w:val="00B623AE"/>
    <w:rsid w:val="00B634C5"/>
    <w:rsid w:val="00B6363B"/>
    <w:rsid w:val="00B63DBB"/>
    <w:rsid w:val="00B654D9"/>
    <w:rsid w:val="00B716A8"/>
    <w:rsid w:val="00B71878"/>
    <w:rsid w:val="00B72CB5"/>
    <w:rsid w:val="00B73A28"/>
    <w:rsid w:val="00B75076"/>
    <w:rsid w:val="00B7582C"/>
    <w:rsid w:val="00B766E5"/>
    <w:rsid w:val="00B776F3"/>
    <w:rsid w:val="00B80F2D"/>
    <w:rsid w:val="00B816C9"/>
    <w:rsid w:val="00B81921"/>
    <w:rsid w:val="00B8291F"/>
    <w:rsid w:val="00B82BB7"/>
    <w:rsid w:val="00B8301E"/>
    <w:rsid w:val="00B85804"/>
    <w:rsid w:val="00B85967"/>
    <w:rsid w:val="00B866E7"/>
    <w:rsid w:val="00B87062"/>
    <w:rsid w:val="00B910F4"/>
    <w:rsid w:val="00B95AC8"/>
    <w:rsid w:val="00B97727"/>
    <w:rsid w:val="00B97E9E"/>
    <w:rsid w:val="00BA0433"/>
    <w:rsid w:val="00BB0632"/>
    <w:rsid w:val="00BB3C3E"/>
    <w:rsid w:val="00BB5001"/>
    <w:rsid w:val="00BB710F"/>
    <w:rsid w:val="00BB7C3C"/>
    <w:rsid w:val="00BC05E0"/>
    <w:rsid w:val="00BC2083"/>
    <w:rsid w:val="00BC2183"/>
    <w:rsid w:val="00BC30F2"/>
    <w:rsid w:val="00BC37BF"/>
    <w:rsid w:val="00BC4FB8"/>
    <w:rsid w:val="00BC6B65"/>
    <w:rsid w:val="00BD2C01"/>
    <w:rsid w:val="00BD2C64"/>
    <w:rsid w:val="00BD3BD0"/>
    <w:rsid w:val="00BE16B0"/>
    <w:rsid w:val="00BE2F58"/>
    <w:rsid w:val="00BE3187"/>
    <w:rsid w:val="00BE3C56"/>
    <w:rsid w:val="00BE45F1"/>
    <w:rsid w:val="00BE4A39"/>
    <w:rsid w:val="00BE6C0B"/>
    <w:rsid w:val="00BE6F8E"/>
    <w:rsid w:val="00BF15A0"/>
    <w:rsid w:val="00BF4AFA"/>
    <w:rsid w:val="00BF6359"/>
    <w:rsid w:val="00BF646A"/>
    <w:rsid w:val="00C0143F"/>
    <w:rsid w:val="00C01DE4"/>
    <w:rsid w:val="00C02E7A"/>
    <w:rsid w:val="00C0446F"/>
    <w:rsid w:val="00C05167"/>
    <w:rsid w:val="00C10C57"/>
    <w:rsid w:val="00C11C4A"/>
    <w:rsid w:val="00C12D63"/>
    <w:rsid w:val="00C13285"/>
    <w:rsid w:val="00C14F64"/>
    <w:rsid w:val="00C1585C"/>
    <w:rsid w:val="00C15C09"/>
    <w:rsid w:val="00C167AF"/>
    <w:rsid w:val="00C16C74"/>
    <w:rsid w:val="00C171CD"/>
    <w:rsid w:val="00C176B6"/>
    <w:rsid w:val="00C234BA"/>
    <w:rsid w:val="00C27968"/>
    <w:rsid w:val="00C301B1"/>
    <w:rsid w:val="00C31E40"/>
    <w:rsid w:val="00C32EAC"/>
    <w:rsid w:val="00C343D2"/>
    <w:rsid w:val="00C412E7"/>
    <w:rsid w:val="00C45A7B"/>
    <w:rsid w:val="00C47A91"/>
    <w:rsid w:val="00C50248"/>
    <w:rsid w:val="00C50ECD"/>
    <w:rsid w:val="00C510D5"/>
    <w:rsid w:val="00C5174E"/>
    <w:rsid w:val="00C51E72"/>
    <w:rsid w:val="00C54C07"/>
    <w:rsid w:val="00C55217"/>
    <w:rsid w:val="00C56045"/>
    <w:rsid w:val="00C56F78"/>
    <w:rsid w:val="00C57366"/>
    <w:rsid w:val="00C57D7A"/>
    <w:rsid w:val="00C6157E"/>
    <w:rsid w:val="00C62EBE"/>
    <w:rsid w:val="00C62F56"/>
    <w:rsid w:val="00C63B0C"/>
    <w:rsid w:val="00C63C99"/>
    <w:rsid w:val="00C65509"/>
    <w:rsid w:val="00C67D4B"/>
    <w:rsid w:val="00C67F66"/>
    <w:rsid w:val="00C70E8F"/>
    <w:rsid w:val="00C749CD"/>
    <w:rsid w:val="00C7516B"/>
    <w:rsid w:val="00C76C42"/>
    <w:rsid w:val="00C8077B"/>
    <w:rsid w:val="00C80BDC"/>
    <w:rsid w:val="00C80C00"/>
    <w:rsid w:val="00C811A2"/>
    <w:rsid w:val="00C81BA5"/>
    <w:rsid w:val="00C82709"/>
    <w:rsid w:val="00C83587"/>
    <w:rsid w:val="00C847C9"/>
    <w:rsid w:val="00C86BBE"/>
    <w:rsid w:val="00C86D3B"/>
    <w:rsid w:val="00C871AF"/>
    <w:rsid w:val="00C906BE"/>
    <w:rsid w:val="00C93107"/>
    <w:rsid w:val="00C935E8"/>
    <w:rsid w:val="00C93FE8"/>
    <w:rsid w:val="00C955F3"/>
    <w:rsid w:val="00C9598A"/>
    <w:rsid w:val="00C95FB8"/>
    <w:rsid w:val="00C9628F"/>
    <w:rsid w:val="00C966A3"/>
    <w:rsid w:val="00C975B4"/>
    <w:rsid w:val="00C97F21"/>
    <w:rsid w:val="00CA18D4"/>
    <w:rsid w:val="00CA3215"/>
    <w:rsid w:val="00CA34C0"/>
    <w:rsid w:val="00CA3C61"/>
    <w:rsid w:val="00CA4F54"/>
    <w:rsid w:val="00CA566F"/>
    <w:rsid w:val="00CA5963"/>
    <w:rsid w:val="00CA5E25"/>
    <w:rsid w:val="00CB06C7"/>
    <w:rsid w:val="00CB091B"/>
    <w:rsid w:val="00CB3660"/>
    <w:rsid w:val="00CB499B"/>
    <w:rsid w:val="00CB49A7"/>
    <w:rsid w:val="00CB55B1"/>
    <w:rsid w:val="00CB5811"/>
    <w:rsid w:val="00CB7782"/>
    <w:rsid w:val="00CC207E"/>
    <w:rsid w:val="00CC530D"/>
    <w:rsid w:val="00CC5D84"/>
    <w:rsid w:val="00CC6912"/>
    <w:rsid w:val="00CD43C0"/>
    <w:rsid w:val="00CD7245"/>
    <w:rsid w:val="00CD7B6E"/>
    <w:rsid w:val="00CE029C"/>
    <w:rsid w:val="00CE5A1D"/>
    <w:rsid w:val="00CE69DC"/>
    <w:rsid w:val="00CE6A83"/>
    <w:rsid w:val="00CE7679"/>
    <w:rsid w:val="00CE7917"/>
    <w:rsid w:val="00CF066F"/>
    <w:rsid w:val="00CF0748"/>
    <w:rsid w:val="00CF1413"/>
    <w:rsid w:val="00CF322D"/>
    <w:rsid w:val="00CF6378"/>
    <w:rsid w:val="00CF6D57"/>
    <w:rsid w:val="00CF7F05"/>
    <w:rsid w:val="00D0007B"/>
    <w:rsid w:val="00D018F9"/>
    <w:rsid w:val="00D0271E"/>
    <w:rsid w:val="00D0438D"/>
    <w:rsid w:val="00D04E5B"/>
    <w:rsid w:val="00D135B0"/>
    <w:rsid w:val="00D145B5"/>
    <w:rsid w:val="00D14DF8"/>
    <w:rsid w:val="00D150C3"/>
    <w:rsid w:val="00D1621F"/>
    <w:rsid w:val="00D17D43"/>
    <w:rsid w:val="00D201BB"/>
    <w:rsid w:val="00D212DB"/>
    <w:rsid w:val="00D21345"/>
    <w:rsid w:val="00D21475"/>
    <w:rsid w:val="00D21C38"/>
    <w:rsid w:val="00D2299C"/>
    <w:rsid w:val="00D22BD1"/>
    <w:rsid w:val="00D2498F"/>
    <w:rsid w:val="00D267F9"/>
    <w:rsid w:val="00D26D70"/>
    <w:rsid w:val="00D27702"/>
    <w:rsid w:val="00D305C5"/>
    <w:rsid w:val="00D31BF2"/>
    <w:rsid w:val="00D320F9"/>
    <w:rsid w:val="00D323BC"/>
    <w:rsid w:val="00D327BD"/>
    <w:rsid w:val="00D33094"/>
    <w:rsid w:val="00D34760"/>
    <w:rsid w:val="00D37541"/>
    <w:rsid w:val="00D37B65"/>
    <w:rsid w:val="00D4134B"/>
    <w:rsid w:val="00D44263"/>
    <w:rsid w:val="00D4785F"/>
    <w:rsid w:val="00D504D7"/>
    <w:rsid w:val="00D51329"/>
    <w:rsid w:val="00D54F6D"/>
    <w:rsid w:val="00D55BCC"/>
    <w:rsid w:val="00D55EE9"/>
    <w:rsid w:val="00D57F1B"/>
    <w:rsid w:val="00D605C3"/>
    <w:rsid w:val="00D6066E"/>
    <w:rsid w:val="00D6140F"/>
    <w:rsid w:val="00D616F7"/>
    <w:rsid w:val="00D61D86"/>
    <w:rsid w:val="00D63353"/>
    <w:rsid w:val="00D63A60"/>
    <w:rsid w:val="00D651E5"/>
    <w:rsid w:val="00D66DB3"/>
    <w:rsid w:val="00D712E8"/>
    <w:rsid w:val="00D72988"/>
    <w:rsid w:val="00D75428"/>
    <w:rsid w:val="00D75505"/>
    <w:rsid w:val="00D761DA"/>
    <w:rsid w:val="00D766AD"/>
    <w:rsid w:val="00D77CD7"/>
    <w:rsid w:val="00D77D44"/>
    <w:rsid w:val="00D81F9E"/>
    <w:rsid w:val="00D8200D"/>
    <w:rsid w:val="00D8229D"/>
    <w:rsid w:val="00D84A26"/>
    <w:rsid w:val="00D84CA8"/>
    <w:rsid w:val="00D85EFB"/>
    <w:rsid w:val="00D86EA3"/>
    <w:rsid w:val="00D87168"/>
    <w:rsid w:val="00D87218"/>
    <w:rsid w:val="00D90271"/>
    <w:rsid w:val="00D90CD2"/>
    <w:rsid w:val="00D924BE"/>
    <w:rsid w:val="00D92BFA"/>
    <w:rsid w:val="00D937CF"/>
    <w:rsid w:val="00D93A7A"/>
    <w:rsid w:val="00D9547A"/>
    <w:rsid w:val="00D96E12"/>
    <w:rsid w:val="00DA0F5A"/>
    <w:rsid w:val="00DA2719"/>
    <w:rsid w:val="00DA29D5"/>
    <w:rsid w:val="00DA2FD9"/>
    <w:rsid w:val="00DA3759"/>
    <w:rsid w:val="00DA3A52"/>
    <w:rsid w:val="00DA4BF1"/>
    <w:rsid w:val="00DA5598"/>
    <w:rsid w:val="00DA63ED"/>
    <w:rsid w:val="00DA6B28"/>
    <w:rsid w:val="00DA72E0"/>
    <w:rsid w:val="00DA7D05"/>
    <w:rsid w:val="00DA7EBF"/>
    <w:rsid w:val="00DB271D"/>
    <w:rsid w:val="00DB6319"/>
    <w:rsid w:val="00DB6CC0"/>
    <w:rsid w:val="00DC3538"/>
    <w:rsid w:val="00DC355C"/>
    <w:rsid w:val="00DC35E1"/>
    <w:rsid w:val="00DC3AEC"/>
    <w:rsid w:val="00DC5B4E"/>
    <w:rsid w:val="00DC7115"/>
    <w:rsid w:val="00DC7370"/>
    <w:rsid w:val="00DD03B6"/>
    <w:rsid w:val="00DD0918"/>
    <w:rsid w:val="00DD1D0F"/>
    <w:rsid w:val="00DD361B"/>
    <w:rsid w:val="00DD435B"/>
    <w:rsid w:val="00DD6018"/>
    <w:rsid w:val="00DE15D1"/>
    <w:rsid w:val="00DE2550"/>
    <w:rsid w:val="00DE3EA2"/>
    <w:rsid w:val="00DE497C"/>
    <w:rsid w:val="00DE63BA"/>
    <w:rsid w:val="00DF09E1"/>
    <w:rsid w:val="00DF1A6E"/>
    <w:rsid w:val="00DF24BF"/>
    <w:rsid w:val="00DF29A0"/>
    <w:rsid w:val="00DF2EBB"/>
    <w:rsid w:val="00DF43BD"/>
    <w:rsid w:val="00DF5304"/>
    <w:rsid w:val="00DF5C22"/>
    <w:rsid w:val="00DF60CC"/>
    <w:rsid w:val="00E00219"/>
    <w:rsid w:val="00E01A5F"/>
    <w:rsid w:val="00E044BE"/>
    <w:rsid w:val="00E04CC8"/>
    <w:rsid w:val="00E05DBF"/>
    <w:rsid w:val="00E06B0D"/>
    <w:rsid w:val="00E07A17"/>
    <w:rsid w:val="00E10EF9"/>
    <w:rsid w:val="00E11491"/>
    <w:rsid w:val="00E13670"/>
    <w:rsid w:val="00E17851"/>
    <w:rsid w:val="00E219CF"/>
    <w:rsid w:val="00E22886"/>
    <w:rsid w:val="00E2475C"/>
    <w:rsid w:val="00E24F37"/>
    <w:rsid w:val="00E25511"/>
    <w:rsid w:val="00E26DA9"/>
    <w:rsid w:val="00E27AB6"/>
    <w:rsid w:val="00E30F2C"/>
    <w:rsid w:val="00E344A5"/>
    <w:rsid w:val="00E347CB"/>
    <w:rsid w:val="00E34A41"/>
    <w:rsid w:val="00E34E36"/>
    <w:rsid w:val="00E36816"/>
    <w:rsid w:val="00E36CFB"/>
    <w:rsid w:val="00E36D03"/>
    <w:rsid w:val="00E412E3"/>
    <w:rsid w:val="00E424B6"/>
    <w:rsid w:val="00E44F5C"/>
    <w:rsid w:val="00E44FE8"/>
    <w:rsid w:val="00E45389"/>
    <w:rsid w:val="00E468C9"/>
    <w:rsid w:val="00E46ECD"/>
    <w:rsid w:val="00E510EB"/>
    <w:rsid w:val="00E51776"/>
    <w:rsid w:val="00E52CEA"/>
    <w:rsid w:val="00E553AE"/>
    <w:rsid w:val="00E5621B"/>
    <w:rsid w:val="00E57068"/>
    <w:rsid w:val="00E61456"/>
    <w:rsid w:val="00E6301C"/>
    <w:rsid w:val="00E6338E"/>
    <w:rsid w:val="00E6373C"/>
    <w:rsid w:val="00E64AAB"/>
    <w:rsid w:val="00E6509F"/>
    <w:rsid w:val="00E67EEB"/>
    <w:rsid w:val="00E73B18"/>
    <w:rsid w:val="00E7566B"/>
    <w:rsid w:val="00E77811"/>
    <w:rsid w:val="00E80BC3"/>
    <w:rsid w:val="00E812D3"/>
    <w:rsid w:val="00E81E99"/>
    <w:rsid w:val="00E82104"/>
    <w:rsid w:val="00E850FE"/>
    <w:rsid w:val="00E86486"/>
    <w:rsid w:val="00E86675"/>
    <w:rsid w:val="00E90289"/>
    <w:rsid w:val="00E904DD"/>
    <w:rsid w:val="00E91018"/>
    <w:rsid w:val="00E914EE"/>
    <w:rsid w:val="00E91CAF"/>
    <w:rsid w:val="00E92C7B"/>
    <w:rsid w:val="00E93AF2"/>
    <w:rsid w:val="00E95C2D"/>
    <w:rsid w:val="00E96C31"/>
    <w:rsid w:val="00EA09E2"/>
    <w:rsid w:val="00EA12BA"/>
    <w:rsid w:val="00EA168B"/>
    <w:rsid w:val="00EA3FD3"/>
    <w:rsid w:val="00EA61A5"/>
    <w:rsid w:val="00EA6435"/>
    <w:rsid w:val="00EA6790"/>
    <w:rsid w:val="00EB25B5"/>
    <w:rsid w:val="00EB2E9E"/>
    <w:rsid w:val="00EB2FE0"/>
    <w:rsid w:val="00EB31F3"/>
    <w:rsid w:val="00EB535C"/>
    <w:rsid w:val="00EB6BFE"/>
    <w:rsid w:val="00EB769A"/>
    <w:rsid w:val="00EB7AD8"/>
    <w:rsid w:val="00EB7E23"/>
    <w:rsid w:val="00EC1CF9"/>
    <w:rsid w:val="00EC21E9"/>
    <w:rsid w:val="00EC2D91"/>
    <w:rsid w:val="00EC3DBB"/>
    <w:rsid w:val="00EC439B"/>
    <w:rsid w:val="00EC4DAF"/>
    <w:rsid w:val="00EC55A4"/>
    <w:rsid w:val="00ED14AC"/>
    <w:rsid w:val="00ED1945"/>
    <w:rsid w:val="00ED2427"/>
    <w:rsid w:val="00ED2B76"/>
    <w:rsid w:val="00ED44A3"/>
    <w:rsid w:val="00ED5D4B"/>
    <w:rsid w:val="00ED5E97"/>
    <w:rsid w:val="00ED6E78"/>
    <w:rsid w:val="00ED72D8"/>
    <w:rsid w:val="00EE1F5D"/>
    <w:rsid w:val="00EE241A"/>
    <w:rsid w:val="00EE3A48"/>
    <w:rsid w:val="00EE4814"/>
    <w:rsid w:val="00EE4AFB"/>
    <w:rsid w:val="00EE7C4E"/>
    <w:rsid w:val="00EF0B08"/>
    <w:rsid w:val="00EF133A"/>
    <w:rsid w:val="00EF364F"/>
    <w:rsid w:val="00EF4610"/>
    <w:rsid w:val="00EF48E5"/>
    <w:rsid w:val="00EF5F7F"/>
    <w:rsid w:val="00EF78CB"/>
    <w:rsid w:val="00F01641"/>
    <w:rsid w:val="00F034AF"/>
    <w:rsid w:val="00F04F42"/>
    <w:rsid w:val="00F058C2"/>
    <w:rsid w:val="00F05A70"/>
    <w:rsid w:val="00F05B69"/>
    <w:rsid w:val="00F0631F"/>
    <w:rsid w:val="00F07DE7"/>
    <w:rsid w:val="00F11B1E"/>
    <w:rsid w:val="00F11DC7"/>
    <w:rsid w:val="00F11FC2"/>
    <w:rsid w:val="00F13948"/>
    <w:rsid w:val="00F17222"/>
    <w:rsid w:val="00F201A5"/>
    <w:rsid w:val="00F2318F"/>
    <w:rsid w:val="00F23E72"/>
    <w:rsid w:val="00F25743"/>
    <w:rsid w:val="00F258C1"/>
    <w:rsid w:val="00F3221C"/>
    <w:rsid w:val="00F322CC"/>
    <w:rsid w:val="00F34144"/>
    <w:rsid w:val="00F35451"/>
    <w:rsid w:val="00F35A95"/>
    <w:rsid w:val="00F37367"/>
    <w:rsid w:val="00F401C8"/>
    <w:rsid w:val="00F402D3"/>
    <w:rsid w:val="00F4045C"/>
    <w:rsid w:val="00F41464"/>
    <w:rsid w:val="00F4293C"/>
    <w:rsid w:val="00F44574"/>
    <w:rsid w:val="00F446AA"/>
    <w:rsid w:val="00F44CEF"/>
    <w:rsid w:val="00F462E9"/>
    <w:rsid w:val="00F46831"/>
    <w:rsid w:val="00F46C7B"/>
    <w:rsid w:val="00F47A31"/>
    <w:rsid w:val="00F53D8A"/>
    <w:rsid w:val="00F554E4"/>
    <w:rsid w:val="00F566CD"/>
    <w:rsid w:val="00F568CD"/>
    <w:rsid w:val="00F56912"/>
    <w:rsid w:val="00F572AD"/>
    <w:rsid w:val="00F57D70"/>
    <w:rsid w:val="00F60220"/>
    <w:rsid w:val="00F61EB2"/>
    <w:rsid w:val="00F622F6"/>
    <w:rsid w:val="00F64F6D"/>
    <w:rsid w:val="00F7089A"/>
    <w:rsid w:val="00F70BF7"/>
    <w:rsid w:val="00F71A58"/>
    <w:rsid w:val="00F71C09"/>
    <w:rsid w:val="00F7686E"/>
    <w:rsid w:val="00F813A4"/>
    <w:rsid w:val="00F845CC"/>
    <w:rsid w:val="00F8498B"/>
    <w:rsid w:val="00F878F3"/>
    <w:rsid w:val="00F90093"/>
    <w:rsid w:val="00F91033"/>
    <w:rsid w:val="00F92479"/>
    <w:rsid w:val="00F935E3"/>
    <w:rsid w:val="00F964D0"/>
    <w:rsid w:val="00F969EE"/>
    <w:rsid w:val="00FA13CA"/>
    <w:rsid w:val="00FA1ACE"/>
    <w:rsid w:val="00FA247C"/>
    <w:rsid w:val="00FA2B37"/>
    <w:rsid w:val="00FA36BE"/>
    <w:rsid w:val="00FA6BAE"/>
    <w:rsid w:val="00FA6C9E"/>
    <w:rsid w:val="00FA6F5C"/>
    <w:rsid w:val="00FA7FDA"/>
    <w:rsid w:val="00FB0785"/>
    <w:rsid w:val="00FB0D2D"/>
    <w:rsid w:val="00FB468D"/>
    <w:rsid w:val="00FB56B0"/>
    <w:rsid w:val="00FB56B1"/>
    <w:rsid w:val="00FB6148"/>
    <w:rsid w:val="00FB62F0"/>
    <w:rsid w:val="00FB7DA2"/>
    <w:rsid w:val="00FC08F7"/>
    <w:rsid w:val="00FC2754"/>
    <w:rsid w:val="00FC4284"/>
    <w:rsid w:val="00FC49AF"/>
    <w:rsid w:val="00FC66C2"/>
    <w:rsid w:val="00FC67FD"/>
    <w:rsid w:val="00FD176C"/>
    <w:rsid w:val="00FD1A69"/>
    <w:rsid w:val="00FD2665"/>
    <w:rsid w:val="00FD26EB"/>
    <w:rsid w:val="00FD2F10"/>
    <w:rsid w:val="00FD4201"/>
    <w:rsid w:val="00FD51CA"/>
    <w:rsid w:val="00FD58D9"/>
    <w:rsid w:val="00FD7E04"/>
    <w:rsid w:val="00FE0543"/>
    <w:rsid w:val="00FE1A44"/>
    <w:rsid w:val="00FE2201"/>
    <w:rsid w:val="00FE28D4"/>
    <w:rsid w:val="00FE3698"/>
    <w:rsid w:val="00FE42F9"/>
    <w:rsid w:val="00FE57FF"/>
    <w:rsid w:val="00FF11AA"/>
    <w:rsid w:val="00FF3ACC"/>
    <w:rsid w:val="00FF5CC4"/>
    <w:rsid w:val="00FF60A8"/>
    <w:rsid w:val="00FF64C6"/>
    <w:rsid w:val="00FF664D"/>
    <w:rsid w:val="00FF69FF"/>
    <w:rsid w:val="00FF74AD"/>
    <w:rsid w:val="00FF7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3F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D5E97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D5E97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D5E97"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82977"/>
    <w:rPr>
      <w:rFonts w:ascii="Cambria" w:hAnsi="Cambria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82977"/>
    <w:rPr>
      <w:rFonts w:ascii="Cambria" w:hAnsi="Cambria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82977"/>
    <w:rPr>
      <w:rFonts w:ascii="Cambria" w:hAnsi="Cambria"/>
      <w:b/>
      <w:sz w:val="26"/>
    </w:rPr>
  </w:style>
  <w:style w:type="paragraph" w:styleId="BodyText">
    <w:name w:val="Body Text"/>
    <w:basedOn w:val="Normal"/>
    <w:link w:val="BodyTextChar"/>
    <w:uiPriority w:val="99"/>
    <w:semiHidden/>
    <w:rsid w:val="00ED5E97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B5923"/>
    <w:rPr>
      <w:sz w:val="24"/>
    </w:rPr>
  </w:style>
  <w:style w:type="paragraph" w:styleId="BodyText2">
    <w:name w:val="Body Text 2"/>
    <w:basedOn w:val="Normal"/>
    <w:link w:val="BodyText2Char"/>
    <w:uiPriority w:val="99"/>
    <w:semiHidden/>
    <w:rsid w:val="00ED5E97"/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482977"/>
    <w:rPr>
      <w:sz w:val="24"/>
    </w:rPr>
  </w:style>
  <w:style w:type="character" w:styleId="Hyperlink">
    <w:name w:val="Hyperlink"/>
    <w:basedOn w:val="DefaultParagraphFont"/>
    <w:uiPriority w:val="99"/>
    <w:semiHidden/>
    <w:rsid w:val="00ED5E97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ED5E9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D5E9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ED5E9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ED5E9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ED5E9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">
    <w:name w:val="Стиль в законе"/>
    <w:basedOn w:val="Normal"/>
    <w:uiPriority w:val="99"/>
    <w:rsid w:val="00ED5E97"/>
    <w:pPr>
      <w:spacing w:before="120" w:line="360" w:lineRule="auto"/>
      <w:ind w:firstLine="851"/>
      <w:jc w:val="both"/>
    </w:pPr>
    <w:rPr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semiHidden/>
    <w:rsid w:val="00ED5E97"/>
    <w:pPr>
      <w:autoSpaceDE w:val="0"/>
      <w:autoSpaceDN w:val="0"/>
      <w:adjustRightInd w:val="0"/>
      <w:ind w:firstLine="709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82977"/>
    <w:rPr>
      <w:sz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ED5E97"/>
    <w:pPr>
      <w:ind w:firstLine="708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482977"/>
    <w:rPr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rsid w:val="00ED5E97"/>
    <w:pPr>
      <w:ind w:firstLine="708"/>
      <w:jc w:val="both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482977"/>
    <w:rPr>
      <w:sz w:val="16"/>
    </w:rPr>
  </w:style>
  <w:style w:type="paragraph" w:customStyle="1" w:styleId="xl36">
    <w:name w:val="xl36"/>
    <w:basedOn w:val="Normal"/>
    <w:uiPriority w:val="99"/>
    <w:rsid w:val="00ED5E97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NormalWeb">
    <w:name w:val="Normal (Web)"/>
    <w:basedOn w:val="Normal"/>
    <w:uiPriority w:val="99"/>
    <w:semiHidden/>
    <w:rsid w:val="00ED5E97"/>
  </w:style>
  <w:style w:type="paragraph" w:customStyle="1" w:styleId="ConsNonformat">
    <w:name w:val="ConsNonformat"/>
    <w:uiPriority w:val="99"/>
    <w:rsid w:val="00ED5E97"/>
    <w:rPr>
      <w:rFonts w:ascii="Consultant" w:hAnsi="Consultant" w:cs="Consultant"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rsid w:val="00ED5E97"/>
    <w:pPr>
      <w:jc w:val="both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482977"/>
    <w:rPr>
      <w:sz w:val="16"/>
    </w:rPr>
  </w:style>
  <w:style w:type="paragraph" w:styleId="BalloonText">
    <w:name w:val="Balloon Text"/>
    <w:basedOn w:val="Normal"/>
    <w:link w:val="BalloonTextChar"/>
    <w:uiPriority w:val="99"/>
    <w:rsid w:val="00ED5E97"/>
    <w:rPr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2977"/>
    <w:rPr>
      <w:sz w:val="2"/>
    </w:rPr>
  </w:style>
  <w:style w:type="character" w:styleId="FollowedHyperlink">
    <w:name w:val="FollowedHyperlink"/>
    <w:basedOn w:val="DefaultParagraphFont"/>
    <w:uiPriority w:val="99"/>
    <w:semiHidden/>
    <w:rsid w:val="00ED5E97"/>
    <w:rPr>
      <w:rFonts w:ascii="Times New Roman" w:hAnsi="Times New Roman" w:cs="Times New Roman"/>
      <w:color w:val="800080"/>
      <w:u w:val="single"/>
    </w:rPr>
  </w:style>
  <w:style w:type="paragraph" w:customStyle="1" w:styleId="xl24">
    <w:name w:val="xl24"/>
    <w:basedOn w:val="Normal"/>
    <w:uiPriority w:val="99"/>
    <w:rsid w:val="00ED5E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">
    <w:name w:val="xl25"/>
    <w:basedOn w:val="Normal"/>
    <w:uiPriority w:val="99"/>
    <w:rsid w:val="00ED5E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26">
    <w:name w:val="xl26"/>
    <w:basedOn w:val="Normal"/>
    <w:uiPriority w:val="99"/>
    <w:rsid w:val="00ED5E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Normal"/>
    <w:uiPriority w:val="99"/>
    <w:rsid w:val="00ED5E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28">
    <w:name w:val="xl28"/>
    <w:basedOn w:val="Normal"/>
    <w:uiPriority w:val="99"/>
    <w:rsid w:val="00ED5E97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29">
    <w:name w:val="xl29"/>
    <w:basedOn w:val="Normal"/>
    <w:uiPriority w:val="99"/>
    <w:rsid w:val="00ED5E97"/>
    <w:pPr>
      <w:pBdr>
        <w:top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30">
    <w:name w:val="xl30"/>
    <w:basedOn w:val="Normal"/>
    <w:uiPriority w:val="99"/>
    <w:rsid w:val="00ED5E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31">
    <w:name w:val="xl31"/>
    <w:basedOn w:val="Normal"/>
    <w:uiPriority w:val="99"/>
    <w:rsid w:val="00ED5E97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table" w:styleId="TableGrid">
    <w:name w:val="Table Grid"/>
    <w:basedOn w:val="TableNormal"/>
    <w:uiPriority w:val="99"/>
    <w:rsid w:val="00140BF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Normal"/>
    <w:uiPriority w:val="99"/>
    <w:rsid w:val="00DA7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6">
    <w:name w:val="xl66"/>
    <w:basedOn w:val="Normal"/>
    <w:uiPriority w:val="99"/>
    <w:rsid w:val="00DA7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7">
    <w:name w:val="xl67"/>
    <w:basedOn w:val="Normal"/>
    <w:uiPriority w:val="99"/>
    <w:rsid w:val="00DA7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68">
    <w:name w:val="xl68"/>
    <w:basedOn w:val="Normal"/>
    <w:uiPriority w:val="99"/>
    <w:rsid w:val="00DA7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69">
    <w:name w:val="xl69"/>
    <w:basedOn w:val="Normal"/>
    <w:uiPriority w:val="99"/>
    <w:rsid w:val="00DA7E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0">
    <w:name w:val="xl70"/>
    <w:basedOn w:val="Normal"/>
    <w:uiPriority w:val="99"/>
    <w:rsid w:val="00DA7E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1">
    <w:name w:val="xl71"/>
    <w:basedOn w:val="Normal"/>
    <w:uiPriority w:val="99"/>
    <w:rsid w:val="00DA7E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72">
    <w:name w:val="xl72"/>
    <w:basedOn w:val="Normal"/>
    <w:uiPriority w:val="99"/>
    <w:rsid w:val="00DA7E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73">
    <w:name w:val="xl73"/>
    <w:basedOn w:val="Normal"/>
    <w:uiPriority w:val="99"/>
    <w:rsid w:val="000233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font5">
    <w:name w:val="font5"/>
    <w:basedOn w:val="Normal"/>
    <w:uiPriority w:val="99"/>
    <w:rsid w:val="00184407"/>
    <w:pPr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font6">
    <w:name w:val="font6"/>
    <w:basedOn w:val="Normal"/>
    <w:uiPriority w:val="99"/>
    <w:rsid w:val="00184407"/>
    <w:pPr>
      <w:spacing w:before="100" w:beforeAutospacing="1" w:after="100" w:afterAutospacing="1"/>
    </w:pPr>
    <w:rPr>
      <w:b/>
      <w:bCs/>
      <w:i/>
      <w:iCs/>
      <w:sz w:val="20"/>
      <w:szCs w:val="20"/>
      <w:u w:val="single"/>
    </w:rPr>
  </w:style>
  <w:style w:type="paragraph" w:customStyle="1" w:styleId="font7">
    <w:name w:val="font7"/>
    <w:basedOn w:val="Normal"/>
    <w:uiPriority w:val="99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8">
    <w:name w:val="font8"/>
    <w:basedOn w:val="Normal"/>
    <w:uiPriority w:val="99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font9">
    <w:name w:val="font9"/>
    <w:basedOn w:val="Normal"/>
    <w:uiPriority w:val="99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10">
    <w:name w:val="font10"/>
    <w:basedOn w:val="Normal"/>
    <w:uiPriority w:val="99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font11">
    <w:name w:val="font11"/>
    <w:basedOn w:val="Normal"/>
    <w:uiPriority w:val="99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12">
    <w:name w:val="font12"/>
    <w:basedOn w:val="Normal"/>
    <w:uiPriority w:val="99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xl74">
    <w:name w:val="xl74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7">
    <w:name w:val="xl77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8">
    <w:name w:val="xl78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9">
    <w:name w:val="xl79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80">
    <w:name w:val="xl80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1">
    <w:name w:val="xl81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2">
    <w:name w:val="xl82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83">
    <w:name w:val="xl83"/>
    <w:basedOn w:val="Normal"/>
    <w:uiPriority w:val="99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4">
    <w:name w:val="xl84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85">
    <w:name w:val="xl85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6">
    <w:name w:val="xl86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7">
    <w:name w:val="xl87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8">
    <w:name w:val="xl88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9">
    <w:name w:val="xl89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90">
    <w:name w:val="xl90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91">
    <w:name w:val="xl91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2">
    <w:name w:val="xl92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3">
    <w:name w:val="xl93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94">
    <w:name w:val="xl94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6">
    <w:name w:val="xl96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7">
    <w:name w:val="xl97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8">
    <w:name w:val="xl98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0">
    <w:name w:val="xl100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1">
    <w:name w:val="xl101"/>
    <w:basedOn w:val="Normal"/>
    <w:uiPriority w:val="99"/>
    <w:rsid w:val="001844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02">
    <w:name w:val="xl102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3">
    <w:name w:val="xl103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4">
    <w:name w:val="xl104"/>
    <w:basedOn w:val="Normal"/>
    <w:uiPriority w:val="99"/>
    <w:rsid w:val="00184407"/>
    <w:pPr>
      <w:spacing w:before="100" w:beforeAutospacing="1" w:after="100" w:afterAutospacing="1"/>
      <w:jc w:val="center"/>
      <w:textAlignment w:val="top"/>
    </w:pPr>
  </w:style>
  <w:style w:type="paragraph" w:customStyle="1" w:styleId="xl105">
    <w:name w:val="xl105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06">
    <w:name w:val="xl106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7">
    <w:name w:val="xl107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8">
    <w:name w:val="xl108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9">
    <w:name w:val="xl109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10">
    <w:name w:val="xl110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12">
    <w:name w:val="xl112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3">
    <w:name w:val="xl113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4">
    <w:name w:val="xl114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  <w:sz w:val="18"/>
      <w:szCs w:val="18"/>
    </w:rPr>
  </w:style>
  <w:style w:type="paragraph" w:customStyle="1" w:styleId="xl116">
    <w:name w:val="xl116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7">
    <w:name w:val="xl117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8">
    <w:name w:val="xl118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9">
    <w:name w:val="xl119"/>
    <w:basedOn w:val="Normal"/>
    <w:uiPriority w:val="99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120">
    <w:name w:val="xl120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1">
    <w:name w:val="xl121"/>
    <w:basedOn w:val="Normal"/>
    <w:uiPriority w:val="99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22">
    <w:name w:val="xl122"/>
    <w:basedOn w:val="Normal"/>
    <w:uiPriority w:val="99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23">
    <w:name w:val="xl123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4">
    <w:name w:val="xl124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5">
    <w:name w:val="xl125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6">
    <w:name w:val="xl126"/>
    <w:basedOn w:val="Normal"/>
    <w:uiPriority w:val="99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7">
    <w:name w:val="xl127"/>
    <w:basedOn w:val="Normal"/>
    <w:uiPriority w:val="99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8">
    <w:name w:val="xl128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29">
    <w:name w:val="xl129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30">
    <w:name w:val="xl130"/>
    <w:basedOn w:val="Normal"/>
    <w:uiPriority w:val="99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1">
    <w:name w:val="xl131"/>
    <w:basedOn w:val="Normal"/>
    <w:uiPriority w:val="99"/>
    <w:rsid w:val="00184407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2">
    <w:name w:val="xl132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33">
    <w:name w:val="xl133"/>
    <w:basedOn w:val="Normal"/>
    <w:uiPriority w:val="99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34">
    <w:name w:val="xl134"/>
    <w:basedOn w:val="Normal"/>
    <w:uiPriority w:val="99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5">
    <w:name w:val="xl135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6">
    <w:name w:val="xl136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37">
    <w:name w:val="xl137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138">
    <w:name w:val="xl138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39">
    <w:name w:val="xl139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40">
    <w:name w:val="xl140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41">
    <w:name w:val="xl141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2">
    <w:name w:val="xl142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43">
    <w:name w:val="xl143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44">
    <w:name w:val="xl144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5">
    <w:name w:val="xl145"/>
    <w:basedOn w:val="Normal"/>
    <w:uiPriority w:val="99"/>
    <w:rsid w:val="00184407"/>
    <w:pPr>
      <w:pBdr>
        <w:top w:val="single" w:sz="4" w:space="0" w:color="3F3F3F"/>
        <w:left w:val="single" w:sz="4" w:space="0" w:color="3F3F3F"/>
        <w:bottom w:val="single" w:sz="4" w:space="0" w:color="3F3F3F"/>
        <w:right w:val="single" w:sz="4" w:space="0" w:color="3F3F3F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3F3F3F"/>
    </w:rPr>
  </w:style>
  <w:style w:type="paragraph" w:customStyle="1" w:styleId="xl146">
    <w:name w:val="xl146"/>
    <w:basedOn w:val="Normal"/>
    <w:uiPriority w:val="99"/>
    <w:rsid w:val="00184407"/>
    <w:pPr>
      <w:pBdr>
        <w:left w:val="single" w:sz="4" w:space="0" w:color="3F3F3F"/>
        <w:bottom w:val="single" w:sz="4" w:space="0" w:color="3F3F3F"/>
        <w:right w:val="single" w:sz="4" w:space="0" w:color="3F3F3F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3F3F3F"/>
    </w:rPr>
  </w:style>
  <w:style w:type="paragraph" w:customStyle="1" w:styleId="xl147">
    <w:name w:val="xl147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48">
    <w:name w:val="xl148"/>
    <w:basedOn w:val="Normal"/>
    <w:uiPriority w:val="99"/>
    <w:rsid w:val="00184407"/>
    <w:pPr>
      <w:pBdr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49">
    <w:name w:val="xl149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0">
    <w:name w:val="xl150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51">
    <w:name w:val="xl151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152">
    <w:name w:val="xl152"/>
    <w:basedOn w:val="Normal"/>
    <w:uiPriority w:val="99"/>
    <w:rsid w:val="0018440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3">
    <w:name w:val="xl153"/>
    <w:basedOn w:val="Normal"/>
    <w:uiPriority w:val="99"/>
    <w:rsid w:val="00184407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4">
    <w:name w:val="xl154"/>
    <w:basedOn w:val="Normal"/>
    <w:uiPriority w:val="99"/>
    <w:rsid w:val="0018440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55">
    <w:name w:val="xl155"/>
    <w:basedOn w:val="Normal"/>
    <w:uiPriority w:val="99"/>
    <w:rsid w:val="0018440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6">
    <w:name w:val="xl156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57">
    <w:name w:val="xl157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u w:val="single"/>
    </w:rPr>
  </w:style>
  <w:style w:type="paragraph" w:customStyle="1" w:styleId="xl158">
    <w:name w:val="xl158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59">
    <w:name w:val="xl159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0">
    <w:name w:val="xl160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1">
    <w:name w:val="xl161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62">
    <w:name w:val="xl162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u w:val="single"/>
    </w:rPr>
  </w:style>
  <w:style w:type="paragraph" w:customStyle="1" w:styleId="xl163">
    <w:name w:val="xl163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64">
    <w:name w:val="xl164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65">
    <w:name w:val="xl165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66">
    <w:name w:val="xl166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68">
    <w:name w:val="xl168"/>
    <w:basedOn w:val="Normal"/>
    <w:uiPriority w:val="99"/>
    <w:rsid w:val="001844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69">
    <w:name w:val="xl169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70">
    <w:name w:val="xl170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</w:rPr>
  </w:style>
  <w:style w:type="paragraph" w:customStyle="1" w:styleId="xl171">
    <w:name w:val="xl171"/>
    <w:basedOn w:val="Normal"/>
    <w:uiPriority w:val="99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72">
    <w:name w:val="xl172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73">
    <w:name w:val="xl173"/>
    <w:basedOn w:val="Normal"/>
    <w:uiPriority w:val="99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74">
    <w:name w:val="xl174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75">
    <w:name w:val="xl175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176">
    <w:name w:val="xl176"/>
    <w:basedOn w:val="Normal"/>
    <w:uiPriority w:val="99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77">
    <w:name w:val="xl177"/>
    <w:basedOn w:val="Normal"/>
    <w:uiPriority w:val="99"/>
    <w:rsid w:val="00184407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78">
    <w:name w:val="xl178"/>
    <w:basedOn w:val="Normal"/>
    <w:uiPriority w:val="99"/>
    <w:rsid w:val="00184407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79">
    <w:name w:val="xl179"/>
    <w:basedOn w:val="Normal"/>
    <w:uiPriority w:val="99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80">
    <w:name w:val="xl180"/>
    <w:basedOn w:val="Normal"/>
    <w:uiPriority w:val="99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81">
    <w:name w:val="xl181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2">
    <w:name w:val="xl182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3">
    <w:name w:val="xl183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84">
    <w:name w:val="xl184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85">
    <w:name w:val="xl185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86">
    <w:name w:val="xl186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7">
    <w:name w:val="xl187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188">
    <w:name w:val="xl188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9">
    <w:name w:val="xl189"/>
    <w:basedOn w:val="Normal"/>
    <w:uiPriority w:val="99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0">
    <w:name w:val="xl190"/>
    <w:basedOn w:val="Normal"/>
    <w:uiPriority w:val="99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1">
    <w:name w:val="xl191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2">
    <w:name w:val="xl192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3">
    <w:name w:val="xl193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194">
    <w:name w:val="xl194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195">
    <w:name w:val="xl195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96">
    <w:name w:val="xl196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197">
    <w:name w:val="xl197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198">
    <w:name w:val="xl198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99">
    <w:name w:val="xl199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  <w:u w:val="single"/>
    </w:rPr>
  </w:style>
  <w:style w:type="paragraph" w:customStyle="1" w:styleId="xl200">
    <w:name w:val="xl200"/>
    <w:basedOn w:val="Normal"/>
    <w:uiPriority w:val="99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1">
    <w:name w:val="xl201"/>
    <w:basedOn w:val="Normal"/>
    <w:uiPriority w:val="99"/>
    <w:rsid w:val="0018440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202">
    <w:name w:val="xl202"/>
    <w:basedOn w:val="Normal"/>
    <w:uiPriority w:val="99"/>
    <w:rsid w:val="0018440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i/>
      <w:iCs/>
    </w:rPr>
  </w:style>
  <w:style w:type="paragraph" w:customStyle="1" w:styleId="xl203">
    <w:name w:val="xl203"/>
    <w:basedOn w:val="Normal"/>
    <w:uiPriority w:val="99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04">
    <w:name w:val="xl204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05">
    <w:name w:val="xl205"/>
    <w:basedOn w:val="Normal"/>
    <w:uiPriority w:val="99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06">
    <w:name w:val="xl206"/>
    <w:basedOn w:val="Normal"/>
    <w:uiPriority w:val="99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7">
    <w:name w:val="xl207"/>
    <w:basedOn w:val="Normal"/>
    <w:uiPriority w:val="99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08">
    <w:name w:val="xl208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9">
    <w:name w:val="xl209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10">
    <w:name w:val="xl210"/>
    <w:basedOn w:val="Normal"/>
    <w:uiPriority w:val="99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11">
    <w:name w:val="xl211"/>
    <w:basedOn w:val="Normal"/>
    <w:uiPriority w:val="99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12">
    <w:name w:val="xl212"/>
    <w:basedOn w:val="Normal"/>
    <w:uiPriority w:val="99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13">
    <w:name w:val="xl213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14">
    <w:name w:val="xl214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15">
    <w:name w:val="xl215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16">
    <w:name w:val="xl216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17">
    <w:name w:val="xl217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18">
    <w:name w:val="xl218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19">
    <w:name w:val="xl219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20">
    <w:name w:val="xl220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21">
    <w:name w:val="xl221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22">
    <w:name w:val="xl222"/>
    <w:basedOn w:val="Normal"/>
    <w:uiPriority w:val="99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23">
    <w:name w:val="xl223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24">
    <w:name w:val="xl224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5">
    <w:name w:val="xl225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26">
    <w:name w:val="xl226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27">
    <w:name w:val="xl227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28">
    <w:name w:val="xl228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29">
    <w:name w:val="xl229"/>
    <w:basedOn w:val="Normal"/>
    <w:uiPriority w:val="99"/>
    <w:rsid w:val="0018440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230">
    <w:name w:val="xl230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1">
    <w:name w:val="xl231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32">
    <w:name w:val="xl232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33">
    <w:name w:val="xl233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4">
    <w:name w:val="xl234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35">
    <w:name w:val="xl235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36">
    <w:name w:val="xl236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7">
    <w:name w:val="xl237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38">
    <w:name w:val="xl238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39">
    <w:name w:val="xl239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0">
    <w:name w:val="xl240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241">
    <w:name w:val="xl241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2">
    <w:name w:val="xl242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3">
    <w:name w:val="xl243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4">
    <w:name w:val="xl244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45">
    <w:name w:val="xl245"/>
    <w:basedOn w:val="Normal"/>
    <w:uiPriority w:val="99"/>
    <w:rsid w:val="001844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6">
    <w:name w:val="xl246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7">
    <w:name w:val="xl247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8">
    <w:name w:val="xl248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9">
    <w:name w:val="xl249"/>
    <w:basedOn w:val="Normal"/>
    <w:uiPriority w:val="99"/>
    <w:rsid w:val="0018440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0">
    <w:name w:val="xl250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1">
    <w:name w:val="xl251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52">
    <w:name w:val="xl252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253">
    <w:name w:val="xl253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4">
    <w:name w:val="xl254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5">
    <w:name w:val="xl255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256">
    <w:name w:val="xl256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7">
    <w:name w:val="xl257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8">
    <w:name w:val="xl258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59">
    <w:name w:val="xl259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260">
    <w:name w:val="xl260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61">
    <w:name w:val="xl261"/>
    <w:basedOn w:val="Normal"/>
    <w:uiPriority w:val="99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"/>
    <w:uiPriority w:val="99"/>
    <w:rsid w:val="001844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"/>
    <w:uiPriority w:val="99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"/>
    <w:uiPriority w:val="99"/>
    <w:rsid w:val="001844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"/>
    <w:uiPriority w:val="99"/>
    <w:rsid w:val="001844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styleId="Header">
    <w:name w:val="header"/>
    <w:basedOn w:val="Normal"/>
    <w:link w:val="HeaderChar"/>
    <w:uiPriority w:val="99"/>
    <w:rsid w:val="004D2F8C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D2F8C"/>
    <w:rPr>
      <w:sz w:val="24"/>
    </w:rPr>
  </w:style>
  <w:style w:type="paragraph" w:styleId="Footer">
    <w:name w:val="footer"/>
    <w:basedOn w:val="Normal"/>
    <w:link w:val="FooterChar"/>
    <w:uiPriority w:val="99"/>
    <w:rsid w:val="004D2F8C"/>
    <w:pPr>
      <w:tabs>
        <w:tab w:val="center" w:pos="4677"/>
        <w:tab w:val="right" w:pos="9355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D2F8C"/>
    <w:rPr>
      <w:sz w:val="24"/>
    </w:rPr>
  </w:style>
  <w:style w:type="paragraph" w:customStyle="1" w:styleId="font13">
    <w:name w:val="font13"/>
    <w:basedOn w:val="Normal"/>
    <w:uiPriority w:val="99"/>
    <w:rsid w:val="00B27C6A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font14">
    <w:name w:val="font14"/>
    <w:basedOn w:val="Normal"/>
    <w:uiPriority w:val="99"/>
    <w:rsid w:val="00B27C6A"/>
    <w:pPr>
      <w:spacing w:before="100" w:beforeAutospacing="1" w:after="100" w:afterAutospacing="1"/>
    </w:pPr>
    <w:rPr>
      <w:rFonts w:ascii="Arial CYR" w:hAnsi="Arial CYR" w:cs="Arial CYR"/>
      <w:b/>
      <w:bCs/>
      <w:i/>
      <w:iCs/>
      <w:color w:val="000000"/>
      <w:sz w:val="20"/>
      <w:szCs w:val="20"/>
    </w:rPr>
  </w:style>
  <w:style w:type="paragraph" w:customStyle="1" w:styleId="font15">
    <w:name w:val="font15"/>
    <w:basedOn w:val="Normal"/>
    <w:uiPriority w:val="99"/>
    <w:rsid w:val="00B27C6A"/>
    <w:pPr>
      <w:spacing w:before="100" w:beforeAutospacing="1" w:after="100" w:afterAutospacing="1"/>
    </w:pPr>
    <w:rPr>
      <w:rFonts w:ascii="Arial CYR" w:hAnsi="Arial CYR" w:cs="Arial CYR"/>
      <w:b/>
      <w:bCs/>
      <w:i/>
      <w:iCs/>
      <w:color w:val="000000"/>
      <w:sz w:val="20"/>
      <w:szCs w:val="20"/>
      <w:u w:val="single"/>
    </w:rPr>
  </w:style>
  <w:style w:type="paragraph" w:customStyle="1" w:styleId="font16">
    <w:name w:val="font16"/>
    <w:basedOn w:val="Normal"/>
    <w:uiPriority w:val="99"/>
    <w:rsid w:val="00B27C6A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  <w:u w:val="single"/>
    </w:rPr>
  </w:style>
  <w:style w:type="paragraph" w:customStyle="1" w:styleId="font17">
    <w:name w:val="font17"/>
    <w:basedOn w:val="Normal"/>
    <w:uiPriority w:val="99"/>
    <w:rsid w:val="00B27C6A"/>
    <w:pPr>
      <w:spacing w:before="100" w:beforeAutospacing="1" w:after="100" w:afterAutospacing="1"/>
    </w:pPr>
    <w:rPr>
      <w:b/>
      <w:bCs/>
      <w:sz w:val="20"/>
      <w:szCs w:val="20"/>
      <w:u w:val="single"/>
    </w:rPr>
  </w:style>
  <w:style w:type="character" w:styleId="Emphasis">
    <w:name w:val="Emphasis"/>
    <w:basedOn w:val="DefaultParagraphFont"/>
    <w:uiPriority w:val="99"/>
    <w:qFormat/>
    <w:rsid w:val="00F92479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72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512</TotalTime>
  <Pages>2</Pages>
  <Words>393</Words>
  <Characters>2241</Characters>
  <Application>Microsoft Office Outlook</Application>
  <DocSecurity>0</DocSecurity>
  <Lines>0</Lines>
  <Paragraphs>0</Paragraphs>
  <ScaleCrop>false</ScaleCrop>
  <Company>Media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</dc:title>
  <dc:subject/>
  <dc:creator>All</dc:creator>
  <cp:keywords/>
  <dc:description/>
  <cp:lastModifiedBy>Василий</cp:lastModifiedBy>
  <cp:revision>50</cp:revision>
  <cp:lastPrinted>2025-05-22T01:32:00Z</cp:lastPrinted>
  <dcterms:created xsi:type="dcterms:W3CDTF">2021-03-26T03:31:00Z</dcterms:created>
  <dcterms:modified xsi:type="dcterms:W3CDTF">2025-05-29T05:58:00Z</dcterms:modified>
</cp:coreProperties>
</file>