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E56" w:rsidRPr="00FF235E" w:rsidRDefault="00066E56" w:rsidP="00FF235E">
      <w:pPr>
        <w:jc w:val="right"/>
        <w:rPr>
          <w:b/>
          <w:sz w:val="28"/>
          <w:szCs w:val="28"/>
        </w:rPr>
      </w:pPr>
    </w:p>
    <w:p w:rsidR="00066E56" w:rsidRPr="00FF235E" w:rsidRDefault="00066E56" w:rsidP="00FF235E">
      <w:pPr>
        <w:jc w:val="center"/>
        <w:rPr>
          <w:b/>
          <w:sz w:val="28"/>
          <w:szCs w:val="28"/>
        </w:rPr>
      </w:pPr>
      <w:r w:rsidRPr="00FF235E">
        <w:rPr>
          <w:b/>
          <w:sz w:val="28"/>
          <w:szCs w:val="28"/>
        </w:rPr>
        <w:t>ДУМА</w:t>
      </w:r>
    </w:p>
    <w:p w:rsidR="00066E56" w:rsidRPr="00FF235E" w:rsidRDefault="00066E56" w:rsidP="00FF235E">
      <w:pPr>
        <w:jc w:val="center"/>
        <w:rPr>
          <w:b/>
          <w:sz w:val="28"/>
          <w:szCs w:val="28"/>
        </w:rPr>
      </w:pPr>
      <w:r w:rsidRPr="00FF235E">
        <w:rPr>
          <w:b/>
          <w:sz w:val="28"/>
          <w:szCs w:val="28"/>
        </w:rPr>
        <w:t>ТЕРНЕЙСКОГО МУНИЦИПАЛЬНОГО ОКРУГА</w:t>
      </w:r>
    </w:p>
    <w:p w:rsidR="00066E56" w:rsidRPr="00FF235E" w:rsidRDefault="00066E56" w:rsidP="00FF235E">
      <w:pPr>
        <w:jc w:val="center"/>
        <w:rPr>
          <w:b/>
          <w:sz w:val="28"/>
          <w:szCs w:val="28"/>
        </w:rPr>
      </w:pPr>
      <w:r w:rsidRPr="00FF235E">
        <w:rPr>
          <w:b/>
          <w:sz w:val="28"/>
          <w:szCs w:val="28"/>
        </w:rPr>
        <w:t xml:space="preserve">ПРИМОРСКОГО КРАЯ </w:t>
      </w:r>
    </w:p>
    <w:p w:rsidR="00066E56" w:rsidRPr="00FF235E" w:rsidRDefault="00066E56" w:rsidP="00FF235E">
      <w:pPr>
        <w:jc w:val="center"/>
        <w:rPr>
          <w:b/>
          <w:sz w:val="28"/>
          <w:szCs w:val="28"/>
        </w:rPr>
      </w:pPr>
      <w:r w:rsidRPr="00FF235E">
        <w:rPr>
          <w:b/>
          <w:sz w:val="28"/>
          <w:szCs w:val="28"/>
        </w:rPr>
        <w:t>(первый созыв)</w:t>
      </w:r>
    </w:p>
    <w:p w:rsidR="00066E56" w:rsidRPr="00FF235E" w:rsidRDefault="00066E56" w:rsidP="00FF235E">
      <w:pPr>
        <w:spacing w:before="120" w:after="120"/>
        <w:jc w:val="center"/>
        <w:rPr>
          <w:b/>
          <w:sz w:val="28"/>
          <w:szCs w:val="28"/>
        </w:rPr>
      </w:pPr>
      <w:r w:rsidRPr="00FF235E">
        <w:rPr>
          <w:b/>
          <w:sz w:val="28"/>
          <w:szCs w:val="28"/>
        </w:rPr>
        <w:t>РЕШЕНИЕ</w:t>
      </w:r>
    </w:p>
    <w:p w:rsidR="00066E56" w:rsidRPr="00FF235E" w:rsidRDefault="00066E56" w:rsidP="00FF235E">
      <w:pPr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Pr="00FF235E">
        <w:rPr>
          <w:b/>
          <w:sz w:val="28"/>
          <w:szCs w:val="28"/>
        </w:rPr>
        <w:t xml:space="preserve"> декабря 2024 года  </w:t>
      </w:r>
      <w:r w:rsidRPr="00FF235E">
        <w:rPr>
          <w:sz w:val="28"/>
          <w:szCs w:val="28"/>
        </w:rPr>
        <w:t xml:space="preserve">                 пгт. Терней                                            </w:t>
      </w:r>
      <w:r>
        <w:rPr>
          <w:b/>
          <w:sz w:val="28"/>
          <w:szCs w:val="28"/>
        </w:rPr>
        <w:t>№ 595</w:t>
      </w:r>
    </w:p>
    <w:p w:rsidR="00066E56" w:rsidRPr="00FF235E" w:rsidRDefault="00066E56" w:rsidP="00FF235E">
      <w:pPr>
        <w:jc w:val="both"/>
        <w:rPr>
          <w:sz w:val="28"/>
          <w:szCs w:val="28"/>
        </w:rPr>
      </w:pPr>
    </w:p>
    <w:p w:rsidR="00066E56" w:rsidRPr="00FF235E" w:rsidRDefault="00066E56" w:rsidP="00FF235E">
      <w:pPr>
        <w:pStyle w:val="ConsPlusNormal"/>
        <w:jc w:val="center"/>
        <w:rPr>
          <w:b/>
          <w:bCs/>
          <w:sz w:val="28"/>
          <w:szCs w:val="28"/>
          <w:lang w:eastAsia="en-US"/>
        </w:rPr>
      </w:pPr>
      <w:r w:rsidRPr="00FF235E">
        <w:rPr>
          <w:b/>
          <w:bCs/>
          <w:sz w:val="28"/>
          <w:szCs w:val="28"/>
          <w:lang w:eastAsia="en-US"/>
        </w:rPr>
        <w:t>О согласии принятия имущества, находящегося в собственности Приморского края в муниципальную собственность Тернейского муниципального округа</w:t>
      </w:r>
    </w:p>
    <w:p w:rsidR="00066E56" w:rsidRPr="00FF235E" w:rsidRDefault="00066E56" w:rsidP="00FF235E">
      <w:pPr>
        <w:pStyle w:val="ConsPlusNormal"/>
        <w:spacing w:before="120"/>
        <w:ind w:firstLine="539"/>
        <w:jc w:val="both"/>
        <w:rPr>
          <w:sz w:val="28"/>
          <w:szCs w:val="28"/>
        </w:rPr>
      </w:pPr>
      <w:r w:rsidRPr="00FF235E">
        <w:rPr>
          <w:bCs/>
          <w:sz w:val="28"/>
          <w:szCs w:val="28"/>
          <w:lang w:eastAsia="en-US"/>
        </w:rPr>
        <w:t>В</w:t>
      </w:r>
      <w:r w:rsidRPr="00FF235E">
        <w:rPr>
          <w:sz w:val="28"/>
          <w:szCs w:val="28"/>
        </w:rPr>
        <w:t xml:space="preserve"> соответствии с постановлением Правительства Российской Федерации от 13 июня 2006 года №374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Дума Тернейского муниципального округа</w:t>
      </w:r>
    </w:p>
    <w:p w:rsidR="00066E56" w:rsidRPr="00FF235E" w:rsidRDefault="00066E56" w:rsidP="00FF235E">
      <w:pPr>
        <w:pStyle w:val="ConsPlusNormal"/>
        <w:spacing w:before="120" w:after="120"/>
        <w:ind w:firstLine="567"/>
        <w:rPr>
          <w:b/>
          <w:sz w:val="28"/>
          <w:szCs w:val="28"/>
        </w:rPr>
      </w:pPr>
      <w:r w:rsidRPr="00FF235E">
        <w:rPr>
          <w:b/>
          <w:sz w:val="28"/>
          <w:szCs w:val="28"/>
        </w:rPr>
        <w:t>РЕШИЛА:</w:t>
      </w:r>
    </w:p>
    <w:p w:rsidR="00066E56" w:rsidRPr="00FF235E" w:rsidRDefault="00066E56" w:rsidP="00FF235E">
      <w:pPr>
        <w:ind w:firstLine="708"/>
        <w:jc w:val="both"/>
        <w:rPr>
          <w:sz w:val="28"/>
          <w:szCs w:val="28"/>
        </w:rPr>
      </w:pPr>
      <w:r w:rsidRPr="00FF235E">
        <w:rPr>
          <w:sz w:val="28"/>
          <w:szCs w:val="28"/>
        </w:rPr>
        <w:t>1. Согласовать принятие в муниципальную собственность Тернейского муниципального округа следующее имущество:</w:t>
      </w:r>
    </w:p>
    <w:p w:rsidR="00066E56" w:rsidRPr="00FF235E" w:rsidRDefault="00066E56" w:rsidP="00FF235E">
      <w:pPr>
        <w:ind w:firstLine="708"/>
        <w:jc w:val="both"/>
        <w:rPr>
          <w:sz w:val="28"/>
          <w:szCs w:val="28"/>
        </w:rPr>
      </w:pPr>
      <w:r w:rsidRPr="00FF235E">
        <w:rPr>
          <w:sz w:val="28"/>
          <w:szCs w:val="28"/>
        </w:rPr>
        <w:t>- сооружение «Скважина № 25147 на п\п Терней» с кадастровым номером 25:17:040001:5101 глубиной залегания 20 м, расположенное по адресу: Приморский край, пгт. Терней, ул. Аэропорт, 3.</w:t>
      </w:r>
    </w:p>
    <w:p w:rsidR="00066E56" w:rsidRPr="00FF235E" w:rsidRDefault="00066E56" w:rsidP="00FF235E">
      <w:pPr>
        <w:ind w:firstLine="708"/>
        <w:jc w:val="both"/>
        <w:rPr>
          <w:sz w:val="28"/>
          <w:szCs w:val="28"/>
        </w:rPr>
      </w:pPr>
      <w:r w:rsidRPr="00FF235E">
        <w:rPr>
          <w:sz w:val="28"/>
          <w:szCs w:val="28"/>
        </w:rPr>
        <w:t>2. Поручить администрации Тернейского муниципального округа:</w:t>
      </w:r>
    </w:p>
    <w:p w:rsidR="00066E56" w:rsidRPr="00FF235E" w:rsidRDefault="00066E56" w:rsidP="00FF235E">
      <w:pPr>
        <w:ind w:firstLine="708"/>
        <w:jc w:val="both"/>
        <w:rPr>
          <w:sz w:val="28"/>
          <w:szCs w:val="28"/>
        </w:rPr>
      </w:pPr>
      <w:r w:rsidRPr="00FF235E">
        <w:rPr>
          <w:sz w:val="28"/>
          <w:szCs w:val="28"/>
        </w:rPr>
        <w:t xml:space="preserve">2.1. направить решение о согласии передачи имущества, находящегося в собственности Приморского края, в муниципальную собственность Тернейского муниципального округа Приморского края; </w:t>
      </w:r>
    </w:p>
    <w:p w:rsidR="00066E56" w:rsidRPr="00FF235E" w:rsidRDefault="00066E56" w:rsidP="00FF235E">
      <w:pPr>
        <w:ind w:firstLine="708"/>
        <w:jc w:val="both"/>
        <w:rPr>
          <w:sz w:val="28"/>
          <w:szCs w:val="28"/>
        </w:rPr>
      </w:pPr>
      <w:r w:rsidRPr="00FF235E">
        <w:rPr>
          <w:sz w:val="28"/>
          <w:szCs w:val="28"/>
        </w:rPr>
        <w:t>2.2. главе Тернейского муниципального округа осуществить необходимые действия по реализации настоящего решения в соответствии с действующим законодательством.</w:t>
      </w:r>
    </w:p>
    <w:p w:rsidR="00066E56" w:rsidRPr="00FF235E" w:rsidRDefault="00066E56" w:rsidP="00FF235E">
      <w:pPr>
        <w:ind w:firstLine="709"/>
        <w:jc w:val="both"/>
        <w:rPr>
          <w:sz w:val="28"/>
          <w:szCs w:val="28"/>
        </w:rPr>
      </w:pPr>
      <w:r w:rsidRPr="00FF235E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066E56" w:rsidRPr="00FF235E" w:rsidRDefault="00066E56" w:rsidP="00FF235E">
      <w:pPr>
        <w:jc w:val="both"/>
        <w:rPr>
          <w:sz w:val="28"/>
          <w:szCs w:val="28"/>
        </w:rPr>
      </w:pPr>
    </w:p>
    <w:p w:rsidR="00066E56" w:rsidRPr="00FF235E" w:rsidRDefault="00066E56" w:rsidP="002D180B">
      <w:pPr>
        <w:spacing w:line="288" w:lineRule="auto"/>
        <w:jc w:val="both"/>
        <w:rPr>
          <w:sz w:val="28"/>
          <w:szCs w:val="28"/>
        </w:rPr>
      </w:pPr>
    </w:p>
    <w:p w:rsidR="00066E56" w:rsidRPr="002A0B13" w:rsidRDefault="00066E56" w:rsidP="00696495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И.о. г</w:t>
      </w:r>
      <w:r w:rsidRPr="002A0B13">
        <w:rPr>
          <w:sz w:val="26"/>
          <w:szCs w:val="26"/>
        </w:rPr>
        <w:t>лав</w:t>
      </w:r>
      <w:r>
        <w:rPr>
          <w:sz w:val="26"/>
          <w:szCs w:val="26"/>
        </w:rPr>
        <w:t>ы</w:t>
      </w:r>
    </w:p>
    <w:p w:rsidR="00066E56" w:rsidRPr="002A0B13" w:rsidRDefault="00066E56" w:rsidP="00696495">
      <w:pPr>
        <w:spacing w:line="276" w:lineRule="auto"/>
        <w:jc w:val="both"/>
        <w:rPr>
          <w:sz w:val="26"/>
          <w:szCs w:val="26"/>
        </w:rPr>
      </w:pPr>
      <w:r w:rsidRPr="002A0B13">
        <w:rPr>
          <w:sz w:val="26"/>
          <w:szCs w:val="26"/>
        </w:rPr>
        <w:t xml:space="preserve"> Тернейского муниципального округа</w:t>
      </w:r>
    </w:p>
    <w:p w:rsidR="00066E56" w:rsidRPr="002A0B13" w:rsidRDefault="00066E56" w:rsidP="00696495">
      <w:pPr>
        <w:spacing w:line="276" w:lineRule="auto"/>
        <w:jc w:val="both"/>
        <w:rPr>
          <w:b/>
          <w:sz w:val="26"/>
          <w:szCs w:val="26"/>
        </w:rPr>
      </w:pPr>
      <w:r w:rsidRPr="002A0B13">
        <w:rPr>
          <w:sz w:val="26"/>
          <w:szCs w:val="26"/>
        </w:rPr>
        <w:t xml:space="preserve"> Приморского края                        </w:t>
      </w:r>
      <w:r w:rsidRPr="002A0B13">
        <w:rPr>
          <w:sz w:val="26"/>
          <w:szCs w:val="26"/>
        </w:rPr>
        <w:tab/>
        <w:t xml:space="preserve">                                               </w:t>
      </w:r>
      <w:r>
        <w:rPr>
          <w:sz w:val="26"/>
          <w:szCs w:val="26"/>
        </w:rPr>
        <w:t>Н.В. Горбаченко</w:t>
      </w:r>
    </w:p>
    <w:p w:rsidR="00066E56" w:rsidRPr="00BD36A2" w:rsidRDefault="00066E56" w:rsidP="00501270">
      <w:pPr>
        <w:jc w:val="center"/>
      </w:pPr>
    </w:p>
    <w:p w:rsidR="00066E56" w:rsidRPr="00BD36A2" w:rsidRDefault="00066E56" w:rsidP="00501270">
      <w:pPr>
        <w:jc w:val="center"/>
      </w:pPr>
    </w:p>
    <w:p w:rsidR="00066E56" w:rsidRPr="00BD36A2" w:rsidRDefault="00066E56">
      <w:pPr>
        <w:suppressAutoHyphens/>
        <w:jc w:val="both"/>
        <w:rPr>
          <w:bCs/>
          <w:iCs/>
          <w:spacing w:val="-6"/>
        </w:rPr>
      </w:pPr>
      <w:bookmarkStart w:id="0" w:name="_GoBack"/>
      <w:bookmarkEnd w:id="0"/>
    </w:p>
    <w:sectPr w:rsidR="00066E56" w:rsidRPr="00BD36A2" w:rsidSect="00985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6455D"/>
    <w:multiLevelType w:val="hybridMultilevel"/>
    <w:tmpl w:val="5388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76A"/>
    <w:rsid w:val="00056F5E"/>
    <w:rsid w:val="00064046"/>
    <w:rsid w:val="00066E56"/>
    <w:rsid w:val="000920A6"/>
    <w:rsid w:val="000F27BC"/>
    <w:rsid w:val="001603A1"/>
    <w:rsid w:val="00180D16"/>
    <w:rsid w:val="00207862"/>
    <w:rsid w:val="00266079"/>
    <w:rsid w:val="002A0B13"/>
    <w:rsid w:val="002D180B"/>
    <w:rsid w:val="00375031"/>
    <w:rsid w:val="003771AF"/>
    <w:rsid w:val="004351A1"/>
    <w:rsid w:val="00457EE2"/>
    <w:rsid w:val="00475F77"/>
    <w:rsid w:val="0049131A"/>
    <w:rsid w:val="0049657A"/>
    <w:rsid w:val="00497F1A"/>
    <w:rsid w:val="004D1226"/>
    <w:rsid w:val="004F1D87"/>
    <w:rsid w:val="00501270"/>
    <w:rsid w:val="00561B14"/>
    <w:rsid w:val="005E6B9D"/>
    <w:rsid w:val="00633481"/>
    <w:rsid w:val="00641D25"/>
    <w:rsid w:val="00644F1B"/>
    <w:rsid w:val="00696495"/>
    <w:rsid w:val="006C3E1E"/>
    <w:rsid w:val="006D59A2"/>
    <w:rsid w:val="007358C2"/>
    <w:rsid w:val="00757840"/>
    <w:rsid w:val="0078476A"/>
    <w:rsid w:val="007E1B49"/>
    <w:rsid w:val="008446E5"/>
    <w:rsid w:val="00854703"/>
    <w:rsid w:val="008610C0"/>
    <w:rsid w:val="008C11C0"/>
    <w:rsid w:val="009560B3"/>
    <w:rsid w:val="00985A44"/>
    <w:rsid w:val="009E2881"/>
    <w:rsid w:val="009F2B09"/>
    <w:rsid w:val="00AC7AAF"/>
    <w:rsid w:val="00AE7570"/>
    <w:rsid w:val="00AF4531"/>
    <w:rsid w:val="00B61A16"/>
    <w:rsid w:val="00B84E54"/>
    <w:rsid w:val="00B86F90"/>
    <w:rsid w:val="00BD36A2"/>
    <w:rsid w:val="00BE65E4"/>
    <w:rsid w:val="00BF3513"/>
    <w:rsid w:val="00C14B99"/>
    <w:rsid w:val="00C24C4E"/>
    <w:rsid w:val="00C471A0"/>
    <w:rsid w:val="00C5273C"/>
    <w:rsid w:val="00C843B5"/>
    <w:rsid w:val="00D01DE1"/>
    <w:rsid w:val="00D276FA"/>
    <w:rsid w:val="00E861C1"/>
    <w:rsid w:val="00EC72ED"/>
    <w:rsid w:val="00EF6048"/>
    <w:rsid w:val="00F72BBC"/>
    <w:rsid w:val="00FB3A06"/>
    <w:rsid w:val="00FD6FB5"/>
    <w:rsid w:val="00FE381C"/>
    <w:rsid w:val="00FF235E"/>
    <w:rsid w:val="00FF6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88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5012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127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Title">
    <w:name w:val="Title"/>
    <w:basedOn w:val="Normal"/>
    <w:link w:val="TitleChar"/>
    <w:uiPriority w:val="99"/>
    <w:qFormat/>
    <w:rsid w:val="00FF6888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FF6888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FF6888"/>
    <w:pPr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F68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012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127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36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834</TotalTime>
  <Pages>1</Pages>
  <Words>267</Words>
  <Characters>1528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Василий</cp:lastModifiedBy>
  <cp:revision>43</cp:revision>
  <cp:lastPrinted>2024-12-04T01:49:00Z</cp:lastPrinted>
  <dcterms:created xsi:type="dcterms:W3CDTF">2020-06-10T00:01:00Z</dcterms:created>
  <dcterms:modified xsi:type="dcterms:W3CDTF">2024-12-24T04:58:00Z</dcterms:modified>
</cp:coreProperties>
</file>