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1E" w:rsidRDefault="00C6631E" w:rsidP="00D76C2A">
      <w:pPr>
        <w:jc w:val="center"/>
        <w:rPr>
          <w:b/>
        </w:rPr>
      </w:pPr>
    </w:p>
    <w:p w:rsidR="00C6631E" w:rsidRDefault="00C6631E" w:rsidP="00D76C2A">
      <w:pPr>
        <w:jc w:val="center"/>
        <w:rPr>
          <w:b/>
        </w:rPr>
      </w:pPr>
    </w:p>
    <w:p w:rsidR="00C6631E" w:rsidRDefault="00C6631E" w:rsidP="00D76C2A">
      <w:pPr>
        <w:jc w:val="center"/>
        <w:rPr>
          <w:b/>
        </w:rPr>
      </w:pPr>
      <w:r>
        <w:rPr>
          <w:b/>
        </w:rPr>
        <w:t xml:space="preserve">ДУМА </w:t>
      </w:r>
    </w:p>
    <w:p w:rsidR="00C6631E" w:rsidRPr="00580CE6" w:rsidRDefault="00C6631E" w:rsidP="00D76C2A">
      <w:pPr>
        <w:jc w:val="center"/>
        <w:rPr>
          <w:b/>
        </w:rPr>
      </w:pPr>
      <w:r w:rsidRPr="00580CE6">
        <w:rPr>
          <w:b/>
        </w:rPr>
        <w:t>ТЕРНЕЙСКОГО МУНИЦИПАЛЬНОГО ОКРУГА</w:t>
      </w:r>
    </w:p>
    <w:p w:rsidR="00C6631E" w:rsidRPr="00580CE6" w:rsidRDefault="00C6631E" w:rsidP="00D76C2A">
      <w:pPr>
        <w:jc w:val="center"/>
        <w:rPr>
          <w:b/>
        </w:rPr>
      </w:pPr>
      <w:r w:rsidRPr="00580CE6">
        <w:rPr>
          <w:b/>
        </w:rPr>
        <w:t>ПРИМОРСКОГО КРАЯ</w:t>
      </w:r>
    </w:p>
    <w:p w:rsidR="00C6631E" w:rsidRDefault="00C6631E" w:rsidP="00D76C2A">
      <w:pPr>
        <w:jc w:val="center"/>
        <w:rPr>
          <w:b/>
        </w:rPr>
      </w:pPr>
      <w:r w:rsidRPr="00580CE6">
        <w:rPr>
          <w:b/>
        </w:rPr>
        <w:t>(первый созыв)</w:t>
      </w:r>
    </w:p>
    <w:p w:rsidR="00C6631E" w:rsidRPr="00580CE6" w:rsidRDefault="00C6631E" w:rsidP="00D76C2A">
      <w:pPr>
        <w:spacing w:line="276" w:lineRule="auto"/>
        <w:jc w:val="center"/>
        <w:rPr>
          <w:b/>
        </w:rPr>
      </w:pPr>
    </w:p>
    <w:p w:rsidR="00C6631E" w:rsidRDefault="00C6631E" w:rsidP="00D76C2A">
      <w:pPr>
        <w:spacing w:line="276" w:lineRule="auto"/>
        <w:jc w:val="center"/>
        <w:rPr>
          <w:b/>
        </w:rPr>
      </w:pPr>
      <w:r w:rsidRPr="00580CE6">
        <w:rPr>
          <w:b/>
        </w:rPr>
        <w:t xml:space="preserve">РЕШЕНИЕ </w:t>
      </w:r>
    </w:p>
    <w:p w:rsidR="00C6631E" w:rsidRPr="00580CE6" w:rsidRDefault="00C6631E" w:rsidP="00D76C2A">
      <w:pPr>
        <w:spacing w:line="276" w:lineRule="auto"/>
        <w:rPr>
          <w:b/>
        </w:rPr>
      </w:pPr>
      <w:r>
        <w:rPr>
          <w:b/>
        </w:rPr>
        <w:t>23</w:t>
      </w:r>
      <w:r w:rsidRPr="00580CE6">
        <w:rPr>
          <w:b/>
        </w:rPr>
        <w:t xml:space="preserve"> </w:t>
      </w:r>
      <w:r>
        <w:rPr>
          <w:b/>
        </w:rPr>
        <w:t>мая</w:t>
      </w:r>
      <w:r w:rsidRPr="00580CE6">
        <w:rPr>
          <w:b/>
        </w:rPr>
        <w:t xml:space="preserve"> 202</w:t>
      </w:r>
      <w:r>
        <w:rPr>
          <w:b/>
        </w:rPr>
        <w:t>3</w:t>
      </w:r>
      <w:r w:rsidRPr="00580CE6">
        <w:rPr>
          <w:b/>
        </w:rPr>
        <w:t xml:space="preserve"> г</w:t>
      </w:r>
      <w:r>
        <w:rPr>
          <w:b/>
        </w:rPr>
        <w:t>ода</w:t>
      </w:r>
      <w:r w:rsidRPr="00580CE6">
        <w:rPr>
          <w:b/>
        </w:rPr>
        <w:t xml:space="preserve">                 </w:t>
      </w:r>
      <w:r>
        <w:rPr>
          <w:b/>
        </w:rPr>
        <w:t xml:space="preserve">                           </w:t>
      </w:r>
      <w:r w:rsidRPr="00580CE6">
        <w:rPr>
          <w:b/>
        </w:rPr>
        <w:t xml:space="preserve">пгт. Терней                      </w:t>
      </w:r>
      <w:r>
        <w:rPr>
          <w:b/>
        </w:rPr>
        <w:t xml:space="preserve">            </w:t>
      </w:r>
      <w:r w:rsidRPr="00580CE6">
        <w:rPr>
          <w:b/>
        </w:rPr>
        <w:t xml:space="preserve">                    №</w:t>
      </w:r>
      <w:r>
        <w:rPr>
          <w:b/>
        </w:rPr>
        <w:t xml:space="preserve"> 434</w:t>
      </w:r>
      <w:bookmarkStart w:id="0" w:name="_GoBack"/>
      <w:bookmarkEnd w:id="0"/>
    </w:p>
    <w:p w:rsidR="00C6631E" w:rsidRPr="00580CE6" w:rsidRDefault="00C6631E" w:rsidP="00D76C2A">
      <w:pPr>
        <w:spacing w:line="276" w:lineRule="auto"/>
        <w:jc w:val="center"/>
        <w:rPr>
          <w:b/>
        </w:rPr>
      </w:pPr>
    </w:p>
    <w:p w:rsidR="00C6631E" w:rsidRDefault="00C6631E" w:rsidP="00D76C2A">
      <w:pPr>
        <w:ind w:firstLine="709"/>
        <w:jc w:val="center"/>
        <w:rPr>
          <w:b/>
        </w:rPr>
      </w:pPr>
      <w:r w:rsidRPr="00580CE6">
        <w:rPr>
          <w:b/>
        </w:rPr>
        <w:t>О назначении публичных (общественных) слушаний по проекту решения Думы Тернейского муниципального округа Приморского края «Об утверждении отчёта об исполнении бюджета Тернейского муниципального округа за 202</w:t>
      </w:r>
      <w:r>
        <w:rPr>
          <w:b/>
        </w:rPr>
        <w:t>2</w:t>
      </w:r>
      <w:r w:rsidRPr="00580CE6">
        <w:rPr>
          <w:b/>
        </w:rPr>
        <w:t xml:space="preserve"> год»</w:t>
      </w:r>
    </w:p>
    <w:p w:rsidR="00C6631E" w:rsidRPr="00580CE6" w:rsidRDefault="00C6631E" w:rsidP="00D76C2A">
      <w:pPr>
        <w:spacing w:line="276" w:lineRule="auto"/>
        <w:ind w:firstLine="708"/>
        <w:jc w:val="center"/>
        <w:rPr>
          <w:b/>
        </w:rPr>
      </w:pPr>
    </w:p>
    <w:p w:rsidR="00C6631E" w:rsidRPr="00B32F94" w:rsidRDefault="00C6631E" w:rsidP="00D76C2A">
      <w:pPr>
        <w:ind w:firstLine="709"/>
        <w:jc w:val="both"/>
      </w:pPr>
      <w:r w:rsidRPr="00B32F94">
        <w:rPr>
          <w:color w:val="000000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Бюджетным кодексом Российской федерации, </w:t>
      </w:r>
      <w:r w:rsidRPr="00B32F94">
        <w:rPr>
          <w:color w:val="000000"/>
        </w:rPr>
        <w:t xml:space="preserve">Положением </w:t>
      </w:r>
      <w:r w:rsidRPr="00B32F94">
        <w:rPr>
          <w:bCs/>
        </w:rPr>
        <w:t>о порядке подготовки и проведения публичных слушаний на территории</w:t>
      </w:r>
      <w:r>
        <w:rPr>
          <w:bCs/>
        </w:rPr>
        <w:t xml:space="preserve"> </w:t>
      </w:r>
      <w:r w:rsidRPr="00B32F94">
        <w:t>Тернейского муниципального округа Приморского края, утвержденного решением Думы Тернейского муниципального округа Приморского края от 22 сентября 2020 года № 11</w:t>
      </w:r>
      <w:r w:rsidRPr="00B32F94">
        <w:rPr>
          <w:color w:val="000000"/>
        </w:rPr>
        <w:t xml:space="preserve">, Уставом Тернейского муниципального округа Приморского края, </w:t>
      </w:r>
      <w:r w:rsidRPr="00B32F94">
        <w:t xml:space="preserve">Дума Тернейского муниципального округа Приморского края </w:t>
      </w:r>
    </w:p>
    <w:p w:rsidR="00C6631E" w:rsidRPr="00B32F94" w:rsidRDefault="00C6631E" w:rsidP="00D76C2A">
      <w:pPr>
        <w:ind w:firstLine="709"/>
        <w:jc w:val="both"/>
        <w:rPr>
          <w:b/>
        </w:rPr>
      </w:pPr>
      <w:r w:rsidRPr="00B32F94">
        <w:rPr>
          <w:b/>
        </w:rPr>
        <w:t>РЕШИЛА:</w:t>
      </w:r>
    </w:p>
    <w:p w:rsidR="00C6631E" w:rsidRPr="0091525E" w:rsidRDefault="00C6631E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 xml:space="preserve">1. Назначить публичные слушания по инициативе Думы Тернейского </w:t>
      </w:r>
      <w:r w:rsidRPr="0091525E">
        <w:rPr>
          <w:color w:val="000000"/>
        </w:rPr>
        <w:t xml:space="preserve">муниципального округа Приморского края. </w:t>
      </w:r>
    </w:p>
    <w:p w:rsidR="00C6631E" w:rsidRPr="00B32F94" w:rsidRDefault="00C6631E" w:rsidP="00D76C2A">
      <w:pPr>
        <w:spacing w:line="276" w:lineRule="auto"/>
        <w:ind w:firstLine="708"/>
        <w:jc w:val="both"/>
      </w:pPr>
      <w:r w:rsidRPr="0091525E">
        <w:t>2. Определить вопрос, вын</w:t>
      </w:r>
      <w:r>
        <w:t xml:space="preserve">осимый на публичные слушания – </w:t>
      </w:r>
      <w:r w:rsidRPr="0091525E">
        <w:t xml:space="preserve">Проект </w:t>
      </w:r>
      <w:r>
        <w:t xml:space="preserve">решения Думы Тернейского муниципального округа Приморского края </w:t>
      </w:r>
      <w:r w:rsidRPr="0091525E">
        <w:t>«Об утверждении отчёта об исполнении</w:t>
      </w:r>
      <w:r>
        <w:t xml:space="preserve"> </w:t>
      </w:r>
      <w:r w:rsidRPr="0091525E">
        <w:t>бюджета Тернейского муниципального округа</w:t>
      </w:r>
      <w:r>
        <w:t xml:space="preserve"> </w:t>
      </w:r>
      <w:r w:rsidRPr="0091525E">
        <w:t>за 202</w:t>
      </w:r>
      <w:r>
        <w:t>2</w:t>
      </w:r>
      <w:r w:rsidRPr="0091525E">
        <w:t xml:space="preserve"> год</w:t>
      </w:r>
      <w:r w:rsidRPr="00B32F94">
        <w:t xml:space="preserve">» (прилагается). </w:t>
      </w:r>
    </w:p>
    <w:p w:rsidR="00C6631E" w:rsidRPr="00B32F94" w:rsidRDefault="00C6631E" w:rsidP="00D76C2A">
      <w:pPr>
        <w:ind w:firstLine="709"/>
        <w:jc w:val="both"/>
      </w:pPr>
      <w:r w:rsidRPr="00B32F94">
        <w:t xml:space="preserve">3. Определить местом проведения публичных слушаний помещение – здание администрации Тернейского муниципального округа (зал заседаний,3 этаж), время проведения публичных слушаний в 11 часов 00 минут, </w:t>
      </w:r>
      <w:r>
        <w:rPr>
          <w:b/>
        </w:rPr>
        <w:t>16 июня</w:t>
      </w:r>
      <w:r w:rsidRPr="00B32F94">
        <w:rPr>
          <w:b/>
        </w:rPr>
        <w:t xml:space="preserve"> 202</w:t>
      </w:r>
      <w:r>
        <w:rPr>
          <w:b/>
        </w:rPr>
        <w:t>3</w:t>
      </w:r>
      <w:r w:rsidRPr="00B32F94">
        <w:rPr>
          <w:b/>
        </w:rPr>
        <w:t xml:space="preserve"> года</w:t>
      </w:r>
      <w:r w:rsidRPr="00B32F94">
        <w:t xml:space="preserve">. </w:t>
      </w:r>
    </w:p>
    <w:p w:rsidR="00C6631E" w:rsidRPr="00B32F94" w:rsidRDefault="00C6631E" w:rsidP="00D76C2A">
      <w:pPr>
        <w:ind w:firstLine="709"/>
        <w:jc w:val="both"/>
      </w:pPr>
      <w:r w:rsidRPr="00B32F94">
        <w:t xml:space="preserve">4. Установить срок подачи письменных предложений и замечаний по обсуждаемой теме ежедневно, кроме субботы, воскресенья и праздничных дней до </w:t>
      </w:r>
      <w:r>
        <w:rPr>
          <w:b/>
        </w:rPr>
        <w:t>14 июня 2023</w:t>
      </w:r>
      <w:r w:rsidRPr="00B32F94">
        <w:rPr>
          <w:b/>
        </w:rPr>
        <w:t xml:space="preserve"> года</w:t>
      </w:r>
      <w:r w:rsidRPr="00B32F94">
        <w:t>, по адресу: Приморский край, Тернейский район, пгт. Терней, ул. Ивановская, 2, Дума Тернейского муниципального округа Приморского края (2 этаж, каб. № 16).</w:t>
      </w:r>
    </w:p>
    <w:p w:rsidR="00C6631E" w:rsidRPr="00B32F94" w:rsidRDefault="00C6631E" w:rsidP="00D76C2A">
      <w:pPr>
        <w:ind w:firstLine="709"/>
        <w:jc w:val="both"/>
      </w:pPr>
      <w:r w:rsidRPr="00B32F94">
        <w:t>5. Назначить организационный комитет по проведению публичных слушаний в составе:</w:t>
      </w:r>
    </w:p>
    <w:p w:rsidR="00C6631E" w:rsidRPr="00B32F94" w:rsidRDefault="00C6631E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Гриценко В.В. – первый заместитель Главы администрации Тернейского муниципального округа Приморского края;</w:t>
      </w:r>
    </w:p>
    <w:p w:rsidR="00C6631E" w:rsidRPr="00B32F94" w:rsidRDefault="00C6631E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 xml:space="preserve">- </w:t>
      </w:r>
      <w:r>
        <w:rPr>
          <w:color w:val="000000"/>
        </w:rPr>
        <w:t xml:space="preserve">Нестеренко Е.Е. – начальник финансового Управления </w:t>
      </w:r>
      <w:r w:rsidRPr="00B32F94">
        <w:rPr>
          <w:color w:val="000000"/>
        </w:rPr>
        <w:t>Тернейского муниципального округа Приморского края;</w:t>
      </w:r>
    </w:p>
    <w:p w:rsidR="00C6631E" w:rsidRPr="00B32F94" w:rsidRDefault="00C6631E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Усольцев В.А. – депутат Думы Тернейского муниципального округа Приморского края;</w:t>
      </w:r>
    </w:p>
    <w:p w:rsidR="00C6631E" w:rsidRPr="00B32F94" w:rsidRDefault="00C6631E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Скоркин Е.О. – депутат Думы Тернейского муниципального округа Приморского края;</w:t>
      </w:r>
    </w:p>
    <w:p w:rsidR="00C6631E" w:rsidRPr="00B32F94" w:rsidRDefault="00C6631E" w:rsidP="00D76C2A">
      <w:pPr>
        <w:ind w:firstLine="709"/>
        <w:jc w:val="both"/>
        <w:rPr>
          <w:color w:val="000000"/>
        </w:rPr>
      </w:pPr>
      <w:r w:rsidRPr="00B32F94">
        <w:rPr>
          <w:color w:val="000000"/>
        </w:rPr>
        <w:t>- Кривулько В.А. – руководитель аппарата Думы Тернейского муниципального округа Приморского края.</w:t>
      </w:r>
    </w:p>
    <w:p w:rsidR="00C6631E" w:rsidRDefault="00C6631E" w:rsidP="00D76C2A">
      <w:pPr>
        <w:ind w:firstLine="709"/>
        <w:jc w:val="both"/>
      </w:pPr>
      <w:r w:rsidRPr="00B32F94">
        <w:rPr>
          <w:color w:val="000000"/>
        </w:rPr>
        <w:t xml:space="preserve">6. </w:t>
      </w:r>
      <w:r w:rsidRPr="00B32F94">
        <w:t>Настоящее решение вступает в силу со дня его официального опубликования в газете «Вестник Тернея».</w:t>
      </w:r>
    </w:p>
    <w:p w:rsidR="00C6631E" w:rsidRPr="00B32F94" w:rsidRDefault="00C6631E" w:rsidP="00D76C2A">
      <w:pPr>
        <w:ind w:firstLine="709"/>
        <w:jc w:val="both"/>
      </w:pPr>
    </w:p>
    <w:p w:rsidR="00C6631E" w:rsidRPr="00876A13" w:rsidRDefault="00C6631E" w:rsidP="00D76C2A">
      <w:pPr>
        <w:jc w:val="both"/>
      </w:pPr>
      <w:r w:rsidRPr="00876A13">
        <w:t xml:space="preserve">Председатель </w:t>
      </w:r>
    </w:p>
    <w:p w:rsidR="00C6631E" w:rsidRPr="00876A13" w:rsidRDefault="00C6631E" w:rsidP="00D76C2A">
      <w:pPr>
        <w:jc w:val="both"/>
      </w:pPr>
      <w:r w:rsidRPr="00876A13">
        <w:t>Думы Тернейского муниципального округа</w:t>
      </w:r>
    </w:p>
    <w:p w:rsidR="00C6631E" w:rsidRDefault="00C6631E" w:rsidP="00D76C2A">
      <w:r w:rsidRPr="00876A13">
        <w:t xml:space="preserve">Приморского края                                           </w:t>
      </w:r>
      <w:r w:rsidRPr="00876A13">
        <w:tab/>
      </w:r>
      <w:r w:rsidRPr="00876A13">
        <w:tab/>
        <w:t xml:space="preserve">             </w:t>
      </w:r>
      <w:r>
        <w:t xml:space="preserve">                           </w:t>
      </w:r>
      <w:r w:rsidRPr="00876A13">
        <w:t>А.А. Вихров</w:t>
      </w:r>
    </w:p>
    <w:p w:rsidR="00C6631E" w:rsidRDefault="00C6631E" w:rsidP="00D76C2A"/>
    <w:p w:rsidR="00C6631E" w:rsidRDefault="00C6631E" w:rsidP="007612C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Pr="009C7ADB" w:rsidRDefault="00C6631E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«Отчёт об исполнении бюджета Тернейского </w:t>
      </w:r>
    </w:p>
    <w:p w:rsidR="00C6631E" w:rsidRPr="009C7ADB" w:rsidRDefault="00C6631E" w:rsidP="009C7ADB">
      <w:pPr>
        <w:spacing w:line="360" w:lineRule="auto"/>
        <w:jc w:val="center"/>
        <w:rPr>
          <w:sz w:val="56"/>
          <w:szCs w:val="56"/>
        </w:rPr>
      </w:pPr>
      <w:r w:rsidRPr="009C7ADB">
        <w:rPr>
          <w:sz w:val="56"/>
          <w:szCs w:val="56"/>
        </w:rPr>
        <w:t xml:space="preserve">муниципального </w:t>
      </w:r>
      <w:r>
        <w:rPr>
          <w:sz w:val="56"/>
          <w:szCs w:val="56"/>
        </w:rPr>
        <w:t>округа</w:t>
      </w:r>
      <w:r w:rsidRPr="009C7ADB">
        <w:rPr>
          <w:sz w:val="56"/>
          <w:szCs w:val="56"/>
        </w:rPr>
        <w:t xml:space="preserve"> </w:t>
      </w:r>
    </w:p>
    <w:p w:rsidR="00C6631E" w:rsidRPr="009C7ADB" w:rsidRDefault="00C6631E" w:rsidP="009C7ADB">
      <w:pPr>
        <w:spacing w:line="360" w:lineRule="auto"/>
        <w:jc w:val="center"/>
        <w:rPr>
          <w:b/>
          <w:sz w:val="56"/>
          <w:szCs w:val="56"/>
        </w:rPr>
      </w:pPr>
      <w:r w:rsidRPr="009C7ADB">
        <w:rPr>
          <w:sz w:val="56"/>
          <w:szCs w:val="56"/>
        </w:rPr>
        <w:t>за 202</w:t>
      </w:r>
      <w:r>
        <w:rPr>
          <w:sz w:val="56"/>
          <w:szCs w:val="56"/>
        </w:rPr>
        <w:t>2</w:t>
      </w:r>
      <w:r w:rsidRPr="009C7ADB">
        <w:rPr>
          <w:sz w:val="56"/>
          <w:szCs w:val="56"/>
        </w:rPr>
        <w:t xml:space="preserve"> год»</w:t>
      </w:r>
    </w:p>
    <w:p w:rsidR="00C6631E" w:rsidRPr="009C7ADB" w:rsidRDefault="00C6631E" w:rsidP="009C7ADB">
      <w:pPr>
        <w:jc w:val="center"/>
        <w:rPr>
          <w:b/>
          <w:sz w:val="56"/>
          <w:szCs w:val="56"/>
        </w:rPr>
      </w:pPr>
    </w:p>
    <w:p w:rsidR="00C6631E" w:rsidRPr="009C7ADB" w:rsidRDefault="00C6631E" w:rsidP="007612C5">
      <w:pPr>
        <w:jc w:val="right"/>
        <w:rPr>
          <w:b/>
          <w:sz w:val="44"/>
          <w:szCs w:val="44"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Default="00C6631E" w:rsidP="007612C5">
      <w:pPr>
        <w:jc w:val="right"/>
        <w:rPr>
          <w:b/>
        </w:rPr>
      </w:pPr>
    </w:p>
    <w:p w:rsidR="00C6631E" w:rsidRPr="00D76C2A" w:rsidRDefault="00C6631E" w:rsidP="00D76C2A">
      <w:pPr>
        <w:jc w:val="center"/>
        <w:rPr>
          <w:b/>
        </w:rPr>
      </w:pPr>
    </w:p>
    <w:p w:rsidR="00C6631E" w:rsidRDefault="00C6631E" w:rsidP="00D76C2A">
      <w:pPr>
        <w:jc w:val="right"/>
        <w:rPr>
          <w:b/>
        </w:rPr>
      </w:pPr>
      <w:r>
        <w:rPr>
          <w:b/>
        </w:rPr>
        <w:t>ПРОЕКТ</w:t>
      </w:r>
    </w:p>
    <w:p w:rsidR="00C6631E" w:rsidRDefault="00C6631E" w:rsidP="00D76C2A">
      <w:pPr>
        <w:jc w:val="center"/>
        <w:rPr>
          <w:b/>
        </w:rPr>
      </w:pPr>
      <w:r>
        <w:rPr>
          <w:b/>
        </w:rPr>
        <w:t xml:space="preserve">ДУМА </w:t>
      </w:r>
    </w:p>
    <w:p w:rsidR="00C6631E" w:rsidRPr="00580CE6" w:rsidRDefault="00C6631E" w:rsidP="00D76C2A">
      <w:pPr>
        <w:jc w:val="center"/>
        <w:rPr>
          <w:b/>
        </w:rPr>
      </w:pPr>
      <w:r w:rsidRPr="00580CE6">
        <w:rPr>
          <w:b/>
        </w:rPr>
        <w:t>ТЕРНЕЙСКОГО МУНИЦИПАЛЬНОГО ОКРУГА</w:t>
      </w:r>
    </w:p>
    <w:p w:rsidR="00C6631E" w:rsidRPr="00580CE6" w:rsidRDefault="00C6631E" w:rsidP="00D76C2A">
      <w:pPr>
        <w:jc w:val="center"/>
        <w:rPr>
          <w:b/>
        </w:rPr>
      </w:pPr>
      <w:r w:rsidRPr="00580CE6">
        <w:rPr>
          <w:b/>
        </w:rPr>
        <w:t>ПРИМОРСКОГО КРАЯ</w:t>
      </w:r>
    </w:p>
    <w:p w:rsidR="00C6631E" w:rsidRDefault="00C6631E" w:rsidP="00D76C2A">
      <w:pPr>
        <w:jc w:val="center"/>
        <w:rPr>
          <w:b/>
        </w:rPr>
      </w:pPr>
      <w:r w:rsidRPr="00580CE6">
        <w:rPr>
          <w:b/>
        </w:rPr>
        <w:t>(первый созыв)</w:t>
      </w:r>
    </w:p>
    <w:p w:rsidR="00C6631E" w:rsidRPr="00580CE6" w:rsidRDefault="00C6631E" w:rsidP="00D76C2A">
      <w:pPr>
        <w:spacing w:line="276" w:lineRule="auto"/>
        <w:jc w:val="center"/>
        <w:rPr>
          <w:b/>
        </w:rPr>
      </w:pPr>
    </w:p>
    <w:p w:rsidR="00C6631E" w:rsidRDefault="00C6631E" w:rsidP="00D76C2A">
      <w:pPr>
        <w:spacing w:line="276" w:lineRule="auto"/>
        <w:jc w:val="center"/>
        <w:rPr>
          <w:b/>
        </w:rPr>
      </w:pPr>
      <w:r w:rsidRPr="00580CE6">
        <w:rPr>
          <w:b/>
        </w:rPr>
        <w:t xml:space="preserve">РЕШЕНИЕ </w:t>
      </w:r>
    </w:p>
    <w:p w:rsidR="00C6631E" w:rsidRPr="00D76C2A" w:rsidRDefault="00C6631E" w:rsidP="00D76C2A">
      <w:pPr>
        <w:jc w:val="both"/>
      </w:pPr>
    </w:p>
    <w:p w:rsidR="00C6631E" w:rsidRPr="00D76C2A" w:rsidRDefault="00C6631E" w:rsidP="00D76C2A">
      <w:r w:rsidRPr="00D76C2A">
        <w:t xml:space="preserve">от        2023 г                      </w:t>
      </w:r>
      <w:r>
        <w:t xml:space="preserve">                             </w:t>
      </w:r>
      <w:r w:rsidRPr="00D76C2A">
        <w:t>пгт.</w:t>
      </w:r>
      <w:r>
        <w:t xml:space="preserve"> </w:t>
      </w:r>
      <w:r w:rsidRPr="00D76C2A">
        <w:t>Терней                                          №</w:t>
      </w:r>
    </w:p>
    <w:p w:rsidR="00C6631E" w:rsidRPr="00D76C2A" w:rsidRDefault="00C6631E" w:rsidP="00D76C2A">
      <w:pPr>
        <w:jc w:val="both"/>
      </w:pPr>
    </w:p>
    <w:p w:rsidR="00C6631E" w:rsidRDefault="00C6631E" w:rsidP="00D76C2A">
      <w:pPr>
        <w:jc w:val="center"/>
        <w:rPr>
          <w:b/>
        </w:rPr>
      </w:pPr>
      <w:r w:rsidRPr="00D76C2A">
        <w:rPr>
          <w:b/>
        </w:rPr>
        <w:t xml:space="preserve">Об утверждении отчёта об исполнении бюджета </w:t>
      </w:r>
    </w:p>
    <w:p w:rsidR="00C6631E" w:rsidRPr="00D76C2A" w:rsidRDefault="00C6631E" w:rsidP="00D76C2A">
      <w:pPr>
        <w:jc w:val="center"/>
        <w:rPr>
          <w:b/>
        </w:rPr>
      </w:pPr>
      <w:r w:rsidRPr="00D76C2A">
        <w:rPr>
          <w:b/>
        </w:rPr>
        <w:t xml:space="preserve">Тернейского муниципального округа за 2022 год </w:t>
      </w:r>
    </w:p>
    <w:p w:rsidR="00C6631E" w:rsidRPr="00D76C2A" w:rsidRDefault="00C6631E" w:rsidP="00D76C2A">
      <w:pPr>
        <w:jc w:val="both"/>
      </w:pPr>
    </w:p>
    <w:p w:rsidR="00C6631E" w:rsidRPr="00D76C2A" w:rsidRDefault="00C6631E" w:rsidP="00D76C2A">
      <w:pPr>
        <w:ind w:firstLine="709"/>
        <w:jc w:val="both"/>
      </w:pPr>
      <w:r>
        <w:t>В</w:t>
      </w:r>
      <w:r w:rsidRPr="00D76C2A">
        <w:t xml:space="preserve"> соответствии со статьей 264.2 Бюджетного кодекса Российской Федерации, статьей 52 Федерального закона от 06.10.2003 №131-ФЗ "Об общих принципах организации местного самоуправления в Российской Федерации", частью 3 статьи 31 "Положения о бюджетном устройстве и бюджетном процессе в Тернейском муниципальном округе», утверждённого решением Думы Тернейского муниципального округа от 29.09.2021 №257</w:t>
      </w:r>
    </w:p>
    <w:p w:rsidR="00C6631E" w:rsidRPr="00D76C2A" w:rsidRDefault="00C6631E" w:rsidP="00D76C2A">
      <w:pPr>
        <w:ind w:firstLine="709"/>
        <w:jc w:val="both"/>
      </w:pPr>
    </w:p>
    <w:p w:rsidR="00C6631E" w:rsidRPr="00D76C2A" w:rsidRDefault="00C6631E" w:rsidP="00D76C2A">
      <w:pPr>
        <w:ind w:firstLine="709"/>
        <w:jc w:val="both"/>
        <w:rPr>
          <w:b/>
        </w:rPr>
      </w:pPr>
      <w:r w:rsidRPr="00D76C2A">
        <w:rPr>
          <w:b/>
        </w:rPr>
        <w:t>РЕШИЛА:</w:t>
      </w:r>
    </w:p>
    <w:p w:rsidR="00C6631E" w:rsidRPr="00D76C2A" w:rsidRDefault="00C6631E" w:rsidP="00D76C2A">
      <w:pPr>
        <w:ind w:firstLine="709"/>
        <w:jc w:val="both"/>
      </w:pPr>
    </w:p>
    <w:p w:rsidR="00C6631E" w:rsidRPr="00D76C2A" w:rsidRDefault="00C6631E" w:rsidP="00D76C2A">
      <w:pPr>
        <w:ind w:firstLine="709"/>
        <w:jc w:val="both"/>
      </w:pPr>
      <w:r w:rsidRPr="00D76C2A">
        <w:t>1. Утвердить отчет об исполнении бюджета Тернейского муниципального округа за 2022 год по доходам бюджета в сумме 927 417 666,22 руб., по расходам бюджета в сумме 909 400 038,86 руб., с превышением доходов над расходами в сумме 18 017 627,36 руб. со следующими показателями:</w:t>
      </w:r>
    </w:p>
    <w:p w:rsidR="00C6631E" w:rsidRPr="00D76C2A" w:rsidRDefault="00C6631E" w:rsidP="00D76C2A">
      <w:pPr>
        <w:ind w:firstLine="709"/>
        <w:jc w:val="both"/>
      </w:pPr>
      <w:r w:rsidRPr="00D76C2A">
        <w:t>1.1. Объёмы доходов бюджета Тернейского муниципального округа за 2022 год  (приложение №1);</w:t>
      </w:r>
    </w:p>
    <w:p w:rsidR="00C6631E" w:rsidRPr="00D76C2A" w:rsidRDefault="00C6631E" w:rsidP="00D76C2A">
      <w:pPr>
        <w:ind w:firstLine="709"/>
        <w:jc w:val="both"/>
      </w:pPr>
      <w:r w:rsidRPr="00D76C2A">
        <w:t xml:space="preserve">1.2. По расходам бюджета Тернейского муниципального округа по разделам, подразделам, целевым статьям и видам расходов классификации расходов   за 2022 год (приложение №2); </w:t>
      </w:r>
    </w:p>
    <w:p w:rsidR="00C6631E" w:rsidRPr="00D76C2A" w:rsidRDefault="00C6631E" w:rsidP="00D76C2A">
      <w:pPr>
        <w:ind w:firstLine="709"/>
        <w:jc w:val="both"/>
      </w:pPr>
      <w:r w:rsidRPr="00D76C2A">
        <w:t>1.3. По расходам бюджета Тернейского муниципального округа в ведомственной структуре расходов за 2022 год (приложение №3);</w:t>
      </w:r>
    </w:p>
    <w:p w:rsidR="00C6631E" w:rsidRPr="00D76C2A" w:rsidRDefault="00C6631E" w:rsidP="00D76C2A">
      <w:pPr>
        <w:ind w:firstLine="709"/>
        <w:jc w:val="both"/>
      </w:pPr>
      <w:r w:rsidRPr="00D76C2A">
        <w:t>1.4. По источникам внутреннего финансирования дефицита бюджета Тернейского муниципального округа (приложение №4);</w:t>
      </w:r>
    </w:p>
    <w:p w:rsidR="00C6631E" w:rsidRPr="00D76C2A" w:rsidRDefault="00C6631E" w:rsidP="00D76C2A">
      <w:pPr>
        <w:ind w:firstLine="709"/>
        <w:jc w:val="both"/>
      </w:pPr>
      <w:r w:rsidRPr="00D76C2A">
        <w:t>1.5.  Расходы бюджета Тернейского муниципального округа по финансовому обеспечению муниципальных программ Тернейского муниципального округа за 2022 год (приложение № 5);</w:t>
      </w:r>
    </w:p>
    <w:p w:rsidR="00C6631E" w:rsidRPr="00D76C2A" w:rsidRDefault="00C6631E" w:rsidP="00D76C2A">
      <w:pPr>
        <w:ind w:firstLine="709"/>
        <w:jc w:val="both"/>
      </w:pPr>
      <w:r w:rsidRPr="00D76C2A">
        <w:t>1.6. Объем бюджетных ассигнований на исполнение публичных нормативных обязательств за 2022 год (приложение № 6).</w:t>
      </w:r>
    </w:p>
    <w:p w:rsidR="00C6631E" w:rsidRPr="00D76C2A" w:rsidRDefault="00C6631E" w:rsidP="00D76C2A">
      <w:pPr>
        <w:ind w:firstLine="709"/>
        <w:jc w:val="both"/>
      </w:pPr>
      <w:r w:rsidRPr="00D76C2A">
        <w:t>2. Утвердить отчет о расходовании средств резервного фонда администрации Тернейского муниципального округа за 2022 год.</w:t>
      </w:r>
    </w:p>
    <w:p w:rsidR="00C6631E" w:rsidRPr="00D76C2A" w:rsidRDefault="00C6631E" w:rsidP="00D76C2A">
      <w:pPr>
        <w:ind w:firstLine="709"/>
        <w:jc w:val="both"/>
      </w:pPr>
      <w:r w:rsidRPr="00D76C2A">
        <w:t xml:space="preserve">3. </w:t>
      </w:r>
      <w:r w:rsidRPr="00611955">
        <w:t xml:space="preserve">Настоящее </w:t>
      </w:r>
      <w:r>
        <w:t>решение</w:t>
      </w:r>
      <w:r w:rsidRPr="00611955">
        <w:t xml:space="preserve"> вступает в силу со дня его официального опубликования</w:t>
      </w:r>
      <w:r>
        <w:t xml:space="preserve"> в газете «Вестник Тернея»</w:t>
      </w:r>
      <w:r w:rsidRPr="00D76C2A">
        <w:t>.</w:t>
      </w:r>
    </w:p>
    <w:p w:rsidR="00C6631E" w:rsidRPr="00D76C2A" w:rsidRDefault="00C6631E" w:rsidP="00D76C2A">
      <w:pPr>
        <w:jc w:val="both"/>
      </w:pPr>
    </w:p>
    <w:p w:rsidR="00C6631E" w:rsidRPr="00D76C2A" w:rsidRDefault="00C6631E" w:rsidP="00D76C2A">
      <w:pPr>
        <w:jc w:val="both"/>
      </w:pPr>
    </w:p>
    <w:p w:rsidR="00C6631E" w:rsidRPr="00D76C2A" w:rsidRDefault="00C6631E" w:rsidP="00D76C2A">
      <w:pPr>
        <w:jc w:val="both"/>
      </w:pPr>
    </w:p>
    <w:p w:rsidR="00C6631E" w:rsidRPr="00D76C2A" w:rsidRDefault="00C6631E" w:rsidP="00D76C2A">
      <w:pPr>
        <w:jc w:val="both"/>
      </w:pPr>
    </w:p>
    <w:p w:rsidR="00C6631E" w:rsidRDefault="00C6631E" w:rsidP="00D76C2A">
      <w:pPr>
        <w:jc w:val="both"/>
      </w:pPr>
      <w:r w:rsidRPr="00D76C2A">
        <w:t xml:space="preserve">Глава Тернейского муниципального округа                                 С.Н. Наумкин  </w:t>
      </w:r>
    </w:p>
    <w:p w:rsidR="00C6631E" w:rsidRPr="00107E5E" w:rsidRDefault="00C6631E" w:rsidP="00107E5E"/>
    <w:p w:rsidR="00C6631E" w:rsidRDefault="00C6631E" w:rsidP="00107E5E"/>
    <w:p w:rsidR="00C6631E" w:rsidRDefault="00C6631E" w:rsidP="00107E5E"/>
    <w:sectPr w:rsidR="00C6631E" w:rsidSect="00D76C2A">
      <w:pgSz w:w="11906" w:h="16838"/>
      <w:pgMar w:top="1134" w:right="567" w:bottom="1134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31E" w:rsidRDefault="00C6631E" w:rsidP="004D2F8C">
      <w:r>
        <w:separator/>
      </w:r>
    </w:p>
  </w:endnote>
  <w:endnote w:type="continuationSeparator" w:id="0">
    <w:p w:rsidR="00C6631E" w:rsidRDefault="00C6631E" w:rsidP="004D2F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31E" w:rsidRDefault="00C6631E" w:rsidP="004D2F8C">
      <w:r>
        <w:separator/>
      </w:r>
    </w:p>
  </w:footnote>
  <w:footnote w:type="continuationSeparator" w:id="0">
    <w:p w:rsidR="00C6631E" w:rsidRDefault="00C6631E" w:rsidP="004D2F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B8A93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91A35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2E2D3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6E252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8A46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88E7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C6E97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101F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843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26A1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7F5FB5"/>
    <w:multiLevelType w:val="hybridMultilevel"/>
    <w:tmpl w:val="FBC2F0DC"/>
    <w:lvl w:ilvl="0" w:tplc="E6502508">
      <w:start w:val="1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1A77C57A"/>
    <w:multiLevelType w:val="multilevel"/>
    <w:tmpl w:val="02C1ADA5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2">
    <w:nsid w:val="2D1D5B9D"/>
    <w:multiLevelType w:val="hybridMultilevel"/>
    <w:tmpl w:val="02A851A0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8F73AA"/>
    <w:multiLevelType w:val="hybridMultilevel"/>
    <w:tmpl w:val="F1E8FA48"/>
    <w:lvl w:ilvl="0" w:tplc="685066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99749024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2" w:tplc="1C2657EA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3" w:tplc="28A23D80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4" w:tplc="D31A3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5" w:tplc="9FF4C18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6" w:tplc="4EC403C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7" w:tplc="4B74F918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  <w:lvl w:ilvl="8" w:tplc="C83407E2">
      <w:numFmt w:val="none"/>
      <w:lvlText w:val="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4">
    <w:nsid w:val="31F553AF"/>
    <w:multiLevelType w:val="hybridMultilevel"/>
    <w:tmpl w:val="04F0DC46"/>
    <w:lvl w:ilvl="0" w:tplc="8440EA6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7CB58A3"/>
    <w:multiLevelType w:val="multilevel"/>
    <w:tmpl w:val="00CF1AD2"/>
    <w:lvl w:ilvl="0">
      <w:start w:val="1"/>
      <w:numFmt w:val="bullet"/>
      <w:lvlText w:val="§"/>
      <w:lvlJc w:val="left"/>
      <w:pPr>
        <w:ind w:left="720" w:hanging="360"/>
      </w:pPr>
      <w:rPr>
        <w:rFonts w:ascii="Wingdings" w:eastAsia="Times New Roman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6">
    <w:nsid w:val="3B86565C"/>
    <w:multiLevelType w:val="hybridMultilevel"/>
    <w:tmpl w:val="773216D4"/>
    <w:lvl w:ilvl="0" w:tplc="0419000F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2761FDE"/>
    <w:multiLevelType w:val="hybridMultilevel"/>
    <w:tmpl w:val="D24E8BC4"/>
    <w:lvl w:ilvl="0" w:tplc="0419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3776CB"/>
    <w:multiLevelType w:val="hybridMultilevel"/>
    <w:tmpl w:val="89DE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1330197"/>
    <w:multiLevelType w:val="hybridMultilevel"/>
    <w:tmpl w:val="E6E21E2E"/>
    <w:lvl w:ilvl="0" w:tplc="BEAE9B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18"/>
  </w:num>
  <w:num w:numId="5">
    <w:abstractNumId w:val="15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9"/>
  </w:num>
  <w:num w:numId="18">
    <w:abstractNumId w:val="12"/>
  </w:num>
  <w:num w:numId="19">
    <w:abstractNumId w:val="16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5199"/>
    <w:rsid w:val="0000072B"/>
    <w:rsid w:val="0000096F"/>
    <w:rsid w:val="0000299A"/>
    <w:rsid w:val="0000449E"/>
    <w:rsid w:val="000045F3"/>
    <w:rsid w:val="00005D0D"/>
    <w:rsid w:val="00006D98"/>
    <w:rsid w:val="000078EE"/>
    <w:rsid w:val="000102F0"/>
    <w:rsid w:val="00014E1A"/>
    <w:rsid w:val="00017A7B"/>
    <w:rsid w:val="00020AC3"/>
    <w:rsid w:val="00021F30"/>
    <w:rsid w:val="0002330B"/>
    <w:rsid w:val="00023372"/>
    <w:rsid w:val="00023390"/>
    <w:rsid w:val="0003127A"/>
    <w:rsid w:val="000322A9"/>
    <w:rsid w:val="0003273F"/>
    <w:rsid w:val="00032D71"/>
    <w:rsid w:val="000338D8"/>
    <w:rsid w:val="00034FCE"/>
    <w:rsid w:val="00041C7F"/>
    <w:rsid w:val="0004380D"/>
    <w:rsid w:val="00044B36"/>
    <w:rsid w:val="00044E7D"/>
    <w:rsid w:val="0005011C"/>
    <w:rsid w:val="00050CB0"/>
    <w:rsid w:val="00052524"/>
    <w:rsid w:val="000533A3"/>
    <w:rsid w:val="000534ED"/>
    <w:rsid w:val="000536F1"/>
    <w:rsid w:val="0006200F"/>
    <w:rsid w:val="00062D8D"/>
    <w:rsid w:val="000649AD"/>
    <w:rsid w:val="000650B3"/>
    <w:rsid w:val="00065A3E"/>
    <w:rsid w:val="000675EB"/>
    <w:rsid w:val="00070F6D"/>
    <w:rsid w:val="0007104F"/>
    <w:rsid w:val="00071E20"/>
    <w:rsid w:val="00071E44"/>
    <w:rsid w:val="00072C66"/>
    <w:rsid w:val="00075328"/>
    <w:rsid w:val="000754B6"/>
    <w:rsid w:val="00076DE1"/>
    <w:rsid w:val="00077FE6"/>
    <w:rsid w:val="000801FF"/>
    <w:rsid w:val="0008060E"/>
    <w:rsid w:val="000808D4"/>
    <w:rsid w:val="00081D34"/>
    <w:rsid w:val="000824A2"/>
    <w:rsid w:val="0008442B"/>
    <w:rsid w:val="00084E92"/>
    <w:rsid w:val="00086FD9"/>
    <w:rsid w:val="00092580"/>
    <w:rsid w:val="00094033"/>
    <w:rsid w:val="00097A06"/>
    <w:rsid w:val="000A0AFE"/>
    <w:rsid w:val="000A0C06"/>
    <w:rsid w:val="000A2581"/>
    <w:rsid w:val="000A3034"/>
    <w:rsid w:val="000A3CE8"/>
    <w:rsid w:val="000A4215"/>
    <w:rsid w:val="000A5BB8"/>
    <w:rsid w:val="000A70B6"/>
    <w:rsid w:val="000B2692"/>
    <w:rsid w:val="000B2C83"/>
    <w:rsid w:val="000B3249"/>
    <w:rsid w:val="000B347C"/>
    <w:rsid w:val="000B358F"/>
    <w:rsid w:val="000B361D"/>
    <w:rsid w:val="000B5032"/>
    <w:rsid w:val="000B56AE"/>
    <w:rsid w:val="000B7996"/>
    <w:rsid w:val="000C0F02"/>
    <w:rsid w:val="000C109D"/>
    <w:rsid w:val="000C1FBA"/>
    <w:rsid w:val="000C216E"/>
    <w:rsid w:val="000C3F2E"/>
    <w:rsid w:val="000C5D75"/>
    <w:rsid w:val="000C6B34"/>
    <w:rsid w:val="000C6B3F"/>
    <w:rsid w:val="000D0351"/>
    <w:rsid w:val="000D09A6"/>
    <w:rsid w:val="000D0E84"/>
    <w:rsid w:val="000D0E92"/>
    <w:rsid w:val="000D1F7E"/>
    <w:rsid w:val="000D275B"/>
    <w:rsid w:val="000D3546"/>
    <w:rsid w:val="000D3A7D"/>
    <w:rsid w:val="000D4A48"/>
    <w:rsid w:val="000D5D43"/>
    <w:rsid w:val="000D6B1C"/>
    <w:rsid w:val="000E083D"/>
    <w:rsid w:val="000E236D"/>
    <w:rsid w:val="000E3199"/>
    <w:rsid w:val="000E45ED"/>
    <w:rsid w:val="000E4906"/>
    <w:rsid w:val="000E6808"/>
    <w:rsid w:val="000F1BD8"/>
    <w:rsid w:val="000F3216"/>
    <w:rsid w:val="000F59A8"/>
    <w:rsid w:val="0010058C"/>
    <w:rsid w:val="00103038"/>
    <w:rsid w:val="00106FBD"/>
    <w:rsid w:val="00107E5E"/>
    <w:rsid w:val="00111605"/>
    <w:rsid w:val="00112B9F"/>
    <w:rsid w:val="00115A6B"/>
    <w:rsid w:val="00115F80"/>
    <w:rsid w:val="001161C9"/>
    <w:rsid w:val="001214FB"/>
    <w:rsid w:val="001222FD"/>
    <w:rsid w:val="00125A75"/>
    <w:rsid w:val="001278B4"/>
    <w:rsid w:val="00130243"/>
    <w:rsid w:val="001305F8"/>
    <w:rsid w:val="0013061F"/>
    <w:rsid w:val="00132B68"/>
    <w:rsid w:val="00133811"/>
    <w:rsid w:val="00134B15"/>
    <w:rsid w:val="00134C61"/>
    <w:rsid w:val="001375AF"/>
    <w:rsid w:val="0013772F"/>
    <w:rsid w:val="00140A17"/>
    <w:rsid w:val="00140BF8"/>
    <w:rsid w:val="00140DE0"/>
    <w:rsid w:val="00143825"/>
    <w:rsid w:val="001466D2"/>
    <w:rsid w:val="00146733"/>
    <w:rsid w:val="00146CEB"/>
    <w:rsid w:val="00146E3B"/>
    <w:rsid w:val="001476AF"/>
    <w:rsid w:val="00147D0F"/>
    <w:rsid w:val="00147E55"/>
    <w:rsid w:val="001512C9"/>
    <w:rsid w:val="001514A0"/>
    <w:rsid w:val="00151725"/>
    <w:rsid w:val="00152F71"/>
    <w:rsid w:val="00153041"/>
    <w:rsid w:val="00154E6A"/>
    <w:rsid w:val="00164E94"/>
    <w:rsid w:val="00171192"/>
    <w:rsid w:val="00171D9F"/>
    <w:rsid w:val="00172006"/>
    <w:rsid w:val="0017482B"/>
    <w:rsid w:val="001752E7"/>
    <w:rsid w:val="00177640"/>
    <w:rsid w:val="001824B6"/>
    <w:rsid w:val="00184407"/>
    <w:rsid w:val="00186CE4"/>
    <w:rsid w:val="00187826"/>
    <w:rsid w:val="00191000"/>
    <w:rsid w:val="0019332C"/>
    <w:rsid w:val="001938F6"/>
    <w:rsid w:val="00193DA6"/>
    <w:rsid w:val="001955EC"/>
    <w:rsid w:val="001960AB"/>
    <w:rsid w:val="001A045D"/>
    <w:rsid w:val="001A1EB4"/>
    <w:rsid w:val="001B0534"/>
    <w:rsid w:val="001B1D9D"/>
    <w:rsid w:val="001B1DA2"/>
    <w:rsid w:val="001B268E"/>
    <w:rsid w:val="001B2696"/>
    <w:rsid w:val="001B2734"/>
    <w:rsid w:val="001B41DC"/>
    <w:rsid w:val="001B428D"/>
    <w:rsid w:val="001B4C08"/>
    <w:rsid w:val="001B6229"/>
    <w:rsid w:val="001B6235"/>
    <w:rsid w:val="001C0C1B"/>
    <w:rsid w:val="001C2C0B"/>
    <w:rsid w:val="001C6EF6"/>
    <w:rsid w:val="001C7013"/>
    <w:rsid w:val="001D13B3"/>
    <w:rsid w:val="001D2397"/>
    <w:rsid w:val="001D2FF2"/>
    <w:rsid w:val="001D32A1"/>
    <w:rsid w:val="001D4558"/>
    <w:rsid w:val="001D572D"/>
    <w:rsid w:val="001D66A9"/>
    <w:rsid w:val="001D74CF"/>
    <w:rsid w:val="001D7532"/>
    <w:rsid w:val="001D7811"/>
    <w:rsid w:val="001E2465"/>
    <w:rsid w:val="001E2839"/>
    <w:rsid w:val="001E6B1D"/>
    <w:rsid w:val="001F0FD5"/>
    <w:rsid w:val="001F16DC"/>
    <w:rsid w:val="001F1F6D"/>
    <w:rsid w:val="001F39A3"/>
    <w:rsid w:val="001F45D9"/>
    <w:rsid w:val="001F5007"/>
    <w:rsid w:val="001F5EA2"/>
    <w:rsid w:val="001F65C4"/>
    <w:rsid w:val="001F7375"/>
    <w:rsid w:val="001F7F56"/>
    <w:rsid w:val="0020039E"/>
    <w:rsid w:val="00201354"/>
    <w:rsid w:val="00201E66"/>
    <w:rsid w:val="00203063"/>
    <w:rsid w:val="00203CB8"/>
    <w:rsid w:val="00204BFF"/>
    <w:rsid w:val="00205B26"/>
    <w:rsid w:val="002072F7"/>
    <w:rsid w:val="00207B1C"/>
    <w:rsid w:val="002108A7"/>
    <w:rsid w:val="002117BA"/>
    <w:rsid w:val="00211EC6"/>
    <w:rsid w:val="00212804"/>
    <w:rsid w:val="00212D32"/>
    <w:rsid w:val="00212F45"/>
    <w:rsid w:val="002149CB"/>
    <w:rsid w:val="00214D6F"/>
    <w:rsid w:val="00214F62"/>
    <w:rsid w:val="0021749F"/>
    <w:rsid w:val="00217DA2"/>
    <w:rsid w:val="002211B2"/>
    <w:rsid w:val="00222151"/>
    <w:rsid w:val="00222178"/>
    <w:rsid w:val="00222ADE"/>
    <w:rsid w:val="00222B40"/>
    <w:rsid w:val="0022531E"/>
    <w:rsid w:val="002264A8"/>
    <w:rsid w:val="002267C1"/>
    <w:rsid w:val="00227D72"/>
    <w:rsid w:val="0023185D"/>
    <w:rsid w:val="0023252F"/>
    <w:rsid w:val="002368BD"/>
    <w:rsid w:val="00237B9C"/>
    <w:rsid w:val="0024030D"/>
    <w:rsid w:val="0024073C"/>
    <w:rsid w:val="0024148D"/>
    <w:rsid w:val="00243691"/>
    <w:rsid w:val="00245FFB"/>
    <w:rsid w:val="0024632E"/>
    <w:rsid w:val="00246667"/>
    <w:rsid w:val="0024780B"/>
    <w:rsid w:val="00247F30"/>
    <w:rsid w:val="002509F4"/>
    <w:rsid w:val="002510ED"/>
    <w:rsid w:val="00251580"/>
    <w:rsid w:val="00252784"/>
    <w:rsid w:val="0025484F"/>
    <w:rsid w:val="00256FAA"/>
    <w:rsid w:val="002605D3"/>
    <w:rsid w:val="002616F3"/>
    <w:rsid w:val="0026290E"/>
    <w:rsid w:val="002641FB"/>
    <w:rsid w:val="00265BB9"/>
    <w:rsid w:val="0026667D"/>
    <w:rsid w:val="002728AE"/>
    <w:rsid w:val="00274364"/>
    <w:rsid w:val="00277555"/>
    <w:rsid w:val="002813AA"/>
    <w:rsid w:val="00281D4F"/>
    <w:rsid w:val="00282459"/>
    <w:rsid w:val="00282D41"/>
    <w:rsid w:val="00283915"/>
    <w:rsid w:val="00283D69"/>
    <w:rsid w:val="00284F2C"/>
    <w:rsid w:val="00285E36"/>
    <w:rsid w:val="0028774B"/>
    <w:rsid w:val="00291D21"/>
    <w:rsid w:val="002937C2"/>
    <w:rsid w:val="00295055"/>
    <w:rsid w:val="00295AB5"/>
    <w:rsid w:val="0029665C"/>
    <w:rsid w:val="00296DDD"/>
    <w:rsid w:val="002A1D54"/>
    <w:rsid w:val="002A2A30"/>
    <w:rsid w:val="002A33A6"/>
    <w:rsid w:val="002A5263"/>
    <w:rsid w:val="002B12FC"/>
    <w:rsid w:val="002B1DD3"/>
    <w:rsid w:val="002B1E9F"/>
    <w:rsid w:val="002B392D"/>
    <w:rsid w:val="002B4034"/>
    <w:rsid w:val="002B48BF"/>
    <w:rsid w:val="002B6279"/>
    <w:rsid w:val="002B7379"/>
    <w:rsid w:val="002C0FD4"/>
    <w:rsid w:val="002C1121"/>
    <w:rsid w:val="002C3BCF"/>
    <w:rsid w:val="002C516E"/>
    <w:rsid w:val="002C538A"/>
    <w:rsid w:val="002C764C"/>
    <w:rsid w:val="002C7721"/>
    <w:rsid w:val="002D2612"/>
    <w:rsid w:val="002D34CB"/>
    <w:rsid w:val="002D3718"/>
    <w:rsid w:val="002D38BB"/>
    <w:rsid w:val="002D456A"/>
    <w:rsid w:val="002D5270"/>
    <w:rsid w:val="002D5875"/>
    <w:rsid w:val="002D61F3"/>
    <w:rsid w:val="002D6F25"/>
    <w:rsid w:val="002D73E9"/>
    <w:rsid w:val="002D74AB"/>
    <w:rsid w:val="002E1C4E"/>
    <w:rsid w:val="002E30CD"/>
    <w:rsid w:val="002E3A33"/>
    <w:rsid w:val="002E5307"/>
    <w:rsid w:val="002E5613"/>
    <w:rsid w:val="002E5E38"/>
    <w:rsid w:val="002E7D94"/>
    <w:rsid w:val="002F0FBF"/>
    <w:rsid w:val="002F2CE2"/>
    <w:rsid w:val="002F3B07"/>
    <w:rsid w:val="002F3C13"/>
    <w:rsid w:val="002F5405"/>
    <w:rsid w:val="002F57F2"/>
    <w:rsid w:val="002F5C6D"/>
    <w:rsid w:val="002F5D19"/>
    <w:rsid w:val="002F669E"/>
    <w:rsid w:val="002F6E02"/>
    <w:rsid w:val="00300520"/>
    <w:rsid w:val="003028C1"/>
    <w:rsid w:val="00302C0B"/>
    <w:rsid w:val="003038B1"/>
    <w:rsid w:val="00303B2F"/>
    <w:rsid w:val="00304981"/>
    <w:rsid w:val="00304B3D"/>
    <w:rsid w:val="00306686"/>
    <w:rsid w:val="00311DD8"/>
    <w:rsid w:val="00313020"/>
    <w:rsid w:val="00314131"/>
    <w:rsid w:val="003149B2"/>
    <w:rsid w:val="003158B1"/>
    <w:rsid w:val="00316F6F"/>
    <w:rsid w:val="00320671"/>
    <w:rsid w:val="00321A9B"/>
    <w:rsid w:val="00321FD1"/>
    <w:rsid w:val="00322625"/>
    <w:rsid w:val="003236FE"/>
    <w:rsid w:val="0032518C"/>
    <w:rsid w:val="00330B54"/>
    <w:rsid w:val="003327D2"/>
    <w:rsid w:val="00334178"/>
    <w:rsid w:val="0033509D"/>
    <w:rsid w:val="00335B48"/>
    <w:rsid w:val="003360EB"/>
    <w:rsid w:val="003361FD"/>
    <w:rsid w:val="0033682F"/>
    <w:rsid w:val="00337A58"/>
    <w:rsid w:val="00337CA2"/>
    <w:rsid w:val="00345199"/>
    <w:rsid w:val="00346625"/>
    <w:rsid w:val="00346BD8"/>
    <w:rsid w:val="00347781"/>
    <w:rsid w:val="00350382"/>
    <w:rsid w:val="0035448B"/>
    <w:rsid w:val="003566D4"/>
    <w:rsid w:val="00356B82"/>
    <w:rsid w:val="00362083"/>
    <w:rsid w:val="00371D8C"/>
    <w:rsid w:val="00374488"/>
    <w:rsid w:val="003753D4"/>
    <w:rsid w:val="00375AFF"/>
    <w:rsid w:val="00376131"/>
    <w:rsid w:val="0037780C"/>
    <w:rsid w:val="00380E7F"/>
    <w:rsid w:val="00381E7D"/>
    <w:rsid w:val="00382DFB"/>
    <w:rsid w:val="00385661"/>
    <w:rsid w:val="00386A9A"/>
    <w:rsid w:val="003872E1"/>
    <w:rsid w:val="00390D2D"/>
    <w:rsid w:val="00390F42"/>
    <w:rsid w:val="00392D07"/>
    <w:rsid w:val="00392FF7"/>
    <w:rsid w:val="0039446E"/>
    <w:rsid w:val="00394BEC"/>
    <w:rsid w:val="003963F6"/>
    <w:rsid w:val="00396574"/>
    <w:rsid w:val="003A017A"/>
    <w:rsid w:val="003A1421"/>
    <w:rsid w:val="003A1EB0"/>
    <w:rsid w:val="003A20AF"/>
    <w:rsid w:val="003A23D8"/>
    <w:rsid w:val="003A2E72"/>
    <w:rsid w:val="003A5E77"/>
    <w:rsid w:val="003A79DB"/>
    <w:rsid w:val="003B011E"/>
    <w:rsid w:val="003B03BD"/>
    <w:rsid w:val="003B1858"/>
    <w:rsid w:val="003B1B95"/>
    <w:rsid w:val="003B1E1E"/>
    <w:rsid w:val="003B48E1"/>
    <w:rsid w:val="003B59DE"/>
    <w:rsid w:val="003B6D10"/>
    <w:rsid w:val="003B729A"/>
    <w:rsid w:val="003B7643"/>
    <w:rsid w:val="003C6358"/>
    <w:rsid w:val="003C669E"/>
    <w:rsid w:val="003C7173"/>
    <w:rsid w:val="003C7A9A"/>
    <w:rsid w:val="003D19C3"/>
    <w:rsid w:val="003D3516"/>
    <w:rsid w:val="003D4892"/>
    <w:rsid w:val="003D58A2"/>
    <w:rsid w:val="003D5BCA"/>
    <w:rsid w:val="003D6112"/>
    <w:rsid w:val="003D7950"/>
    <w:rsid w:val="003E3B3C"/>
    <w:rsid w:val="003E7AA4"/>
    <w:rsid w:val="003E7F47"/>
    <w:rsid w:val="003F0218"/>
    <w:rsid w:val="003F0248"/>
    <w:rsid w:val="003F0666"/>
    <w:rsid w:val="003F0C02"/>
    <w:rsid w:val="003F3CF2"/>
    <w:rsid w:val="003F4C30"/>
    <w:rsid w:val="00400AEF"/>
    <w:rsid w:val="00400DEB"/>
    <w:rsid w:val="0040189B"/>
    <w:rsid w:val="00401FB4"/>
    <w:rsid w:val="00401FFA"/>
    <w:rsid w:val="00404109"/>
    <w:rsid w:val="00404825"/>
    <w:rsid w:val="00404950"/>
    <w:rsid w:val="00405E66"/>
    <w:rsid w:val="00406E23"/>
    <w:rsid w:val="00410EF0"/>
    <w:rsid w:val="00411CDE"/>
    <w:rsid w:val="00412EB9"/>
    <w:rsid w:val="00413CD4"/>
    <w:rsid w:val="00415C85"/>
    <w:rsid w:val="00416649"/>
    <w:rsid w:val="00420319"/>
    <w:rsid w:val="00420594"/>
    <w:rsid w:val="00421E2F"/>
    <w:rsid w:val="00422372"/>
    <w:rsid w:val="00425528"/>
    <w:rsid w:val="00426B55"/>
    <w:rsid w:val="00426C84"/>
    <w:rsid w:val="00427462"/>
    <w:rsid w:val="0042748E"/>
    <w:rsid w:val="00431798"/>
    <w:rsid w:val="00431CD3"/>
    <w:rsid w:val="004333A2"/>
    <w:rsid w:val="0043414E"/>
    <w:rsid w:val="00434F37"/>
    <w:rsid w:val="004356CC"/>
    <w:rsid w:val="00435B2C"/>
    <w:rsid w:val="00436EBE"/>
    <w:rsid w:val="0043791F"/>
    <w:rsid w:val="00441186"/>
    <w:rsid w:val="00442CF7"/>
    <w:rsid w:val="004460FB"/>
    <w:rsid w:val="00446387"/>
    <w:rsid w:val="004477D4"/>
    <w:rsid w:val="004540C4"/>
    <w:rsid w:val="00455CF3"/>
    <w:rsid w:val="00457B2A"/>
    <w:rsid w:val="0046038B"/>
    <w:rsid w:val="00460F91"/>
    <w:rsid w:val="00462CAC"/>
    <w:rsid w:val="00464406"/>
    <w:rsid w:val="00473B1F"/>
    <w:rsid w:val="00473D30"/>
    <w:rsid w:val="00474BC9"/>
    <w:rsid w:val="00474E9A"/>
    <w:rsid w:val="00476641"/>
    <w:rsid w:val="0047683D"/>
    <w:rsid w:val="00476C90"/>
    <w:rsid w:val="00481133"/>
    <w:rsid w:val="00481AC7"/>
    <w:rsid w:val="00482BB3"/>
    <w:rsid w:val="00483BE8"/>
    <w:rsid w:val="00484C0F"/>
    <w:rsid w:val="00485C85"/>
    <w:rsid w:val="00486129"/>
    <w:rsid w:val="004875C4"/>
    <w:rsid w:val="004876F1"/>
    <w:rsid w:val="00487AD4"/>
    <w:rsid w:val="00491769"/>
    <w:rsid w:val="00491D31"/>
    <w:rsid w:val="004921BB"/>
    <w:rsid w:val="00496844"/>
    <w:rsid w:val="004A07D5"/>
    <w:rsid w:val="004A254A"/>
    <w:rsid w:val="004A398E"/>
    <w:rsid w:val="004A3FC9"/>
    <w:rsid w:val="004A55B9"/>
    <w:rsid w:val="004A5D2F"/>
    <w:rsid w:val="004A601E"/>
    <w:rsid w:val="004A7639"/>
    <w:rsid w:val="004B04EA"/>
    <w:rsid w:val="004B30E3"/>
    <w:rsid w:val="004B582A"/>
    <w:rsid w:val="004B648C"/>
    <w:rsid w:val="004B662D"/>
    <w:rsid w:val="004B71BF"/>
    <w:rsid w:val="004B7381"/>
    <w:rsid w:val="004C1640"/>
    <w:rsid w:val="004C3F24"/>
    <w:rsid w:val="004C46FA"/>
    <w:rsid w:val="004C528F"/>
    <w:rsid w:val="004C69E8"/>
    <w:rsid w:val="004D0350"/>
    <w:rsid w:val="004D2F8C"/>
    <w:rsid w:val="004D3997"/>
    <w:rsid w:val="004D4038"/>
    <w:rsid w:val="004D46A3"/>
    <w:rsid w:val="004D56C6"/>
    <w:rsid w:val="004E15FB"/>
    <w:rsid w:val="004E2AD8"/>
    <w:rsid w:val="004E359E"/>
    <w:rsid w:val="004E3ECE"/>
    <w:rsid w:val="004E4170"/>
    <w:rsid w:val="004E4CDC"/>
    <w:rsid w:val="004E5265"/>
    <w:rsid w:val="004E6486"/>
    <w:rsid w:val="004E64A6"/>
    <w:rsid w:val="004E6BF9"/>
    <w:rsid w:val="004E73E0"/>
    <w:rsid w:val="004E7BED"/>
    <w:rsid w:val="004F0AF9"/>
    <w:rsid w:val="004F12D4"/>
    <w:rsid w:val="004F3D35"/>
    <w:rsid w:val="004F6D06"/>
    <w:rsid w:val="004F6FD9"/>
    <w:rsid w:val="00500441"/>
    <w:rsid w:val="005032B3"/>
    <w:rsid w:val="00505233"/>
    <w:rsid w:val="00505A70"/>
    <w:rsid w:val="00511A74"/>
    <w:rsid w:val="005126A4"/>
    <w:rsid w:val="00512AFC"/>
    <w:rsid w:val="005134CF"/>
    <w:rsid w:val="00516AF3"/>
    <w:rsid w:val="00517B71"/>
    <w:rsid w:val="00517BD8"/>
    <w:rsid w:val="00521BD0"/>
    <w:rsid w:val="00522388"/>
    <w:rsid w:val="005270A4"/>
    <w:rsid w:val="00530128"/>
    <w:rsid w:val="00534248"/>
    <w:rsid w:val="00542114"/>
    <w:rsid w:val="00543991"/>
    <w:rsid w:val="00543B05"/>
    <w:rsid w:val="00544BE5"/>
    <w:rsid w:val="00547849"/>
    <w:rsid w:val="00547FC5"/>
    <w:rsid w:val="00551FD5"/>
    <w:rsid w:val="00553031"/>
    <w:rsid w:val="005532D8"/>
    <w:rsid w:val="00553B8C"/>
    <w:rsid w:val="00554517"/>
    <w:rsid w:val="0055579C"/>
    <w:rsid w:val="0055640C"/>
    <w:rsid w:val="00557852"/>
    <w:rsid w:val="00561DDA"/>
    <w:rsid w:val="00562A2D"/>
    <w:rsid w:val="00563580"/>
    <w:rsid w:val="00563F99"/>
    <w:rsid w:val="005647DB"/>
    <w:rsid w:val="005661B0"/>
    <w:rsid w:val="00567488"/>
    <w:rsid w:val="005675CC"/>
    <w:rsid w:val="00570A5B"/>
    <w:rsid w:val="0057182D"/>
    <w:rsid w:val="00572B84"/>
    <w:rsid w:val="005735EE"/>
    <w:rsid w:val="00575C5E"/>
    <w:rsid w:val="0057605A"/>
    <w:rsid w:val="00576843"/>
    <w:rsid w:val="005776BD"/>
    <w:rsid w:val="00577FB4"/>
    <w:rsid w:val="00580069"/>
    <w:rsid w:val="005800B3"/>
    <w:rsid w:val="00580CE6"/>
    <w:rsid w:val="00581A18"/>
    <w:rsid w:val="00584295"/>
    <w:rsid w:val="00586509"/>
    <w:rsid w:val="00586B82"/>
    <w:rsid w:val="00587453"/>
    <w:rsid w:val="0058769C"/>
    <w:rsid w:val="00587E2A"/>
    <w:rsid w:val="00593A58"/>
    <w:rsid w:val="00595BEE"/>
    <w:rsid w:val="005A0B8E"/>
    <w:rsid w:val="005A1FC9"/>
    <w:rsid w:val="005A2363"/>
    <w:rsid w:val="005A29F0"/>
    <w:rsid w:val="005A4A96"/>
    <w:rsid w:val="005B1226"/>
    <w:rsid w:val="005B1B36"/>
    <w:rsid w:val="005B2275"/>
    <w:rsid w:val="005B3BC4"/>
    <w:rsid w:val="005B5923"/>
    <w:rsid w:val="005B609C"/>
    <w:rsid w:val="005B6426"/>
    <w:rsid w:val="005B72D7"/>
    <w:rsid w:val="005C2C3C"/>
    <w:rsid w:val="005C4341"/>
    <w:rsid w:val="005C4F17"/>
    <w:rsid w:val="005C54BB"/>
    <w:rsid w:val="005C6101"/>
    <w:rsid w:val="005D2D17"/>
    <w:rsid w:val="005D4721"/>
    <w:rsid w:val="005E12E2"/>
    <w:rsid w:val="005E1BA0"/>
    <w:rsid w:val="005E6E52"/>
    <w:rsid w:val="005E7098"/>
    <w:rsid w:val="005E7A45"/>
    <w:rsid w:val="005E7A84"/>
    <w:rsid w:val="005F03EE"/>
    <w:rsid w:val="005F08C1"/>
    <w:rsid w:val="005F298F"/>
    <w:rsid w:val="005F334A"/>
    <w:rsid w:val="005F4C8D"/>
    <w:rsid w:val="005F719B"/>
    <w:rsid w:val="006009E2"/>
    <w:rsid w:val="00600FCE"/>
    <w:rsid w:val="006018BE"/>
    <w:rsid w:val="006024E6"/>
    <w:rsid w:val="00602D85"/>
    <w:rsid w:val="00603CBC"/>
    <w:rsid w:val="00611955"/>
    <w:rsid w:val="006121D9"/>
    <w:rsid w:val="00612682"/>
    <w:rsid w:val="00613792"/>
    <w:rsid w:val="006218A2"/>
    <w:rsid w:val="006237E0"/>
    <w:rsid w:val="00624C0B"/>
    <w:rsid w:val="00625BA6"/>
    <w:rsid w:val="0062615F"/>
    <w:rsid w:val="006275C8"/>
    <w:rsid w:val="00627FC9"/>
    <w:rsid w:val="0063030A"/>
    <w:rsid w:val="006309DB"/>
    <w:rsid w:val="00634304"/>
    <w:rsid w:val="00634725"/>
    <w:rsid w:val="00634CDE"/>
    <w:rsid w:val="00636026"/>
    <w:rsid w:val="0063637F"/>
    <w:rsid w:val="00636C61"/>
    <w:rsid w:val="006400E7"/>
    <w:rsid w:val="006406A7"/>
    <w:rsid w:val="00640A66"/>
    <w:rsid w:val="0064107C"/>
    <w:rsid w:val="00641544"/>
    <w:rsid w:val="00641F05"/>
    <w:rsid w:val="00642BE4"/>
    <w:rsid w:val="00642D33"/>
    <w:rsid w:val="006437B1"/>
    <w:rsid w:val="0064395D"/>
    <w:rsid w:val="00644C05"/>
    <w:rsid w:val="00644D11"/>
    <w:rsid w:val="00646689"/>
    <w:rsid w:val="00646765"/>
    <w:rsid w:val="00651A5D"/>
    <w:rsid w:val="00651F51"/>
    <w:rsid w:val="00653C39"/>
    <w:rsid w:val="00655168"/>
    <w:rsid w:val="00656081"/>
    <w:rsid w:val="006569E0"/>
    <w:rsid w:val="006573F1"/>
    <w:rsid w:val="006607BB"/>
    <w:rsid w:val="00664FB6"/>
    <w:rsid w:val="006658C5"/>
    <w:rsid w:val="00666EC5"/>
    <w:rsid w:val="00670573"/>
    <w:rsid w:val="00670A7E"/>
    <w:rsid w:val="006719B7"/>
    <w:rsid w:val="00671E62"/>
    <w:rsid w:val="00672BA2"/>
    <w:rsid w:val="00675304"/>
    <w:rsid w:val="006809F6"/>
    <w:rsid w:val="00680C11"/>
    <w:rsid w:val="0068213F"/>
    <w:rsid w:val="00684038"/>
    <w:rsid w:val="0069006D"/>
    <w:rsid w:val="0069015F"/>
    <w:rsid w:val="006925F4"/>
    <w:rsid w:val="00694EF7"/>
    <w:rsid w:val="00697958"/>
    <w:rsid w:val="006A2F2E"/>
    <w:rsid w:val="006A4626"/>
    <w:rsid w:val="006A6130"/>
    <w:rsid w:val="006A6D73"/>
    <w:rsid w:val="006A6F43"/>
    <w:rsid w:val="006A7353"/>
    <w:rsid w:val="006B1FC5"/>
    <w:rsid w:val="006C08BD"/>
    <w:rsid w:val="006C188B"/>
    <w:rsid w:val="006C1D2E"/>
    <w:rsid w:val="006C2397"/>
    <w:rsid w:val="006C272A"/>
    <w:rsid w:val="006C7CF7"/>
    <w:rsid w:val="006D09D7"/>
    <w:rsid w:val="006D0FC1"/>
    <w:rsid w:val="006D1032"/>
    <w:rsid w:val="006D14FA"/>
    <w:rsid w:val="006D2EDE"/>
    <w:rsid w:val="006D4E87"/>
    <w:rsid w:val="006D71B5"/>
    <w:rsid w:val="006D74FA"/>
    <w:rsid w:val="006E0D79"/>
    <w:rsid w:val="006E0D8E"/>
    <w:rsid w:val="006E1D1A"/>
    <w:rsid w:val="006E23DF"/>
    <w:rsid w:val="006E37BF"/>
    <w:rsid w:val="006E3976"/>
    <w:rsid w:val="006E5593"/>
    <w:rsid w:val="006E6D03"/>
    <w:rsid w:val="006F03DA"/>
    <w:rsid w:val="006F0F70"/>
    <w:rsid w:val="006F466E"/>
    <w:rsid w:val="006F5B08"/>
    <w:rsid w:val="006F636C"/>
    <w:rsid w:val="00700282"/>
    <w:rsid w:val="007007B2"/>
    <w:rsid w:val="00700B3C"/>
    <w:rsid w:val="0070205B"/>
    <w:rsid w:val="00702075"/>
    <w:rsid w:val="00702582"/>
    <w:rsid w:val="00702C69"/>
    <w:rsid w:val="00703457"/>
    <w:rsid w:val="00704E29"/>
    <w:rsid w:val="00705075"/>
    <w:rsid w:val="00705256"/>
    <w:rsid w:val="00705E84"/>
    <w:rsid w:val="007067E2"/>
    <w:rsid w:val="00711454"/>
    <w:rsid w:val="007114C1"/>
    <w:rsid w:val="00711874"/>
    <w:rsid w:val="00713792"/>
    <w:rsid w:val="007163F1"/>
    <w:rsid w:val="00720269"/>
    <w:rsid w:val="00720B57"/>
    <w:rsid w:val="007215E2"/>
    <w:rsid w:val="00722D0E"/>
    <w:rsid w:val="00723E07"/>
    <w:rsid w:val="00724059"/>
    <w:rsid w:val="00725F3C"/>
    <w:rsid w:val="00727F89"/>
    <w:rsid w:val="00730A14"/>
    <w:rsid w:val="00731E29"/>
    <w:rsid w:val="007361BC"/>
    <w:rsid w:val="00740732"/>
    <w:rsid w:val="007415E5"/>
    <w:rsid w:val="00742184"/>
    <w:rsid w:val="0074367B"/>
    <w:rsid w:val="00743FFC"/>
    <w:rsid w:val="00744F38"/>
    <w:rsid w:val="00745C80"/>
    <w:rsid w:val="007460DC"/>
    <w:rsid w:val="00751FF4"/>
    <w:rsid w:val="007520C3"/>
    <w:rsid w:val="00752BA2"/>
    <w:rsid w:val="00753E76"/>
    <w:rsid w:val="00753F66"/>
    <w:rsid w:val="007612C5"/>
    <w:rsid w:val="00764159"/>
    <w:rsid w:val="0076629A"/>
    <w:rsid w:val="007662F0"/>
    <w:rsid w:val="00767764"/>
    <w:rsid w:val="00770366"/>
    <w:rsid w:val="00770E22"/>
    <w:rsid w:val="007730FB"/>
    <w:rsid w:val="007741AB"/>
    <w:rsid w:val="00774E57"/>
    <w:rsid w:val="00775314"/>
    <w:rsid w:val="007766E9"/>
    <w:rsid w:val="00776A73"/>
    <w:rsid w:val="00780547"/>
    <w:rsid w:val="00781909"/>
    <w:rsid w:val="00781B4A"/>
    <w:rsid w:val="00781EEB"/>
    <w:rsid w:val="00786DAA"/>
    <w:rsid w:val="00796A82"/>
    <w:rsid w:val="007A08E8"/>
    <w:rsid w:val="007A145F"/>
    <w:rsid w:val="007A2C56"/>
    <w:rsid w:val="007A5316"/>
    <w:rsid w:val="007A5F13"/>
    <w:rsid w:val="007A7709"/>
    <w:rsid w:val="007B0435"/>
    <w:rsid w:val="007B2A97"/>
    <w:rsid w:val="007B4241"/>
    <w:rsid w:val="007B447B"/>
    <w:rsid w:val="007B487E"/>
    <w:rsid w:val="007B67ED"/>
    <w:rsid w:val="007B7A8E"/>
    <w:rsid w:val="007B7C1C"/>
    <w:rsid w:val="007C1B53"/>
    <w:rsid w:val="007C2A27"/>
    <w:rsid w:val="007C34C9"/>
    <w:rsid w:val="007C3E0B"/>
    <w:rsid w:val="007C469E"/>
    <w:rsid w:val="007D2B80"/>
    <w:rsid w:val="007D30E8"/>
    <w:rsid w:val="007D4331"/>
    <w:rsid w:val="007D4FF0"/>
    <w:rsid w:val="007D53FB"/>
    <w:rsid w:val="007D553C"/>
    <w:rsid w:val="007D5D8E"/>
    <w:rsid w:val="007D6058"/>
    <w:rsid w:val="007D65E1"/>
    <w:rsid w:val="007D6B0D"/>
    <w:rsid w:val="007D6CA8"/>
    <w:rsid w:val="007E0F92"/>
    <w:rsid w:val="007E1351"/>
    <w:rsid w:val="007E1B88"/>
    <w:rsid w:val="007E3B03"/>
    <w:rsid w:val="007E6139"/>
    <w:rsid w:val="007E7956"/>
    <w:rsid w:val="007E7E35"/>
    <w:rsid w:val="007F1409"/>
    <w:rsid w:val="007F2CB3"/>
    <w:rsid w:val="007F5798"/>
    <w:rsid w:val="008041EE"/>
    <w:rsid w:val="00805312"/>
    <w:rsid w:val="0080757A"/>
    <w:rsid w:val="00807C73"/>
    <w:rsid w:val="0081024E"/>
    <w:rsid w:val="0081303C"/>
    <w:rsid w:val="00813096"/>
    <w:rsid w:val="00813CFD"/>
    <w:rsid w:val="0081438A"/>
    <w:rsid w:val="00814F84"/>
    <w:rsid w:val="008175AA"/>
    <w:rsid w:val="00820466"/>
    <w:rsid w:val="00825A73"/>
    <w:rsid w:val="00826E0F"/>
    <w:rsid w:val="00827890"/>
    <w:rsid w:val="008330B6"/>
    <w:rsid w:val="008343D9"/>
    <w:rsid w:val="008346CA"/>
    <w:rsid w:val="00834C6E"/>
    <w:rsid w:val="008356EF"/>
    <w:rsid w:val="008357B9"/>
    <w:rsid w:val="008361C3"/>
    <w:rsid w:val="00837FAE"/>
    <w:rsid w:val="00840269"/>
    <w:rsid w:val="00840379"/>
    <w:rsid w:val="00841655"/>
    <w:rsid w:val="0084269A"/>
    <w:rsid w:val="008433A0"/>
    <w:rsid w:val="00847E7C"/>
    <w:rsid w:val="008500E6"/>
    <w:rsid w:val="008528E3"/>
    <w:rsid w:val="008536C8"/>
    <w:rsid w:val="00854BF8"/>
    <w:rsid w:val="0085678C"/>
    <w:rsid w:val="00861680"/>
    <w:rsid w:val="0086218E"/>
    <w:rsid w:val="008640BD"/>
    <w:rsid w:val="00865D6F"/>
    <w:rsid w:val="0086681E"/>
    <w:rsid w:val="008673C0"/>
    <w:rsid w:val="008678EA"/>
    <w:rsid w:val="00870DDC"/>
    <w:rsid w:val="00870E16"/>
    <w:rsid w:val="008739DF"/>
    <w:rsid w:val="00874888"/>
    <w:rsid w:val="008756E9"/>
    <w:rsid w:val="00876A13"/>
    <w:rsid w:val="00877D4F"/>
    <w:rsid w:val="00877D64"/>
    <w:rsid w:val="008806F6"/>
    <w:rsid w:val="00883481"/>
    <w:rsid w:val="0088359F"/>
    <w:rsid w:val="00883C0C"/>
    <w:rsid w:val="0088514B"/>
    <w:rsid w:val="0089109C"/>
    <w:rsid w:val="0089672A"/>
    <w:rsid w:val="0089703C"/>
    <w:rsid w:val="0089727B"/>
    <w:rsid w:val="00897A17"/>
    <w:rsid w:val="008A03CF"/>
    <w:rsid w:val="008A0B40"/>
    <w:rsid w:val="008A28F9"/>
    <w:rsid w:val="008A3286"/>
    <w:rsid w:val="008A418C"/>
    <w:rsid w:val="008A7052"/>
    <w:rsid w:val="008A7CF6"/>
    <w:rsid w:val="008A7DA7"/>
    <w:rsid w:val="008B1864"/>
    <w:rsid w:val="008B18D5"/>
    <w:rsid w:val="008B199D"/>
    <w:rsid w:val="008B3268"/>
    <w:rsid w:val="008B5FBF"/>
    <w:rsid w:val="008C053E"/>
    <w:rsid w:val="008C05C3"/>
    <w:rsid w:val="008C13C3"/>
    <w:rsid w:val="008C1F1D"/>
    <w:rsid w:val="008C4937"/>
    <w:rsid w:val="008C5ADC"/>
    <w:rsid w:val="008C6144"/>
    <w:rsid w:val="008C633D"/>
    <w:rsid w:val="008C662E"/>
    <w:rsid w:val="008C7002"/>
    <w:rsid w:val="008C7393"/>
    <w:rsid w:val="008C7DD5"/>
    <w:rsid w:val="008D0870"/>
    <w:rsid w:val="008D34F4"/>
    <w:rsid w:val="008D37C1"/>
    <w:rsid w:val="008E125C"/>
    <w:rsid w:val="008E1D9D"/>
    <w:rsid w:val="008E2AD9"/>
    <w:rsid w:val="008E3A42"/>
    <w:rsid w:val="008E4479"/>
    <w:rsid w:val="008E4577"/>
    <w:rsid w:val="008E4752"/>
    <w:rsid w:val="008E6025"/>
    <w:rsid w:val="008E7DEF"/>
    <w:rsid w:val="008F4A5E"/>
    <w:rsid w:val="008F51F0"/>
    <w:rsid w:val="008F61F4"/>
    <w:rsid w:val="008F7B65"/>
    <w:rsid w:val="008F7E0D"/>
    <w:rsid w:val="009006A2"/>
    <w:rsid w:val="00903678"/>
    <w:rsid w:val="00903D48"/>
    <w:rsid w:val="009043AB"/>
    <w:rsid w:val="00904C21"/>
    <w:rsid w:val="00905147"/>
    <w:rsid w:val="00905A4B"/>
    <w:rsid w:val="0090786F"/>
    <w:rsid w:val="00910E02"/>
    <w:rsid w:val="00911305"/>
    <w:rsid w:val="0091514D"/>
    <w:rsid w:val="0091525E"/>
    <w:rsid w:val="00916EEC"/>
    <w:rsid w:val="00917385"/>
    <w:rsid w:val="0092057F"/>
    <w:rsid w:val="00921B5C"/>
    <w:rsid w:val="00922B0A"/>
    <w:rsid w:val="0092387B"/>
    <w:rsid w:val="009253DD"/>
    <w:rsid w:val="00925A0B"/>
    <w:rsid w:val="00930551"/>
    <w:rsid w:val="00933274"/>
    <w:rsid w:val="009358C9"/>
    <w:rsid w:val="009362E5"/>
    <w:rsid w:val="009366CE"/>
    <w:rsid w:val="009376D3"/>
    <w:rsid w:val="00940424"/>
    <w:rsid w:val="00941244"/>
    <w:rsid w:val="00941F38"/>
    <w:rsid w:val="00942874"/>
    <w:rsid w:val="00944012"/>
    <w:rsid w:val="0094514C"/>
    <w:rsid w:val="0094624B"/>
    <w:rsid w:val="00950D3B"/>
    <w:rsid w:val="0095244A"/>
    <w:rsid w:val="009546FE"/>
    <w:rsid w:val="009616EC"/>
    <w:rsid w:val="00962C9E"/>
    <w:rsid w:val="00963284"/>
    <w:rsid w:val="009645D8"/>
    <w:rsid w:val="0096672F"/>
    <w:rsid w:val="00966C9D"/>
    <w:rsid w:val="00967B01"/>
    <w:rsid w:val="00967E1D"/>
    <w:rsid w:val="009700B5"/>
    <w:rsid w:val="009704C0"/>
    <w:rsid w:val="00971EBE"/>
    <w:rsid w:val="00972006"/>
    <w:rsid w:val="00972322"/>
    <w:rsid w:val="00973474"/>
    <w:rsid w:val="00974678"/>
    <w:rsid w:val="00974B61"/>
    <w:rsid w:val="00976221"/>
    <w:rsid w:val="00976DB4"/>
    <w:rsid w:val="0097760D"/>
    <w:rsid w:val="009807BF"/>
    <w:rsid w:val="0098080F"/>
    <w:rsid w:val="00982F35"/>
    <w:rsid w:val="009855A0"/>
    <w:rsid w:val="00990A3E"/>
    <w:rsid w:val="00992677"/>
    <w:rsid w:val="00992F49"/>
    <w:rsid w:val="0099400E"/>
    <w:rsid w:val="0099757A"/>
    <w:rsid w:val="009A01B3"/>
    <w:rsid w:val="009A1B1C"/>
    <w:rsid w:val="009A2C86"/>
    <w:rsid w:val="009A6D62"/>
    <w:rsid w:val="009A7097"/>
    <w:rsid w:val="009A7BF0"/>
    <w:rsid w:val="009B06A4"/>
    <w:rsid w:val="009B4925"/>
    <w:rsid w:val="009C15B3"/>
    <w:rsid w:val="009C387F"/>
    <w:rsid w:val="009C61DF"/>
    <w:rsid w:val="009C6D7A"/>
    <w:rsid w:val="009C75D8"/>
    <w:rsid w:val="009C7ADB"/>
    <w:rsid w:val="009D189C"/>
    <w:rsid w:val="009D1FA1"/>
    <w:rsid w:val="009D589F"/>
    <w:rsid w:val="009D7C8F"/>
    <w:rsid w:val="009E389A"/>
    <w:rsid w:val="009E5823"/>
    <w:rsid w:val="009E661C"/>
    <w:rsid w:val="009E6980"/>
    <w:rsid w:val="009E760B"/>
    <w:rsid w:val="009F32B7"/>
    <w:rsid w:val="009F409D"/>
    <w:rsid w:val="009F4E21"/>
    <w:rsid w:val="009F5559"/>
    <w:rsid w:val="009F64BA"/>
    <w:rsid w:val="009F68B7"/>
    <w:rsid w:val="009F74F1"/>
    <w:rsid w:val="00A00BAC"/>
    <w:rsid w:val="00A0267F"/>
    <w:rsid w:val="00A0282E"/>
    <w:rsid w:val="00A03C81"/>
    <w:rsid w:val="00A0620A"/>
    <w:rsid w:val="00A1044A"/>
    <w:rsid w:val="00A1189C"/>
    <w:rsid w:val="00A12700"/>
    <w:rsid w:val="00A13009"/>
    <w:rsid w:val="00A13143"/>
    <w:rsid w:val="00A13F2D"/>
    <w:rsid w:val="00A15AC5"/>
    <w:rsid w:val="00A16729"/>
    <w:rsid w:val="00A17441"/>
    <w:rsid w:val="00A21E69"/>
    <w:rsid w:val="00A21F67"/>
    <w:rsid w:val="00A23D80"/>
    <w:rsid w:val="00A258A2"/>
    <w:rsid w:val="00A25A75"/>
    <w:rsid w:val="00A26AF2"/>
    <w:rsid w:val="00A30540"/>
    <w:rsid w:val="00A3242E"/>
    <w:rsid w:val="00A33251"/>
    <w:rsid w:val="00A3483B"/>
    <w:rsid w:val="00A35AF9"/>
    <w:rsid w:val="00A36C15"/>
    <w:rsid w:val="00A36C70"/>
    <w:rsid w:val="00A36E9A"/>
    <w:rsid w:val="00A41415"/>
    <w:rsid w:val="00A41459"/>
    <w:rsid w:val="00A42A0E"/>
    <w:rsid w:val="00A43A75"/>
    <w:rsid w:val="00A452A5"/>
    <w:rsid w:val="00A452E5"/>
    <w:rsid w:val="00A45468"/>
    <w:rsid w:val="00A4616A"/>
    <w:rsid w:val="00A463E4"/>
    <w:rsid w:val="00A516D6"/>
    <w:rsid w:val="00A51937"/>
    <w:rsid w:val="00A5370F"/>
    <w:rsid w:val="00A54AE7"/>
    <w:rsid w:val="00A556B4"/>
    <w:rsid w:val="00A560E4"/>
    <w:rsid w:val="00A562AB"/>
    <w:rsid w:val="00A61116"/>
    <w:rsid w:val="00A619D3"/>
    <w:rsid w:val="00A62478"/>
    <w:rsid w:val="00A63961"/>
    <w:rsid w:val="00A65B62"/>
    <w:rsid w:val="00A65C1C"/>
    <w:rsid w:val="00A67F5C"/>
    <w:rsid w:val="00A705E9"/>
    <w:rsid w:val="00A72970"/>
    <w:rsid w:val="00A72EF0"/>
    <w:rsid w:val="00A73B7F"/>
    <w:rsid w:val="00A76A3C"/>
    <w:rsid w:val="00A76EBE"/>
    <w:rsid w:val="00A81B13"/>
    <w:rsid w:val="00A8271E"/>
    <w:rsid w:val="00A82E58"/>
    <w:rsid w:val="00A833D9"/>
    <w:rsid w:val="00A861CA"/>
    <w:rsid w:val="00A86CFC"/>
    <w:rsid w:val="00A87DF0"/>
    <w:rsid w:val="00A87E94"/>
    <w:rsid w:val="00A91662"/>
    <w:rsid w:val="00A94EAC"/>
    <w:rsid w:val="00A965D4"/>
    <w:rsid w:val="00A9799E"/>
    <w:rsid w:val="00AA0B8E"/>
    <w:rsid w:val="00AA106A"/>
    <w:rsid w:val="00AA1682"/>
    <w:rsid w:val="00AA1DB0"/>
    <w:rsid w:val="00AA30D9"/>
    <w:rsid w:val="00AA3FC6"/>
    <w:rsid w:val="00AA5C25"/>
    <w:rsid w:val="00AA72F4"/>
    <w:rsid w:val="00AB1904"/>
    <w:rsid w:val="00AB1CD6"/>
    <w:rsid w:val="00AB2B22"/>
    <w:rsid w:val="00AB3213"/>
    <w:rsid w:val="00AB3F25"/>
    <w:rsid w:val="00AB4682"/>
    <w:rsid w:val="00AC0159"/>
    <w:rsid w:val="00AC1C22"/>
    <w:rsid w:val="00AC2412"/>
    <w:rsid w:val="00AC2CFD"/>
    <w:rsid w:val="00AC2F84"/>
    <w:rsid w:val="00AC52E7"/>
    <w:rsid w:val="00AD52FC"/>
    <w:rsid w:val="00AD535E"/>
    <w:rsid w:val="00AD5D57"/>
    <w:rsid w:val="00AD6609"/>
    <w:rsid w:val="00AD6A3B"/>
    <w:rsid w:val="00AD70CD"/>
    <w:rsid w:val="00AE0491"/>
    <w:rsid w:val="00AE107B"/>
    <w:rsid w:val="00AE12FF"/>
    <w:rsid w:val="00AE1712"/>
    <w:rsid w:val="00AE47AB"/>
    <w:rsid w:val="00AF3D1C"/>
    <w:rsid w:val="00AF536D"/>
    <w:rsid w:val="00B0283A"/>
    <w:rsid w:val="00B02927"/>
    <w:rsid w:val="00B03916"/>
    <w:rsid w:val="00B0394B"/>
    <w:rsid w:val="00B06674"/>
    <w:rsid w:val="00B0743D"/>
    <w:rsid w:val="00B10BD3"/>
    <w:rsid w:val="00B11BD6"/>
    <w:rsid w:val="00B1357D"/>
    <w:rsid w:val="00B160EF"/>
    <w:rsid w:val="00B205D8"/>
    <w:rsid w:val="00B229D4"/>
    <w:rsid w:val="00B238ED"/>
    <w:rsid w:val="00B23A48"/>
    <w:rsid w:val="00B24230"/>
    <w:rsid w:val="00B248FA"/>
    <w:rsid w:val="00B251E4"/>
    <w:rsid w:val="00B25C02"/>
    <w:rsid w:val="00B260CA"/>
    <w:rsid w:val="00B270D7"/>
    <w:rsid w:val="00B27C6A"/>
    <w:rsid w:val="00B3128C"/>
    <w:rsid w:val="00B32F94"/>
    <w:rsid w:val="00B34984"/>
    <w:rsid w:val="00B35D9B"/>
    <w:rsid w:val="00B377D9"/>
    <w:rsid w:val="00B40CA6"/>
    <w:rsid w:val="00B41A61"/>
    <w:rsid w:val="00B41DA1"/>
    <w:rsid w:val="00B42BA4"/>
    <w:rsid w:val="00B43924"/>
    <w:rsid w:val="00B43B47"/>
    <w:rsid w:val="00B44A81"/>
    <w:rsid w:val="00B44B17"/>
    <w:rsid w:val="00B45F88"/>
    <w:rsid w:val="00B47A92"/>
    <w:rsid w:val="00B47EE8"/>
    <w:rsid w:val="00B51743"/>
    <w:rsid w:val="00B52004"/>
    <w:rsid w:val="00B522D3"/>
    <w:rsid w:val="00B5285F"/>
    <w:rsid w:val="00B53667"/>
    <w:rsid w:val="00B54537"/>
    <w:rsid w:val="00B54B82"/>
    <w:rsid w:val="00B572FC"/>
    <w:rsid w:val="00B576AB"/>
    <w:rsid w:val="00B60B9C"/>
    <w:rsid w:val="00B6165E"/>
    <w:rsid w:val="00B623AE"/>
    <w:rsid w:val="00B634C5"/>
    <w:rsid w:val="00B6363B"/>
    <w:rsid w:val="00B63DBB"/>
    <w:rsid w:val="00B654D9"/>
    <w:rsid w:val="00B716A8"/>
    <w:rsid w:val="00B71878"/>
    <w:rsid w:val="00B72CB5"/>
    <w:rsid w:val="00B73A28"/>
    <w:rsid w:val="00B75076"/>
    <w:rsid w:val="00B7582C"/>
    <w:rsid w:val="00B766E5"/>
    <w:rsid w:val="00B776F3"/>
    <w:rsid w:val="00B816C9"/>
    <w:rsid w:val="00B81921"/>
    <w:rsid w:val="00B826D1"/>
    <w:rsid w:val="00B8291F"/>
    <w:rsid w:val="00B82BB7"/>
    <w:rsid w:val="00B8301E"/>
    <w:rsid w:val="00B85804"/>
    <w:rsid w:val="00B85967"/>
    <w:rsid w:val="00B866E7"/>
    <w:rsid w:val="00B87062"/>
    <w:rsid w:val="00B910F4"/>
    <w:rsid w:val="00B95AC8"/>
    <w:rsid w:val="00B97727"/>
    <w:rsid w:val="00B97E9E"/>
    <w:rsid w:val="00BA0433"/>
    <w:rsid w:val="00BA2420"/>
    <w:rsid w:val="00BB0632"/>
    <w:rsid w:val="00BB3C3E"/>
    <w:rsid w:val="00BB5001"/>
    <w:rsid w:val="00BB7C3C"/>
    <w:rsid w:val="00BC05E0"/>
    <w:rsid w:val="00BC2083"/>
    <w:rsid w:val="00BC2183"/>
    <w:rsid w:val="00BC30F2"/>
    <w:rsid w:val="00BC37BF"/>
    <w:rsid w:val="00BC4FB8"/>
    <w:rsid w:val="00BC6B65"/>
    <w:rsid w:val="00BD2C01"/>
    <w:rsid w:val="00BD2C64"/>
    <w:rsid w:val="00BD3BD0"/>
    <w:rsid w:val="00BE16B0"/>
    <w:rsid w:val="00BE2F58"/>
    <w:rsid w:val="00BE3187"/>
    <w:rsid w:val="00BE3C56"/>
    <w:rsid w:val="00BE45F1"/>
    <w:rsid w:val="00BE4A39"/>
    <w:rsid w:val="00BE6C0B"/>
    <w:rsid w:val="00BE6F8E"/>
    <w:rsid w:val="00BF15A0"/>
    <w:rsid w:val="00BF4AFA"/>
    <w:rsid w:val="00BF6359"/>
    <w:rsid w:val="00BF646A"/>
    <w:rsid w:val="00C0143F"/>
    <w:rsid w:val="00C01DE4"/>
    <w:rsid w:val="00C02E7A"/>
    <w:rsid w:val="00C0446F"/>
    <w:rsid w:val="00C05167"/>
    <w:rsid w:val="00C07F19"/>
    <w:rsid w:val="00C10C57"/>
    <w:rsid w:val="00C11C4A"/>
    <w:rsid w:val="00C12D63"/>
    <w:rsid w:val="00C13285"/>
    <w:rsid w:val="00C14F64"/>
    <w:rsid w:val="00C1585C"/>
    <w:rsid w:val="00C15C09"/>
    <w:rsid w:val="00C167AF"/>
    <w:rsid w:val="00C16C74"/>
    <w:rsid w:val="00C171CD"/>
    <w:rsid w:val="00C176B6"/>
    <w:rsid w:val="00C234BA"/>
    <w:rsid w:val="00C27968"/>
    <w:rsid w:val="00C301B1"/>
    <w:rsid w:val="00C31E40"/>
    <w:rsid w:val="00C32EAC"/>
    <w:rsid w:val="00C343D2"/>
    <w:rsid w:val="00C412E7"/>
    <w:rsid w:val="00C45A7B"/>
    <w:rsid w:val="00C47A91"/>
    <w:rsid w:val="00C50248"/>
    <w:rsid w:val="00C50ECD"/>
    <w:rsid w:val="00C510D5"/>
    <w:rsid w:val="00C5174E"/>
    <w:rsid w:val="00C51E72"/>
    <w:rsid w:val="00C54C07"/>
    <w:rsid w:val="00C55217"/>
    <w:rsid w:val="00C56045"/>
    <w:rsid w:val="00C56F78"/>
    <w:rsid w:val="00C57366"/>
    <w:rsid w:val="00C57D7A"/>
    <w:rsid w:val="00C6157E"/>
    <w:rsid w:val="00C62EBE"/>
    <w:rsid w:val="00C62F56"/>
    <w:rsid w:val="00C63B0C"/>
    <w:rsid w:val="00C63C99"/>
    <w:rsid w:val="00C6631E"/>
    <w:rsid w:val="00C67D4B"/>
    <w:rsid w:val="00C67F66"/>
    <w:rsid w:val="00C70E8F"/>
    <w:rsid w:val="00C749CD"/>
    <w:rsid w:val="00C7516B"/>
    <w:rsid w:val="00C76C42"/>
    <w:rsid w:val="00C8077B"/>
    <w:rsid w:val="00C80C00"/>
    <w:rsid w:val="00C811A2"/>
    <w:rsid w:val="00C81BA5"/>
    <w:rsid w:val="00C82709"/>
    <w:rsid w:val="00C83587"/>
    <w:rsid w:val="00C847C9"/>
    <w:rsid w:val="00C86BBE"/>
    <w:rsid w:val="00C86D3B"/>
    <w:rsid w:val="00C871AF"/>
    <w:rsid w:val="00C906BE"/>
    <w:rsid w:val="00C93107"/>
    <w:rsid w:val="00C935E8"/>
    <w:rsid w:val="00C93FE8"/>
    <w:rsid w:val="00C955F3"/>
    <w:rsid w:val="00C9598A"/>
    <w:rsid w:val="00C95FB8"/>
    <w:rsid w:val="00C9628F"/>
    <w:rsid w:val="00C966A3"/>
    <w:rsid w:val="00C975B4"/>
    <w:rsid w:val="00C97F21"/>
    <w:rsid w:val="00CA18D4"/>
    <w:rsid w:val="00CA3215"/>
    <w:rsid w:val="00CA34C0"/>
    <w:rsid w:val="00CA3C61"/>
    <w:rsid w:val="00CA4F54"/>
    <w:rsid w:val="00CA566F"/>
    <w:rsid w:val="00CA5963"/>
    <w:rsid w:val="00CA5E25"/>
    <w:rsid w:val="00CB06C7"/>
    <w:rsid w:val="00CB091B"/>
    <w:rsid w:val="00CB3660"/>
    <w:rsid w:val="00CB499B"/>
    <w:rsid w:val="00CB49A7"/>
    <w:rsid w:val="00CB55B1"/>
    <w:rsid w:val="00CB5811"/>
    <w:rsid w:val="00CB7782"/>
    <w:rsid w:val="00CC207E"/>
    <w:rsid w:val="00CC530D"/>
    <w:rsid w:val="00CC5D84"/>
    <w:rsid w:val="00CC6912"/>
    <w:rsid w:val="00CD43C0"/>
    <w:rsid w:val="00CD7245"/>
    <w:rsid w:val="00CE029C"/>
    <w:rsid w:val="00CE0A96"/>
    <w:rsid w:val="00CE5A1D"/>
    <w:rsid w:val="00CE69DC"/>
    <w:rsid w:val="00CE6A83"/>
    <w:rsid w:val="00CE7679"/>
    <w:rsid w:val="00CE7917"/>
    <w:rsid w:val="00CF066F"/>
    <w:rsid w:val="00CF0748"/>
    <w:rsid w:val="00CF1413"/>
    <w:rsid w:val="00CF322D"/>
    <w:rsid w:val="00CF6378"/>
    <w:rsid w:val="00CF6D57"/>
    <w:rsid w:val="00CF7F05"/>
    <w:rsid w:val="00D018F9"/>
    <w:rsid w:val="00D0271E"/>
    <w:rsid w:val="00D0438D"/>
    <w:rsid w:val="00D04E5B"/>
    <w:rsid w:val="00D135B0"/>
    <w:rsid w:val="00D145B5"/>
    <w:rsid w:val="00D14DF8"/>
    <w:rsid w:val="00D150C3"/>
    <w:rsid w:val="00D1621F"/>
    <w:rsid w:val="00D17D43"/>
    <w:rsid w:val="00D201BB"/>
    <w:rsid w:val="00D212DB"/>
    <w:rsid w:val="00D21345"/>
    <w:rsid w:val="00D21475"/>
    <w:rsid w:val="00D21C38"/>
    <w:rsid w:val="00D2299C"/>
    <w:rsid w:val="00D22BD1"/>
    <w:rsid w:val="00D2498F"/>
    <w:rsid w:val="00D267F9"/>
    <w:rsid w:val="00D26D70"/>
    <w:rsid w:val="00D27702"/>
    <w:rsid w:val="00D305C5"/>
    <w:rsid w:val="00D31BF2"/>
    <w:rsid w:val="00D320F9"/>
    <w:rsid w:val="00D323BC"/>
    <w:rsid w:val="00D327BD"/>
    <w:rsid w:val="00D33094"/>
    <w:rsid w:val="00D34760"/>
    <w:rsid w:val="00D37541"/>
    <w:rsid w:val="00D37B65"/>
    <w:rsid w:val="00D44263"/>
    <w:rsid w:val="00D4785F"/>
    <w:rsid w:val="00D504D7"/>
    <w:rsid w:val="00D51329"/>
    <w:rsid w:val="00D54F6D"/>
    <w:rsid w:val="00D55BCC"/>
    <w:rsid w:val="00D55EE9"/>
    <w:rsid w:val="00D57F1B"/>
    <w:rsid w:val="00D605C3"/>
    <w:rsid w:val="00D6066E"/>
    <w:rsid w:val="00D6140F"/>
    <w:rsid w:val="00D616F7"/>
    <w:rsid w:val="00D61D86"/>
    <w:rsid w:val="00D63353"/>
    <w:rsid w:val="00D63A60"/>
    <w:rsid w:val="00D63F6A"/>
    <w:rsid w:val="00D651E5"/>
    <w:rsid w:val="00D66DB3"/>
    <w:rsid w:val="00D712E8"/>
    <w:rsid w:val="00D72988"/>
    <w:rsid w:val="00D75428"/>
    <w:rsid w:val="00D75505"/>
    <w:rsid w:val="00D761DA"/>
    <w:rsid w:val="00D766AD"/>
    <w:rsid w:val="00D76C2A"/>
    <w:rsid w:val="00D77CD7"/>
    <w:rsid w:val="00D77D44"/>
    <w:rsid w:val="00D81F9E"/>
    <w:rsid w:val="00D8200D"/>
    <w:rsid w:val="00D8229D"/>
    <w:rsid w:val="00D84A26"/>
    <w:rsid w:val="00D84CA8"/>
    <w:rsid w:val="00D85EFB"/>
    <w:rsid w:val="00D86EA3"/>
    <w:rsid w:val="00D87168"/>
    <w:rsid w:val="00D87218"/>
    <w:rsid w:val="00D90271"/>
    <w:rsid w:val="00D90CD2"/>
    <w:rsid w:val="00D924BE"/>
    <w:rsid w:val="00D92BFA"/>
    <w:rsid w:val="00D937CF"/>
    <w:rsid w:val="00D93A7A"/>
    <w:rsid w:val="00D9547A"/>
    <w:rsid w:val="00D96E12"/>
    <w:rsid w:val="00DA2719"/>
    <w:rsid w:val="00DA29D5"/>
    <w:rsid w:val="00DA2FD9"/>
    <w:rsid w:val="00DA3A52"/>
    <w:rsid w:val="00DA4BF1"/>
    <w:rsid w:val="00DA5598"/>
    <w:rsid w:val="00DA63ED"/>
    <w:rsid w:val="00DA6B28"/>
    <w:rsid w:val="00DA72E0"/>
    <w:rsid w:val="00DA7D05"/>
    <w:rsid w:val="00DA7EBF"/>
    <w:rsid w:val="00DB271D"/>
    <w:rsid w:val="00DB6319"/>
    <w:rsid w:val="00DB6CC0"/>
    <w:rsid w:val="00DC3538"/>
    <w:rsid w:val="00DC355C"/>
    <w:rsid w:val="00DC35E1"/>
    <w:rsid w:val="00DC3AEC"/>
    <w:rsid w:val="00DC5B4E"/>
    <w:rsid w:val="00DC7115"/>
    <w:rsid w:val="00DC7370"/>
    <w:rsid w:val="00DD03B6"/>
    <w:rsid w:val="00DD0918"/>
    <w:rsid w:val="00DD1D0F"/>
    <w:rsid w:val="00DD361B"/>
    <w:rsid w:val="00DD435B"/>
    <w:rsid w:val="00DD6018"/>
    <w:rsid w:val="00DE15D1"/>
    <w:rsid w:val="00DE2550"/>
    <w:rsid w:val="00DE3EA2"/>
    <w:rsid w:val="00DE497C"/>
    <w:rsid w:val="00DE63BA"/>
    <w:rsid w:val="00DF09E1"/>
    <w:rsid w:val="00DF1A6E"/>
    <w:rsid w:val="00DF24BF"/>
    <w:rsid w:val="00DF29A0"/>
    <w:rsid w:val="00DF2EBB"/>
    <w:rsid w:val="00DF43BD"/>
    <w:rsid w:val="00DF5304"/>
    <w:rsid w:val="00DF5C22"/>
    <w:rsid w:val="00DF60CC"/>
    <w:rsid w:val="00E00219"/>
    <w:rsid w:val="00E01A5F"/>
    <w:rsid w:val="00E044BE"/>
    <w:rsid w:val="00E04CC8"/>
    <w:rsid w:val="00E05DBF"/>
    <w:rsid w:val="00E06B0D"/>
    <w:rsid w:val="00E07A17"/>
    <w:rsid w:val="00E10EF9"/>
    <w:rsid w:val="00E11491"/>
    <w:rsid w:val="00E13670"/>
    <w:rsid w:val="00E17851"/>
    <w:rsid w:val="00E219CF"/>
    <w:rsid w:val="00E22886"/>
    <w:rsid w:val="00E2475C"/>
    <w:rsid w:val="00E24F37"/>
    <w:rsid w:val="00E25511"/>
    <w:rsid w:val="00E26DA9"/>
    <w:rsid w:val="00E27AB6"/>
    <w:rsid w:val="00E344A5"/>
    <w:rsid w:val="00E347CB"/>
    <w:rsid w:val="00E34A41"/>
    <w:rsid w:val="00E36816"/>
    <w:rsid w:val="00E36CFB"/>
    <w:rsid w:val="00E36D03"/>
    <w:rsid w:val="00E412E3"/>
    <w:rsid w:val="00E424B6"/>
    <w:rsid w:val="00E44F5C"/>
    <w:rsid w:val="00E44FE8"/>
    <w:rsid w:val="00E45389"/>
    <w:rsid w:val="00E468C9"/>
    <w:rsid w:val="00E46ECD"/>
    <w:rsid w:val="00E510EB"/>
    <w:rsid w:val="00E51776"/>
    <w:rsid w:val="00E52CEA"/>
    <w:rsid w:val="00E553AE"/>
    <w:rsid w:val="00E5621B"/>
    <w:rsid w:val="00E57068"/>
    <w:rsid w:val="00E61456"/>
    <w:rsid w:val="00E6301C"/>
    <w:rsid w:val="00E6338E"/>
    <w:rsid w:val="00E6373C"/>
    <w:rsid w:val="00E64AAB"/>
    <w:rsid w:val="00E6509F"/>
    <w:rsid w:val="00E67EEB"/>
    <w:rsid w:val="00E73B18"/>
    <w:rsid w:val="00E7566B"/>
    <w:rsid w:val="00E77811"/>
    <w:rsid w:val="00E80BC3"/>
    <w:rsid w:val="00E812D3"/>
    <w:rsid w:val="00E81E99"/>
    <w:rsid w:val="00E82104"/>
    <w:rsid w:val="00E850FE"/>
    <w:rsid w:val="00E86486"/>
    <w:rsid w:val="00E86675"/>
    <w:rsid w:val="00E90289"/>
    <w:rsid w:val="00E904DD"/>
    <w:rsid w:val="00E91018"/>
    <w:rsid w:val="00E914EE"/>
    <w:rsid w:val="00E91CAF"/>
    <w:rsid w:val="00E92C7B"/>
    <w:rsid w:val="00E95C2D"/>
    <w:rsid w:val="00E96C31"/>
    <w:rsid w:val="00EA09E2"/>
    <w:rsid w:val="00EA12BA"/>
    <w:rsid w:val="00EA168B"/>
    <w:rsid w:val="00EA3FD3"/>
    <w:rsid w:val="00EA61A5"/>
    <w:rsid w:val="00EA6435"/>
    <w:rsid w:val="00EA6790"/>
    <w:rsid w:val="00EB25B5"/>
    <w:rsid w:val="00EB2E9E"/>
    <w:rsid w:val="00EB2FE0"/>
    <w:rsid w:val="00EB31F3"/>
    <w:rsid w:val="00EB535C"/>
    <w:rsid w:val="00EB6BFE"/>
    <w:rsid w:val="00EB769A"/>
    <w:rsid w:val="00EB7AD8"/>
    <w:rsid w:val="00EB7E23"/>
    <w:rsid w:val="00EC1CF9"/>
    <w:rsid w:val="00EC21E9"/>
    <w:rsid w:val="00EC2D91"/>
    <w:rsid w:val="00EC3DBB"/>
    <w:rsid w:val="00EC439B"/>
    <w:rsid w:val="00EC4DAF"/>
    <w:rsid w:val="00EC55A4"/>
    <w:rsid w:val="00ED14AC"/>
    <w:rsid w:val="00ED1945"/>
    <w:rsid w:val="00ED2427"/>
    <w:rsid w:val="00ED2B76"/>
    <w:rsid w:val="00ED44A3"/>
    <w:rsid w:val="00ED5D4B"/>
    <w:rsid w:val="00ED6E78"/>
    <w:rsid w:val="00ED72D8"/>
    <w:rsid w:val="00EE1F5D"/>
    <w:rsid w:val="00EE241A"/>
    <w:rsid w:val="00EE3A48"/>
    <w:rsid w:val="00EE4814"/>
    <w:rsid w:val="00EE4AFB"/>
    <w:rsid w:val="00EE7C4E"/>
    <w:rsid w:val="00EF0B08"/>
    <w:rsid w:val="00EF133A"/>
    <w:rsid w:val="00EF364F"/>
    <w:rsid w:val="00EF4610"/>
    <w:rsid w:val="00EF48E5"/>
    <w:rsid w:val="00EF5F7F"/>
    <w:rsid w:val="00EF78CB"/>
    <w:rsid w:val="00F01641"/>
    <w:rsid w:val="00F0313C"/>
    <w:rsid w:val="00F034AF"/>
    <w:rsid w:val="00F04F42"/>
    <w:rsid w:val="00F058C2"/>
    <w:rsid w:val="00F05A70"/>
    <w:rsid w:val="00F05B69"/>
    <w:rsid w:val="00F0631F"/>
    <w:rsid w:val="00F07DE7"/>
    <w:rsid w:val="00F11B1E"/>
    <w:rsid w:val="00F11DC7"/>
    <w:rsid w:val="00F11FC2"/>
    <w:rsid w:val="00F13948"/>
    <w:rsid w:val="00F16674"/>
    <w:rsid w:val="00F17222"/>
    <w:rsid w:val="00F201A5"/>
    <w:rsid w:val="00F2318F"/>
    <w:rsid w:val="00F23E72"/>
    <w:rsid w:val="00F25743"/>
    <w:rsid w:val="00F258C1"/>
    <w:rsid w:val="00F322CC"/>
    <w:rsid w:val="00F34144"/>
    <w:rsid w:val="00F35451"/>
    <w:rsid w:val="00F35A95"/>
    <w:rsid w:val="00F37367"/>
    <w:rsid w:val="00F401C8"/>
    <w:rsid w:val="00F402D3"/>
    <w:rsid w:val="00F4045C"/>
    <w:rsid w:val="00F41464"/>
    <w:rsid w:val="00F4293C"/>
    <w:rsid w:val="00F44574"/>
    <w:rsid w:val="00F446AA"/>
    <w:rsid w:val="00F44CEF"/>
    <w:rsid w:val="00F462E9"/>
    <w:rsid w:val="00F46831"/>
    <w:rsid w:val="00F46C7B"/>
    <w:rsid w:val="00F47A31"/>
    <w:rsid w:val="00F53D8A"/>
    <w:rsid w:val="00F554E4"/>
    <w:rsid w:val="00F566CD"/>
    <w:rsid w:val="00F568CD"/>
    <w:rsid w:val="00F56912"/>
    <w:rsid w:val="00F57D70"/>
    <w:rsid w:val="00F60220"/>
    <w:rsid w:val="00F61EB2"/>
    <w:rsid w:val="00F622F6"/>
    <w:rsid w:val="00F64F6D"/>
    <w:rsid w:val="00F7089A"/>
    <w:rsid w:val="00F70BF7"/>
    <w:rsid w:val="00F71A58"/>
    <w:rsid w:val="00F71C09"/>
    <w:rsid w:val="00F7686E"/>
    <w:rsid w:val="00F813A4"/>
    <w:rsid w:val="00F845CC"/>
    <w:rsid w:val="00F8498B"/>
    <w:rsid w:val="00F878F3"/>
    <w:rsid w:val="00F90093"/>
    <w:rsid w:val="00F91033"/>
    <w:rsid w:val="00F92479"/>
    <w:rsid w:val="00F935E3"/>
    <w:rsid w:val="00F964D0"/>
    <w:rsid w:val="00F969EE"/>
    <w:rsid w:val="00FA13CA"/>
    <w:rsid w:val="00FA1ACE"/>
    <w:rsid w:val="00FA247C"/>
    <w:rsid w:val="00FA2B37"/>
    <w:rsid w:val="00FA36BE"/>
    <w:rsid w:val="00FA6BAE"/>
    <w:rsid w:val="00FA6F5C"/>
    <w:rsid w:val="00FA7FDA"/>
    <w:rsid w:val="00FB0785"/>
    <w:rsid w:val="00FB0D2D"/>
    <w:rsid w:val="00FB468D"/>
    <w:rsid w:val="00FB56B0"/>
    <w:rsid w:val="00FB56B1"/>
    <w:rsid w:val="00FB6148"/>
    <w:rsid w:val="00FB62F0"/>
    <w:rsid w:val="00FB7DA2"/>
    <w:rsid w:val="00FC08F7"/>
    <w:rsid w:val="00FC2754"/>
    <w:rsid w:val="00FC4284"/>
    <w:rsid w:val="00FC49AF"/>
    <w:rsid w:val="00FC66C2"/>
    <w:rsid w:val="00FC67FD"/>
    <w:rsid w:val="00FD176C"/>
    <w:rsid w:val="00FD2665"/>
    <w:rsid w:val="00FD26EB"/>
    <w:rsid w:val="00FD2F10"/>
    <w:rsid w:val="00FD4201"/>
    <w:rsid w:val="00FD51CA"/>
    <w:rsid w:val="00FD58D9"/>
    <w:rsid w:val="00FD7E04"/>
    <w:rsid w:val="00FE0543"/>
    <w:rsid w:val="00FE1A44"/>
    <w:rsid w:val="00FE2201"/>
    <w:rsid w:val="00FE3698"/>
    <w:rsid w:val="00FE42F9"/>
    <w:rsid w:val="00FF11AA"/>
    <w:rsid w:val="00FF3ACC"/>
    <w:rsid w:val="00FF5CC4"/>
    <w:rsid w:val="00FF60A8"/>
    <w:rsid w:val="00FF64C6"/>
    <w:rsid w:val="00FF664D"/>
    <w:rsid w:val="00FF69FF"/>
    <w:rsid w:val="00FF74AD"/>
    <w:rsid w:val="00FF7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6C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07D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07D5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07D5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</w:rPr>
  </w:style>
  <w:style w:type="paragraph" w:styleId="BodyText">
    <w:name w:val="Body Text"/>
    <w:basedOn w:val="Normal"/>
    <w:link w:val="BodyTextChar"/>
    <w:uiPriority w:val="99"/>
    <w:semiHidden/>
    <w:rsid w:val="004A07D5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B5923"/>
    <w:rPr>
      <w:sz w:val="24"/>
    </w:rPr>
  </w:style>
  <w:style w:type="paragraph" w:styleId="BodyText2">
    <w:name w:val="Body Text 2"/>
    <w:basedOn w:val="Normal"/>
    <w:link w:val="BodyText2Char"/>
    <w:uiPriority w:val="99"/>
    <w:semiHidden/>
    <w:rsid w:val="004A07D5"/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</w:rPr>
  </w:style>
  <w:style w:type="character" w:styleId="Hyperlink">
    <w:name w:val="Hyperlink"/>
    <w:basedOn w:val="DefaultParagraphFont"/>
    <w:uiPriority w:val="99"/>
    <w:semiHidden/>
    <w:rsid w:val="004A07D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A07D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A07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A07D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A07D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A07D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Стиль в законе"/>
    <w:basedOn w:val="Normal"/>
    <w:uiPriority w:val="99"/>
    <w:rsid w:val="004A07D5"/>
    <w:pPr>
      <w:spacing w:before="120" w:line="360" w:lineRule="auto"/>
      <w:ind w:firstLine="851"/>
      <w:jc w:val="both"/>
    </w:pPr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4A07D5"/>
    <w:pPr>
      <w:autoSpaceDE w:val="0"/>
      <w:autoSpaceDN w:val="0"/>
      <w:adjustRightInd w:val="0"/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4A07D5"/>
    <w:pPr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4A07D5"/>
    <w:pPr>
      <w:ind w:firstLine="708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sz w:val="16"/>
    </w:rPr>
  </w:style>
  <w:style w:type="paragraph" w:customStyle="1" w:styleId="xl36">
    <w:name w:val="xl36"/>
    <w:basedOn w:val="Normal"/>
    <w:uiPriority w:val="99"/>
    <w:rsid w:val="004A07D5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NormalWeb">
    <w:name w:val="Normal (Web)"/>
    <w:basedOn w:val="Normal"/>
    <w:uiPriority w:val="99"/>
    <w:semiHidden/>
    <w:rsid w:val="004A07D5"/>
  </w:style>
  <w:style w:type="paragraph" w:customStyle="1" w:styleId="ConsNonformat">
    <w:name w:val="ConsNonformat"/>
    <w:uiPriority w:val="99"/>
    <w:rsid w:val="004A07D5"/>
    <w:rPr>
      <w:rFonts w:ascii="Consultant" w:hAnsi="Consultant" w:cs="Consultant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4A07D5"/>
    <w:pPr>
      <w:jc w:val="both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</w:rPr>
  </w:style>
  <w:style w:type="paragraph" w:styleId="BalloonText">
    <w:name w:val="Balloon Text"/>
    <w:basedOn w:val="Normal"/>
    <w:link w:val="BalloonTextChar"/>
    <w:uiPriority w:val="99"/>
    <w:rsid w:val="004A07D5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</w:rPr>
  </w:style>
  <w:style w:type="character" w:styleId="FollowedHyperlink">
    <w:name w:val="FollowedHyperlink"/>
    <w:basedOn w:val="DefaultParagraphFont"/>
    <w:uiPriority w:val="99"/>
    <w:semiHidden/>
    <w:rsid w:val="004A07D5"/>
    <w:rPr>
      <w:rFonts w:ascii="Times New Roman" w:hAnsi="Times New Roman" w:cs="Times New Roman"/>
      <w:color w:val="800080"/>
      <w:u w:val="single"/>
    </w:rPr>
  </w:style>
  <w:style w:type="paragraph" w:customStyle="1" w:styleId="xl24">
    <w:name w:val="xl24"/>
    <w:basedOn w:val="Normal"/>
    <w:uiPriority w:val="99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Normal"/>
    <w:uiPriority w:val="99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26">
    <w:name w:val="xl26"/>
    <w:basedOn w:val="Normal"/>
    <w:uiPriority w:val="99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Normal"/>
    <w:uiPriority w:val="99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8">
    <w:name w:val="xl28"/>
    <w:basedOn w:val="Normal"/>
    <w:uiPriority w:val="99"/>
    <w:rsid w:val="004A07D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29">
    <w:name w:val="xl29"/>
    <w:basedOn w:val="Normal"/>
    <w:uiPriority w:val="99"/>
    <w:rsid w:val="004A07D5"/>
    <w:pPr>
      <w:pBdr>
        <w:top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30">
    <w:name w:val="xl30"/>
    <w:basedOn w:val="Normal"/>
    <w:uiPriority w:val="99"/>
    <w:rsid w:val="004A07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paragraph" w:customStyle="1" w:styleId="xl31">
    <w:name w:val="xl31"/>
    <w:basedOn w:val="Normal"/>
    <w:uiPriority w:val="99"/>
    <w:rsid w:val="004A07D5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</w:rPr>
  </w:style>
  <w:style w:type="table" w:styleId="TableGrid">
    <w:name w:val="Table Grid"/>
    <w:basedOn w:val="TableNormal"/>
    <w:uiPriority w:val="99"/>
    <w:rsid w:val="00140B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7">
    <w:name w:val="xl67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8">
    <w:name w:val="xl68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69">
    <w:name w:val="xl69"/>
    <w:basedOn w:val="Normal"/>
    <w:uiPriority w:val="99"/>
    <w:rsid w:val="00DA7EB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Normal"/>
    <w:uiPriority w:val="99"/>
    <w:rsid w:val="00DA7EB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Normal"/>
    <w:uiPriority w:val="99"/>
    <w:rsid w:val="00DA7EB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2">
    <w:name w:val="xl72"/>
    <w:basedOn w:val="Normal"/>
    <w:uiPriority w:val="99"/>
    <w:rsid w:val="00DA7EB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73">
    <w:name w:val="xl73"/>
    <w:basedOn w:val="Normal"/>
    <w:uiPriority w:val="99"/>
    <w:rsid w:val="000233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font5">
    <w:name w:val="font5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sz w:val="20"/>
      <w:szCs w:val="20"/>
    </w:rPr>
  </w:style>
  <w:style w:type="paragraph" w:customStyle="1" w:styleId="font6">
    <w:name w:val="font6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sz w:val="20"/>
      <w:szCs w:val="20"/>
      <w:u w:val="single"/>
    </w:rPr>
  </w:style>
  <w:style w:type="paragraph" w:customStyle="1" w:styleId="font7">
    <w:name w:val="font7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8">
    <w:name w:val="font8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9">
    <w:name w:val="font9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0">
    <w:name w:val="font10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font11">
    <w:name w:val="font11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font12">
    <w:name w:val="font12"/>
    <w:basedOn w:val="Normal"/>
    <w:uiPriority w:val="99"/>
    <w:rsid w:val="00184407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  <w:u w:val="single"/>
    </w:rPr>
  </w:style>
  <w:style w:type="paragraph" w:customStyle="1" w:styleId="xl74">
    <w:name w:val="xl7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7">
    <w:name w:val="xl77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8">
    <w:name w:val="xl7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9">
    <w:name w:val="xl79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0">
    <w:name w:val="xl80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1">
    <w:name w:val="xl81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2">
    <w:name w:val="xl82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83">
    <w:name w:val="xl83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4">
    <w:name w:val="xl8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5">
    <w:name w:val="xl8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6">
    <w:name w:val="xl8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90">
    <w:name w:val="xl90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1">
    <w:name w:val="xl91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94">
    <w:name w:val="xl9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1">
    <w:name w:val="xl101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2">
    <w:name w:val="xl102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3">
    <w:name w:val="xl103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Normal"/>
    <w:uiPriority w:val="99"/>
    <w:rsid w:val="00184407"/>
    <w:pP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06">
    <w:name w:val="xl10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7">
    <w:name w:val="xl10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8">
    <w:name w:val="xl10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9">
    <w:name w:val="xl10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10">
    <w:name w:val="xl11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112">
    <w:name w:val="xl11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3">
    <w:name w:val="xl113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  <w:sz w:val="18"/>
      <w:szCs w:val="18"/>
    </w:rPr>
  </w:style>
  <w:style w:type="paragraph" w:customStyle="1" w:styleId="xl116">
    <w:name w:val="xl11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7">
    <w:name w:val="xl11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8">
    <w:name w:val="xl11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9">
    <w:name w:val="xl119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20">
    <w:name w:val="xl12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1">
    <w:name w:val="xl121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2">
    <w:name w:val="xl122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23">
    <w:name w:val="xl12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4">
    <w:name w:val="xl12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5">
    <w:name w:val="xl12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6">
    <w:name w:val="xl126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28">
    <w:name w:val="xl12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29">
    <w:name w:val="xl12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0">
    <w:name w:val="xl130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2">
    <w:name w:val="xl13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33">
    <w:name w:val="xl133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34">
    <w:name w:val="xl134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37">
    <w:name w:val="xl13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38">
    <w:name w:val="xl13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39">
    <w:name w:val="xl13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40">
    <w:name w:val="xl14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1">
    <w:name w:val="xl14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43">
    <w:name w:val="xl14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44">
    <w:name w:val="xl14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45">
    <w:name w:val="xl145"/>
    <w:basedOn w:val="Normal"/>
    <w:uiPriority w:val="99"/>
    <w:rsid w:val="00184407"/>
    <w:pPr>
      <w:pBdr>
        <w:top w:val="single" w:sz="4" w:space="0" w:color="3F3F3F"/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6">
    <w:name w:val="xl146"/>
    <w:basedOn w:val="Normal"/>
    <w:uiPriority w:val="99"/>
    <w:rsid w:val="00184407"/>
    <w:pPr>
      <w:pBdr>
        <w:left w:val="single" w:sz="4" w:space="0" w:color="3F3F3F"/>
        <w:bottom w:val="single" w:sz="4" w:space="0" w:color="3F3F3F"/>
        <w:right w:val="single" w:sz="4" w:space="0" w:color="3F3F3F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3F3F3F"/>
    </w:rPr>
  </w:style>
  <w:style w:type="paragraph" w:customStyle="1" w:styleId="xl147">
    <w:name w:val="xl14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48">
    <w:name w:val="xl148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49">
    <w:name w:val="xl14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1">
    <w:name w:val="xl15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52">
    <w:name w:val="xl152"/>
    <w:basedOn w:val="Normal"/>
    <w:uiPriority w:val="99"/>
    <w:rsid w:val="0018440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3">
    <w:name w:val="xl153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4">
    <w:name w:val="xl154"/>
    <w:basedOn w:val="Normal"/>
    <w:uiPriority w:val="99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5">
    <w:name w:val="xl155"/>
    <w:basedOn w:val="Normal"/>
    <w:uiPriority w:val="99"/>
    <w:rsid w:val="0018440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57">
    <w:name w:val="xl15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58">
    <w:name w:val="xl15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59">
    <w:name w:val="xl15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60">
    <w:name w:val="xl160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62">
    <w:name w:val="xl16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u w:val="single"/>
    </w:rPr>
  </w:style>
  <w:style w:type="paragraph" w:customStyle="1" w:styleId="xl163">
    <w:name w:val="xl163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4">
    <w:name w:val="xl16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65">
    <w:name w:val="xl16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66">
    <w:name w:val="xl166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68">
    <w:name w:val="xl168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69">
    <w:name w:val="xl16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70">
    <w:name w:val="xl17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171">
    <w:name w:val="xl171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72">
    <w:name w:val="xl17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73">
    <w:name w:val="xl173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74">
    <w:name w:val="xl17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75">
    <w:name w:val="xl17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i/>
      <w:iCs/>
    </w:rPr>
  </w:style>
  <w:style w:type="paragraph" w:customStyle="1" w:styleId="xl176">
    <w:name w:val="xl176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7">
    <w:name w:val="xl177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8">
    <w:name w:val="xl178"/>
    <w:basedOn w:val="Normal"/>
    <w:uiPriority w:val="99"/>
    <w:rsid w:val="00184407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79">
    <w:name w:val="xl179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80">
    <w:name w:val="xl180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181">
    <w:name w:val="xl18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2">
    <w:name w:val="xl18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3">
    <w:name w:val="xl18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84">
    <w:name w:val="xl18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</w:rPr>
  </w:style>
  <w:style w:type="paragraph" w:customStyle="1" w:styleId="xl185">
    <w:name w:val="xl18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186">
    <w:name w:val="xl18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87">
    <w:name w:val="xl18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88">
    <w:name w:val="xl18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9">
    <w:name w:val="xl189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0">
    <w:name w:val="xl190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1">
    <w:name w:val="xl19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2">
    <w:name w:val="xl19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193">
    <w:name w:val="xl19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94">
    <w:name w:val="xl194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5">
    <w:name w:val="xl195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197">
    <w:name w:val="xl19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198">
    <w:name w:val="xl19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199">
    <w:name w:val="xl19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  <w:u w:val="single"/>
    </w:rPr>
  </w:style>
  <w:style w:type="paragraph" w:customStyle="1" w:styleId="xl200">
    <w:name w:val="xl200"/>
    <w:basedOn w:val="Normal"/>
    <w:uiPriority w:val="99"/>
    <w:rsid w:val="001844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1">
    <w:name w:val="xl201"/>
    <w:basedOn w:val="Normal"/>
    <w:uiPriority w:val="99"/>
    <w:rsid w:val="0018440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02">
    <w:name w:val="xl202"/>
    <w:basedOn w:val="Normal"/>
    <w:uiPriority w:val="99"/>
    <w:rsid w:val="0018440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i/>
      <w:iCs/>
    </w:rPr>
  </w:style>
  <w:style w:type="paragraph" w:customStyle="1" w:styleId="xl203">
    <w:name w:val="xl203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4">
    <w:name w:val="xl20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05">
    <w:name w:val="xl205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6">
    <w:name w:val="xl206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7">
    <w:name w:val="xl207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08">
    <w:name w:val="xl20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09">
    <w:name w:val="xl20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0">
    <w:name w:val="xl210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11">
    <w:name w:val="xl211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12">
    <w:name w:val="xl212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13">
    <w:name w:val="xl21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14">
    <w:name w:val="xl21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5">
    <w:name w:val="xl21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16">
    <w:name w:val="xl21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17">
    <w:name w:val="xl21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18">
    <w:name w:val="xl21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19">
    <w:name w:val="xl21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0">
    <w:name w:val="xl22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1">
    <w:name w:val="xl22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2">
    <w:name w:val="xl222"/>
    <w:basedOn w:val="Normal"/>
    <w:uiPriority w:val="99"/>
    <w:rsid w:val="00184407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24">
    <w:name w:val="xl22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5">
    <w:name w:val="xl22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26">
    <w:name w:val="xl22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color w:val="000000"/>
    </w:rPr>
  </w:style>
  <w:style w:type="paragraph" w:customStyle="1" w:styleId="xl227">
    <w:name w:val="xl22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color w:val="000000"/>
    </w:rPr>
  </w:style>
  <w:style w:type="paragraph" w:customStyle="1" w:styleId="xl228">
    <w:name w:val="xl22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229">
    <w:name w:val="xl229"/>
    <w:basedOn w:val="Normal"/>
    <w:uiPriority w:val="99"/>
    <w:rsid w:val="0018440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230">
    <w:name w:val="xl23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1">
    <w:name w:val="xl23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2">
    <w:name w:val="xl23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33">
    <w:name w:val="xl23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4">
    <w:name w:val="xl23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35">
    <w:name w:val="xl23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36">
    <w:name w:val="xl23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37">
    <w:name w:val="xl23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8">
    <w:name w:val="xl23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39">
    <w:name w:val="xl23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0">
    <w:name w:val="xl24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41">
    <w:name w:val="xl24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2">
    <w:name w:val="xl24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3">
    <w:name w:val="xl24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4">
    <w:name w:val="xl24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</w:rPr>
  </w:style>
  <w:style w:type="paragraph" w:customStyle="1" w:styleId="xl245">
    <w:name w:val="xl245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46">
    <w:name w:val="xl24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247">
    <w:name w:val="xl24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8">
    <w:name w:val="xl248"/>
    <w:basedOn w:val="Normal"/>
    <w:uiPriority w:val="99"/>
    <w:rsid w:val="001844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49">
    <w:name w:val="xl249"/>
    <w:basedOn w:val="Normal"/>
    <w:uiPriority w:val="99"/>
    <w:rsid w:val="001844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0">
    <w:name w:val="xl25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1">
    <w:name w:val="xl251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52">
    <w:name w:val="xl252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53">
    <w:name w:val="xl253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5">
    <w:name w:val="xl255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256">
    <w:name w:val="xl256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7">
    <w:name w:val="xl257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58">
    <w:name w:val="xl258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59">
    <w:name w:val="xl259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260">
    <w:name w:val="xl260"/>
    <w:basedOn w:val="Normal"/>
    <w:uiPriority w:val="99"/>
    <w:rsid w:val="001844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261">
    <w:name w:val="xl261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"/>
    <w:uiPriority w:val="99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"/>
    <w:uiPriority w:val="99"/>
    <w:rsid w:val="001844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"/>
    <w:uiPriority w:val="99"/>
    <w:rsid w:val="001844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"/>
    <w:uiPriority w:val="99"/>
    <w:rsid w:val="001844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Header">
    <w:name w:val="header"/>
    <w:basedOn w:val="Normal"/>
    <w:link w:val="HeaderChar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D2F8C"/>
    <w:rPr>
      <w:sz w:val="24"/>
    </w:rPr>
  </w:style>
  <w:style w:type="paragraph" w:styleId="Footer">
    <w:name w:val="footer"/>
    <w:basedOn w:val="Normal"/>
    <w:link w:val="FooterChar"/>
    <w:uiPriority w:val="99"/>
    <w:rsid w:val="004D2F8C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D2F8C"/>
    <w:rPr>
      <w:sz w:val="24"/>
    </w:rPr>
  </w:style>
  <w:style w:type="paragraph" w:customStyle="1" w:styleId="font13">
    <w:name w:val="font13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font14">
    <w:name w:val="font14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</w:rPr>
  </w:style>
  <w:style w:type="paragraph" w:customStyle="1" w:styleId="font15">
    <w:name w:val="font15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i/>
      <w:iCs/>
      <w:color w:val="000000"/>
      <w:sz w:val="20"/>
      <w:szCs w:val="20"/>
      <w:u w:val="single"/>
    </w:rPr>
  </w:style>
  <w:style w:type="paragraph" w:customStyle="1" w:styleId="font16">
    <w:name w:val="font16"/>
    <w:basedOn w:val="Normal"/>
    <w:uiPriority w:val="99"/>
    <w:rsid w:val="00B27C6A"/>
    <w:pPr>
      <w:spacing w:before="100" w:beforeAutospacing="1" w:after="100" w:afterAutospacing="1"/>
    </w:pPr>
    <w:rPr>
      <w:rFonts w:ascii="Arial CYR" w:hAnsi="Arial CYR" w:cs="Arial CYR"/>
      <w:b/>
      <w:bCs/>
      <w:color w:val="000000"/>
      <w:sz w:val="20"/>
      <w:szCs w:val="20"/>
      <w:u w:val="single"/>
    </w:rPr>
  </w:style>
  <w:style w:type="paragraph" w:customStyle="1" w:styleId="font17">
    <w:name w:val="font17"/>
    <w:basedOn w:val="Normal"/>
    <w:uiPriority w:val="99"/>
    <w:rsid w:val="00B27C6A"/>
    <w:pPr>
      <w:spacing w:before="100" w:beforeAutospacing="1" w:after="100" w:afterAutospacing="1"/>
    </w:pPr>
    <w:rPr>
      <w:b/>
      <w:bCs/>
      <w:sz w:val="20"/>
      <w:szCs w:val="20"/>
      <w:u w:val="single"/>
    </w:rPr>
  </w:style>
  <w:style w:type="character" w:styleId="Emphasis">
    <w:name w:val="Emphasis"/>
    <w:basedOn w:val="DefaultParagraphFont"/>
    <w:uiPriority w:val="99"/>
    <w:qFormat/>
    <w:rsid w:val="00F92479"/>
    <w:rPr>
      <w:rFonts w:cs="Times New Roman"/>
      <w:i/>
    </w:rPr>
  </w:style>
  <w:style w:type="character" w:customStyle="1" w:styleId="LineNumber1">
    <w:name w:val="Line Number1"/>
    <w:uiPriority w:val="99"/>
    <w:rsid w:val="00107E5E"/>
  </w:style>
  <w:style w:type="character" w:customStyle="1" w:styleId="Hyperlink1">
    <w:name w:val="Hyperlink1"/>
    <w:uiPriority w:val="99"/>
    <w:rsid w:val="00107E5E"/>
    <w:rPr>
      <w:color w:val="0000FF"/>
      <w:u w:val="single"/>
    </w:rPr>
  </w:style>
  <w:style w:type="table" w:customStyle="1" w:styleId="TableNormal1">
    <w:name w:val="Table Normal1"/>
    <w:uiPriority w:val="99"/>
    <w:rsid w:val="00107E5E"/>
    <w:rPr>
      <w:rFonts w:ascii="Calibri" w:hAnsi="Calibri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1">
    <w:name w:val="Table Simple 11"/>
    <w:basedOn w:val="TableNormal1"/>
    <w:uiPriority w:val="99"/>
    <w:rsid w:val="00107E5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33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375</TotalTime>
  <Pages>3</Pages>
  <Words>774</Words>
  <Characters>4413</Characters>
  <Application>Microsoft Office Outlook</Application>
  <DocSecurity>0</DocSecurity>
  <Lines>0</Lines>
  <Paragraphs>0</Paragraphs>
  <ScaleCrop>false</ScaleCrop>
  <Company>Media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</dc:title>
  <dc:subject/>
  <dc:creator>All</dc:creator>
  <cp:keywords/>
  <dc:description/>
  <cp:lastModifiedBy>Василий</cp:lastModifiedBy>
  <cp:revision>37</cp:revision>
  <cp:lastPrinted>2023-05-24T00:37:00Z</cp:lastPrinted>
  <dcterms:created xsi:type="dcterms:W3CDTF">2021-03-26T03:31:00Z</dcterms:created>
  <dcterms:modified xsi:type="dcterms:W3CDTF">2023-05-24T00:45:00Z</dcterms:modified>
</cp:coreProperties>
</file>